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1A71EFDF" w:rsidR="009436E4" w:rsidRPr="00687DED" w:rsidRDefault="00365BB5" w:rsidP="00A67D5C">
      <w:pPr>
        <w:spacing w:after="360"/>
        <w:rPr>
          <w:sz w:val="12"/>
          <w:szCs w:val="12"/>
          <w:lang w:val="es-ES_tradnl"/>
        </w:rPr>
      </w:pPr>
      <w:r w:rsidRPr="00AD2B7D">
        <w:rPr>
          <w:noProof/>
          <w:sz w:val="12"/>
          <w:szCs w:val="12"/>
        </w:rPr>
        <mc:AlternateContent>
          <mc:Choice Requires="wps">
            <w:drawing>
              <wp:anchor distT="0" distB="0" distL="114300" distR="114300" simplePos="0" relativeHeight="251657215" behindDoc="0" locked="1" layoutInCell="1" allowOverlap="1" wp14:anchorId="200C0BB7" wp14:editId="58F88845">
                <wp:simplePos x="0" y="0"/>
                <wp:positionH relativeFrom="page">
                  <wp:posOffset>9525</wp:posOffset>
                </wp:positionH>
                <wp:positionV relativeFrom="page">
                  <wp:align>top</wp:align>
                </wp:positionV>
                <wp:extent cx="7559675" cy="2627630"/>
                <wp:effectExtent l="0" t="0" r="3175" b="1270"/>
                <wp:wrapTopAndBottom/>
                <wp:docPr id="511167559" name="Freeform: Shape 511167559"/>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11"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2B470" id="Freeform: Shape 511167559" o:spid="_x0000_s1026" style="position:absolute;margin-left:.75pt;margin-top:0;width:595.25pt;height:206.9pt;z-index:251657215;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TIjAPBAAACA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" path="m,l7559675,r,2700000l1626777,2700000,1259199,2496032,891633,2700000,,2700000,,xe" stroked="f">
                <v:fill r:id="rId12"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r w:rsidR="00612060" w:rsidRPr="00687DED">
        <w:rPr>
          <w:noProof/>
          <w:sz w:val="12"/>
          <w:szCs w:val="12"/>
          <w:lang w:val="es-ES_tradnl" w:eastAsia="es-ES"/>
        </w:rPr>
        <mc:AlternateContent>
          <mc:Choice Requires="wpg">
            <w:drawing>
              <wp:anchor distT="0" distB="0" distL="114300" distR="114300" simplePos="0" relativeHeight="251658241" behindDoc="0" locked="0" layoutInCell="1" allowOverlap="1" wp14:anchorId="05F280CE" wp14:editId="422FCC03">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4E91F3C"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687DED">
        <w:rPr>
          <w:noProof/>
          <w:sz w:val="12"/>
          <w:szCs w:val="12"/>
          <w:lang w:val="es-ES_tradnl" w:eastAsia="es-ES"/>
        </w:rPr>
        <mc:AlternateContent>
          <mc:Choice Requires="wps">
            <w:drawing>
              <wp:anchor distT="0" distB="0" distL="114300" distR="114300" simplePos="0" relativeHeight="251656190" behindDoc="0" locked="1" layoutInCell="1" allowOverlap="1" wp14:anchorId="2434C79C" wp14:editId="4E1B4851">
                <wp:simplePos x="0" y="0"/>
                <wp:positionH relativeFrom="page">
                  <wp:align>left</wp:align>
                </wp:positionH>
                <wp:positionV relativeFrom="page">
                  <wp:align>top</wp:align>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6">
                            <a:lumMod val="9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9A39D" id="Freeform: Shape 10" o:spid="_x0000_s1026" style="position:absolute;margin-left:0;margin-top:0;width:595.25pt;height:206.9pt;z-index:25165619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" path="m,l7559675,r,2700000l1626777,2700000,1259199,2496032,891633,2700000,,2700000,,xe" fillcolor="#c2c3c5 [2889]"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DA3E92F" w:rsidR="004022B4" w:rsidRPr="00687DED" w:rsidRDefault="006174C9" w:rsidP="00797F40">
      <w:pPr>
        <w:pStyle w:val="RTDocType"/>
        <w:rPr>
          <w:lang w:val="es-ES_tradnl"/>
        </w:rPr>
      </w:pPr>
      <w:r w:rsidRPr="00687DED">
        <w:rPr>
          <w:lang w:val="es-ES_tradnl"/>
        </w:rPr>
        <w:t>Nota de prensa</w:t>
      </w:r>
    </w:p>
    <w:p w14:paraId="10C7654A" w14:textId="5A567283" w:rsidR="00797F40" w:rsidRPr="00687DED" w:rsidRDefault="00FB6E71" w:rsidP="00797F40">
      <w:pPr>
        <w:pStyle w:val="RTDate"/>
        <w:rPr>
          <w:lang w:val="es-ES_tradnl"/>
        </w:rPr>
      </w:pPr>
      <w:r w:rsidRPr="00687DED">
        <w:rPr>
          <w:lang w:val="es-ES_tradnl"/>
        </w:rPr>
        <w:t>JU</w:t>
      </w:r>
      <w:r w:rsidR="00173F45" w:rsidRPr="00687DED">
        <w:rPr>
          <w:lang w:val="es-ES_tradnl"/>
        </w:rPr>
        <w:t>L</w:t>
      </w:r>
      <w:r w:rsidR="006174C9" w:rsidRPr="00687DED">
        <w:rPr>
          <w:lang w:val="es-ES_tradnl"/>
        </w:rPr>
        <w:t xml:space="preserve">io de </w:t>
      </w:r>
      <w:r w:rsidR="00A650EA" w:rsidRPr="00687DED">
        <w:rPr>
          <w:lang w:val="es-ES_tradnl"/>
        </w:rPr>
        <w:t>202</w:t>
      </w:r>
      <w:r w:rsidR="00036875" w:rsidRPr="00687DED">
        <w:rPr>
          <w:lang w:val="es-ES_tradnl"/>
        </w:rPr>
        <w:t>4</w:t>
      </w:r>
    </w:p>
    <w:p w14:paraId="28D2A163" w14:textId="77777777" w:rsidR="00EC5F81" w:rsidRPr="00687DED" w:rsidRDefault="00EC5F81" w:rsidP="00EC5F81">
      <w:pPr>
        <w:spacing w:line="276" w:lineRule="auto"/>
        <w:rPr>
          <w:b/>
          <w:bCs/>
          <w:sz w:val="56"/>
          <w:szCs w:val="56"/>
          <w:lang w:val="es-ES_tradnl"/>
        </w:rPr>
      </w:pPr>
    </w:p>
    <w:p w14:paraId="2A467E65" w14:textId="42022C80" w:rsidR="00173F45" w:rsidRPr="00687DED" w:rsidRDefault="0058487D" w:rsidP="00173F45">
      <w:pPr>
        <w:pStyle w:val="RTIntroduction"/>
        <w:rPr>
          <w:sz w:val="56"/>
          <w:szCs w:val="56"/>
          <w:lang w:val="es-ES_tradnl"/>
        </w:rPr>
      </w:pPr>
      <w:r w:rsidRPr="00687DED">
        <w:rPr>
          <w:sz w:val="56"/>
          <w:szCs w:val="56"/>
          <w:lang w:val="es-ES_tradnl"/>
        </w:rPr>
        <w:t>Renault Trucks</w:t>
      </w:r>
      <w:r w:rsidR="00AD7EB7" w:rsidRPr="00687DED">
        <w:rPr>
          <w:sz w:val="56"/>
          <w:szCs w:val="56"/>
          <w:lang w:val="es-ES_tradnl"/>
        </w:rPr>
        <w:t xml:space="preserve">, </w:t>
      </w:r>
      <w:r w:rsidRPr="00687DED">
        <w:rPr>
          <w:sz w:val="56"/>
          <w:szCs w:val="56"/>
          <w:lang w:val="es-ES_tradnl"/>
        </w:rPr>
        <w:t xml:space="preserve">Jumbo </w:t>
      </w:r>
      <w:r w:rsidR="006174C9" w:rsidRPr="00687DED">
        <w:rPr>
          <w:sz w:val="56"/>
          <w:szCs w:val="56"/>
          <w:lang w:val="es-ES_tradnl"/>
        </w:rPr>
        <w:t xml:space="preserve">y </w:t>
      </w:r>
      <w:r w:rsidR="00A72370" w:rsidRPr="00687DED">
        <w:rPr>
          <w:sz w:val="56"/>
          <w:szCs w:val="56"/>
          <w:lang w:val="es-ES_tradnl"/>
        </w:rPr>
        <w:t>SVZ</w:t>
      </w:r>
      <w:r w:rsidRPr="00687DED">
        <w:rPr>
          <w:color w:val="E3021B" w:themeColor="text2"/>
          <w:sz w:val="56"/>
          <w:szCs w:val="56"/>
          <w:lang w:val="es-ES_tradnl"/>
        </w:rPr>
        <w:t xml:space="preserve"> </w:t>
      </w:r>
      <w:r w:rsidR="006174C9" w:rsidRPr="00687DED">
        <w:rPr>
          <w:sz w:val="56"/>
          <w:szCs w:val="56"/>
          <w:lang w:val="es-ES_tradnl"/>
        </w:rPr>
        <w:t>prueban el prototipo eléctrico</w:t>
      </w:r>
      <w:r w:rsidRPr="00687DED">
        <w:rPr>
          <w:sz w:val="56"/>
          <w:szCs w:val="56"/>
          <w:lang w:val="es-ES_tradnl"/>
        </w:rPr>
        <w:t xml:space="preserve"> d</w:t>
      </w:r>
      <w:r w:rsidR="006174C9" w:rsidRPr="00687DED">
        <w:rPr>
          <w:sz w:val="56"/>
          <w:szCs w:val="56"/>
          <w:lang w:val="es-ES_tradnl"/>
        </w:rPr>
        <w:t>edicado a la logística urbana</w:t>
      </w:r>
    </w:p>
    <w:p w14:paraId="6D6BA887" w14:textId="77777777" w:rsidR="00173F45" w:rsidRPr="00687DED" w:rsidRDefault="00173F45" w:rsidP="00173F45">
      <w:pPr>
        <w:spacing w:line="276" w:lineRule="auto"/>
        <w:rPr>
          <w:b/>
          <w:bCs/>
          <w:sz w:val="22"/>
          <w:szCs w:val="22"/>
          <w:lang w:val="es-ES_tradnl"/>
        </w:rPr>
      </w:pPr>
    </w:p>
    <w:p w14:paraId="562D39F4" w14:textId="28CCA572" w:rsidR="00173F45" w:rsidRPr="00687DED" w:rsidRDefault="00173F45" w:rsidP="00173F45">
      <w:pPr>
        <w:spacing w:line="276" w:lineRule="auto"/>
        <w:rPr>
          <w:b/>
          <w:bCs/>
          <w:sz w:val="22"/>
          <w:szCs w:val="22"/>
          <w:lang w:val="es-ES_tradnl"/>
        </w:rPr>
      </w:pPr>
      <w:r w:rsidRPr="00687DED">
        <w:rPr>
          <w:b/>
          <w:bCs/>
          <w:sz w:val="22"/>
          <w:szCs w:val="22"/>
          <w:lang w:val="es-ES_tradnl"/>
        </w:rPr>
        <w:t>Renault Trucks p</w:t>
      </w:r>
      <w:r w:rsidR="00604612" w:rsidRPr="00687DED">
        <w:rPr>
          <w:b/>
          <w:bCs/>
          <w:sz w:val="22"/>
          <w:szCs w:val="22"/>
          <w:lang w:val="es-ES_tradnl"/>
        </w:rPr>
        <w:t xml:space="preserve">rosigue su labor de investigación y desarrollo con </w:t>
      </w:r>
      <w:r w:rsidR="001E5E44">
        <w:rPr>
          <w:b/>
          <w:bCs/>
          <w:sz w:val="22"/>
          <w:szCs w:val="22"/>
          <w:lang w:val="es-ES_tradnl"/>
        </w:rPr>
        <w:t>el</w:t>
      </w:r>
      <w:r w:rsidR="00604612" w:rsidRPr="00687DED">
        <w:rPr>
          <w:b/>
          <w:bCs/>
          <w:sz w:val="22"/>
          <w:szCs w:val="22"/>
          <w:lang w:val="es-ES_tradnl"/>
        </w:rPr>
        <w:t xml:space="preserve"> camión laboratorio</w:t>
      </w:r>
      <w:r w:rsidR="00BB545F" w:rsidRPr="00687DED">
        <w:rPr>
          <w:b/>
          <w:bCs/>
          <w:sz w:val="22"/>
          <w:szCs w:val="22"/>
          <w:lang w:val="es-ES_tradnl"/>
        </w:rPr>
        <w:t xml:space="preserve"> Oxygen. </w:t>
      </w:r>
      <w:r w:rsidR="00604612" w:rsidRPr="00687DED">
        <w:rPr>
          <w:b/>
          <w:bCs/>
          <w:sz w:val="22"/>
          <w:szCs w:val="22"/>
          <w:lang w:val="es-ES_tradnl"/>
        </w:rPr>
        <w:t xml:space="preserve">Tras una primera fase de prueba </w:t>
      </w:r>
      <w:r w:rsidR="00803D18" w:rsidRPr="00687DED">
        <w:rPr>
          <w:b/>
          <w:bCs/>
          <w:sz w:val="22"/>
          <w:szCs w:val="22"/>
          <w:lang w:val="es-ES_tradnl"/>
        </w:rPr>
        <w:t xml:space="preserve">todavía </w:t>
      </w:r>
      <w:r w:rsidR="00604612" w:rsidRPr="00687DED">
        <w:rPr>
          <w:b/>
          <w:bCs/>
          <w:sz w:val="22"/>
          <w:szCs w:val="22"/>
          <w:lang w:val="es-ES_tradnl"/>
        </w:rPr>
        <w:t xml:space="preserve">en proceso en </w:t>
      </w:r>
      <w:r w:rsidR="00F17A4A" w:rsidRPr="00687DED">
        <w:rPr>
          <w:b/>
          <w:bCs/>
          <w:sz w:val="22"/>
          <w:szCs w:val="22"/>
          <w:lang w:val="es-ES_tradnl"/>
        </w:rPr>
        <w:t xml:space="preserve">Lyon </w:t>
      </w:r>
      <w:r w:rsidR="00604612" w:rsidRPr="00687DED">
        <w:rPr>
          <w:b/>
          <w:bCs/>
          <w:sz w:val="22"/>
          <w:szCs w:val="22"/>
          <w:lang w:val="es-ES_tradnl"/>
        </w:rPr>
        <w:t>y Parí</w:t>
      </w:r>
      <w:r w:rsidR="00F17A4A" w:rsidRPr="00687DED">
        <w:rPr>
          <w:b/>
          <w:bCs/>
          <w:sz w:val="22"/>
          <w:szCs w:val="22"/>
          <w:lang w:val="es-ES_tradnl"/>
        </w:rPr>
        <w:t xml:space="preserve">s, </w:t>
      </w:r>
      <w:r w:rsidR="00604612" w:rsidRPr="00687DED">
        <w:rPr>
          <w:b/>
          <w:bCs/>
          <w:sz w:val="22"/>
          <w:szCs w:val="22"/>
          <w:lang w:val="es-ES_tradnl"/>
        </w:rPr>
        <w:t>e</w:t>
      </w:r>
      <w:r w:rsidR="001747D0" w:rsidRPr="00687DED">
        <w:rPr>
          <w:b/>
          <w:bCs/>
          <w:sz w:val="22"/>
          <w:szCs w:val="22"/>
          <w:lang w:val="es-ES_tradnl"/>
        </w:rPr>
        <w:t>l</w:t>
      </w:r>
      <w:r w:rsidR="00652260" w:rsidRPr="00687DED">
        <w:rPr>
          <w:b/>
          <w:bCs/>
          <w:sz w:val="22"/>
          <w:szCs w:val="22"/>
          <w:lang w:val="es-ES_tradnl"/>
        </w:rPr>
        <w:t xml:space="preserve"> </w:t>
      </w:r>
      <w:r w:rsidR="00604612" w:rsidRPr="00687DED">
        <w:rPr>
          <w:b/>
          <w:bCs/>
          <w:sz w:val="22"/>
          <w:szCs w:val="22"/>
          <w:lang w:val="es-ES_tradnl"/>
        </w:rPr>
        <w:t>fabricante</w:t>
      </w:r>
      <w:r w:rsidR="00652260" w:rsidRPr="00687DED">
        <w:rPr>
          <w:b/>
          <w:bCs/>
          <w:sz w:val="22"/>
          <w:szCs w:val="22"/>
          <w:lang w:val="es-ES_tradnl"/>
        </w:rPr>
        <w:t xml:space="preserve"> </w:t>
      </w:r>
      <w:r w:rsidR="00803D18" w:rsidRPr="00687DED">
        <w:rPr>
          <w:b/>
          <w:bCs/>
          <w:sz w:val="22"/>
          <w:szCs w:val="22"/>
          <w:lang w:val="es-ES_tradnl"/>
        </w:rPr>
        <w:t>comienza</w:t>
      </w:r>
      <w:r w:rsidR="00604612" w:rsidRPr="00687DED">
        <w:rPr>
          <w:b/>
          <w:bCs/>
          <w:sz w:val="22"/>
          <w:szCs w:val="22"/>
          <w:lang w:val="es-ES_tradnl"/>
        </w:rPr>
        <w:t xml:space="preserve"> una nueva etapa con una segunda </w:t>
      </w:r>
      <w:r w:rsidR="00B9510A" w:rsidRPr="00687DED">
        <w:rPr>
          <w:b/>
          <w:bCs/>
          <w:sz w:val="22"/>
          <w:szCs w:val="22"/>
          <w:lang w:val="es-ES_tradnl"/>
        </w:rPr>
        <w:t>versión</w:t>
      </w:r>
      <w:r w:rsidR="00604612" w:rsidRPr="00687DED">
        <w:rPr>
          <w:b/>
          <w:bCs/>
          <w:sz w:val="22"/>
          <w:szCs w:val="22"/>
          <w:lang w:val="es-ES_tradnl"/>
        </w:rPr>
        <w:t xml:space="preserve"> de este camión eléctrico dedicado a la </w:t>
      </w:r>
      <w:r w:rsidR="00B9510A" w:rsidRPr="00687DED">
        <w:rPr>
          <w:b/>
          <w:bCs/>
          <w:sz w:val="22"/>
          <w:szCs w:val="22"/>
          <w:lang w:val="es-ES_tradnl"/>
        </w:rPr>
        <w:t>logística</w:t>
      </w:r>
      <w:r w:rsidR="00604612" w:rsidRPr="00687DED">
        <w:rPr>
          <w:b/>
          <w:bCs/>
          <w:sz w:val="22"/>
          <w:szCs w:val="22"/>
          <w:lang w:val="es-ES_tradnl"/>
        </w:rPr>
        <w:t xml:space="preserve"> urbana</w:t>
      </w:r>
      <w:r w:rsidR="001747D0" w:rsidRPr="00687DED">
        <w:rPr>
          <w:b/>
          <w:bCs/>
          <w:sz w:val="22"/>
          <w:szCs w:val="22"/>
          <w:lang w:val="es-ES_tradnl"/>
        </w:rPr>
        <w:t xml:space="preserve">. </w:t>
      </w:r>
      <w:r w:rsidR="00604612" w:rsidRPr="00687DED">
        <w:rPr>
          <w:b/>
          <w:bCs/>
          <w:sz w:val="22"/>
          <w:szCs w:val="22"/>
          <w:lang w:val="es-ES_tradnl"/>
        </w:rPr>
        <w:t>El próximo mes de octubre</w:t>
      </w:r>
      <w:r w:rsidR="0068535A">
        <w:rPr>
          <w:b/>
          <w:bCs/>
          <w:sz w:val="22"/>
          <w:szCs w:val="22"/>
          <w:lang w:val="es-ES_tradnl"/>
        </w:rPr>
        <w:t xml:space="preserve"> </w:t>
      </w:r>
      <w:r w:rsidR="00803D18" w:rsidRPr="00687DED">
        <w:rPr>
          <w:b/>
          <w:bCs/>
          <w:sz w:val="22"/>
          <w:szCs w:val="22"/>
          <w:lang w:val="es-ES_tradnl"/>
        </w:rPr>
        <w:t>empe</w:t>
      </w:r>
      <w:r w:rsidR="00604612" w:rsidRPr="00687DED">
        <w:rPr>
          <w:b/>
          <w:bCs/>
          <w:sz w:val="22"/>
          <w:szCs w:val="22"/>
          <w:lang w:val="es-ES_tradnl"/>
        </w:rPr>
        <w:t xml:space="preserve">zarán </w:t>
      </w:r>
      <w:r w:rsidR="0068535A" w:rsidRPr="00687DED">
        <w:rPr>
          <w:b/>
          <w:bCs/>
          <w:sz w:val="22"/>
          <w:szCs w:val="22"/>
          <w:lang w:val="es-ES_tradnl"/>
        </w:rPr>
        <w:t xml:space="preserve">en Ámsterdam </w:t>
      </w:r>
      <w:r w:rsidR="00604612" w:rsidRPr="00687DED">
        <w:rPr>
          <w:b/>
          <w:bCs/>
          <w:sz w:val="22"/>
          <w:szCs w:val="22"/>
          <w:lang w:val="es-ES_tradnl"/>
        </w:rPr>
        <w:t xml:space="preserve">las pruebas con un </w:t>
      </w:r>
      <w:r w:rsidR="006174C9" w:rsidRPr="00687DED">
        <w:rPr>
          <w:b/>
          <w:bCs/>
          <w:sz w:val="22"/>
          <w:szCs w:val="22"/>
          <w:lang w:val="es-ES_tradnl"/>
        </w:rPr>
        <w:t>prototipo</w:t>
      </w:r>
      <w:r w:rsidR="00131B0E" w:rsidRPr="00687DED">
        <w:rPr>
          <w:b/>
          <w:bCs/>
          <w:sz w:val="22"/>
          <w:szCs w:val="22"/>
          <w:lang w:val="es-ES_tradnl"/>
        </w:rPr>
        <w:t xml:space="preserve"> </w:t>
      </w:r>
      <w:r w:rsidR="00604612" w:rsidRPr="00687DED">
        <w:rPr>
          <w:b/>
          <w:bCs/>
          <w:sz w:val="22"/>
          <w:szCs w:val="22"/>
          <w:lang w:val="es-ES_tradnl"/>
        </w:rPr>
        <w:t>equipado con una caja frigorífica</w:t>
      </w:r>
      <w:r w:rsidR="00DD170B">
        <w:rPr>
          <w:b/>
          <w:bCs/>
          <w:sz w:val="22"/>
          <w:szCs w:val="22"/>
          <w:lang w:val="es-ES_tradnl"/>
        </w:rPr>
        <w:t>. Ha sido</w:t>
      </w:r>
      <w:r w:rsidR="00604612" w:rsidRPr="00687DED">
        <w:rPr>
          <w:b/>
          <w:bCs/>
          <w:sz w:val="22"/>
          <w:szCs w:val="22"/>
          <w:lang w:val="es-ES_tradnl"/>
        </w:rPr>
        <w:t xml:space="preserve"> conce</w:t>
      </w:r>
      <w:r w:rsidR="00B9510A" w:rsidRPr="00687DED">
        <w:rPr>
          <w:b/>
          <w:bCs/>
          <w:sz w:val="22"/>
          <w:szCs w:val="22"/>
          <w:lang w:val="es-ES_tradnl"/>
        </w:rPr>
        <w:t>b</w:t>
      </w:r>
      <w:r w:rsidR="00604612" w:rsidRPr="00687DED">
        <w:rPr>
          <w:b/>
          <w:bCs/>
          <w:sz w:val="22"/>
          <w:szCs w:val="22"/>
          <w:lang w:val="es-ES_tradnl"/>
        </w:rPr>
        <w:t>i</w:t>
      </w:r>
      <w:r w:rsidR="00B9510A" w:rsidRPr="00687DED">
        <w:rPr>
          <w:b/>
          <w:bCs/>
          <w:sz w:val="22"/>
          <w:szCs w:val="22"/>
          <w:lang w:val="es-ES_tradnl"/>
        </w:rPr>
        <w:t>d</w:t>
      </w:r>
      <w:r w:rsidR="00803D18" w:rsidRPr="00687DED">
        <w:rPr>
          <w:b/>
          <w:bCs/>
          <w:sz w:val="22"/>
          <w:szCs w:val="22"/>
          <w:lang w:val="es-ES_tradnl"/>
        </w:rPr>
        <w:t>o</w:t>
      </w:r>
      <w:r w:rsidR="00604612" w:rsidRPr="00687DED">
        <w:rPr>
          <w:b/>
          <w:bCs/>
          <w:sz w:val="22"/>
          <w:szCs w:val="22"/>
          <w:lang w:val="es-ES_tradnl"/>
        </w:rPr>
        <w:t xml:space="preserve"> en asociación con</w:t>
      </w:r>
      <w:r w:rsidR="002D76FB" w:rsidRPr="00687DED">
        <w:rPr>
          <w:b/>
          <w:bCs/>
          <w:sz w:val="22"/>
          <w:szCs w:val="22"/>
          <w:lang w:val="es-ES_tradnl"/>
        </w:rPr>
        <w:t xml:space="preserve"> la cadena de supermercados</w:t>
      </w:r>
      <w:r w:rsidR="00604612" w:rsidRPr="00687DED">
        <w:rPr>
          <w:b/>
          <w:bCs/>
          <w:sz w:val="22"/>
          <w:szCs w:val="22"/>
          <w:lang w:val="es-ES_tradnl"/>
        </w:rPr>
        <w:t xml:space="preserve"> </w:t>
      </w:r>
      <w:r w:rsidR="004E0EC4" w:rsidRPr="00687DED">
        <w:rPr>
          <w:b/>
          <w:bCs/>
          <w:sz w:val="22"/>
          <w:szCs w:val="22"/>
          <w:lang w:val="es-ES_tradnl"/>
        </w:rPr>
        <w:t>Jumbo</w:t>
      </w:r>
      <w:r w:rsidR="00DD170B">
        <w:rPr>
          <w:b/>
          <w:bCs/>
          <w:sz w:val="22"/>
          <w:szCs w:val="22"/>
          <w:lang w:val="es-ES_tradnl"/>
        </w:rPr>
        <w:t>,</w:t>
      </w:r>
      <w:r w:rsidR="00604612" w:rsidRPr="00687DED">
        <w:rPr>
          <w:b/>
          <w:bCs/>
          <w:sz w:val="22"/>
          <w:szCs w:val="22"/>
          <w:lang w:val="es-ES_tradnl"/>
        </w:rPr>
        <w:t xml:space="preserve"> </w:t>
      </w:r>
      <w:r w:rsidR="006261D8" w:rsidRPr="00687DED">
        <w:rPr>
          <w:b/>
          <w:bCs/>
          <w:sz w:val="22"/>
          <w:szCs w:val="22"/>
          <w:lang w:val="es-ES_tradnl"/>
        </w:rPr>
        <w:t xml:space="preserve">SVZ </w:t>
      </w:r>
      <w:r w:rsidR="00604612" w:rsidRPr="00687DED">
        <w:rPr>
          <w:b/>
          <w:bCs/>
          <w:sz w:val="22"/>
          <w:szCs w:val="22"/>
          <w:lang w:val="es-ES_tradnl"/>
        </w:rPr>
        <w:t>y el apoyo de su filial</w:t>
      </w:r>
      <w:r w:rsidR="003B58FA" w:rsidRPr="00687DED">
        <w:rPr>
          <w:b/>
          <w:bCs/>
          <w:sz w:val="22"/>
          <w:szCs w:val="22"/>
          <w:lang w:val="es-ES_tradnl"/>
        </w:rPr>
        <w:t xml:space="preserve"> </w:t>
      </w:r>
      <w:r w:rsidR="00604612" w:rsidRPr="00687DED">
        <w:rPr>
          <w:b/>
          <w:bCs/>
          <w:sz w:val="22"/>
          <w:szCs w:val="22"/>
          <w:lang w:val="es-ES_tradnl"/>
        </w:rPr>
        <w:t>neerlandesa</w:t>
      </w:r>
      <w:r w:rsidR="00314057" w:rsidRPr="00687DED">
        <w:rPr>
          <w:b/>
          <w:bCs/>
          <w:sz w:val="22"/>
          <w:szCs w:val="22"/>
          <w:lang w:val="es-ES_tradnl"/>
        </w:rPr>
        <w:t>.</w:t>
      </w:r>
    </w:p>
    <w:p w14:paraId="76EEB3BA" w14:textId="77777777" w:rsidR="00487FF7" w:rsidRPr="00687DED" w:rsidRDefault="00487FF7" w:rsidP="00173F45">
      <w:pPr>
        <w:spacing w:line="276" w:lineRule="auto"/>
        <w:rPr>
          <w:b/>
          <w:bCs/>
          <w:sz w:val="22"/>
          <w:szCs w:val="22"/>
          <w:lang w:val="es-ES_tradnl"/>
        </w:rPr>
      </w:pPr>
    </w:p>
    <w:p w14:paraId="29E43BC3" w14:textId="576B4B9B" w:rsidR="003C5878" w:rsidRPr="00687DED" w:rsidRDefault="00B34870" w:rsidP="00362AA8">
      <w:pPr>
        <w:spacing w:line="276" w:lineRule="auto"/>
        <w:rPr>
          <w:sz w:val="22"/>
          <w:szCs w:val="22"/>
          <w:lang w:val="es-ES_tradnl"/>
        </w:rPr>
      </w:pPr>
      <w:r w:rsidRPr="00687DED">
        <w:rPr>
          <w:sz w:val="22"/>
          <w:szCs w:val="22"/>
          <w:lang w:val="es-ES_tradnl"/>
        </w:rPr>
        <w:t>Á</w:t>
      </w:r>
      <w:r w:rsidR="009529AB" w:rsidRPr="00687DED">
        <w:rPr>
          <w:sz w:val="22"/>
          <w:szCs w:val="22"/>
          <w:lang w:val="es-ES_tradnl"/>
        </w:rPr>
        <w:t xml:space="preserve">msterdam, </w:t>
      </w:r>
      <w:r w:rsidR="00B9510A" w:rsidRPr="00687DED">
        <w:rPr>
          <w:sz w:val="22"/>
          <w:szCs w:val="22"/>
          <w:lang w:val="es-ES_tradnl"/>
        </w:rPr>
        <w:t>ciudad de referencia en materia de</w:t>
      </w:r>
      <w:r w:rsidR="001501B9" w:rsidRPr="00687DED">
        <w:rPr>
          <w:sz w:val="22"/>
          <w:szCs w:val="22"/>
          <w:lang w:val="es-ES_tradnl"/>
        </w:rPr>
        <w:t xml:space="preserve"> </w:t>
      </w:r>
      <w:r w:rsidR="001501B9" w:rsidRPr="008E70B9">
        <w:rPr>
          <w:sz w:val="22"/>
          <w:szCs w:val="22"/>
          <w:lang w:val="es-ES_tradnl"/>
        </w:rPr>
        <w:t>movilidad no motorizada</w:t>
      </w:r>
      <w:r w:rsidR="009529AB" w:rsidRPr="008E70B9">
        <w:rPr>
          <w:sz w:val="22"/>
          <w:szCs w:val="22"/>
          <w:lang w:val="es-ES_tradnl"/>
        </w:rPr>
        <w:t>,</w:t>
      </w:r>
      <w:r w:rsidR="009529AB" w:rsidRPr="00687DED">
        <w:rPr>
          <w:sz w:val="22"/>
          <w:szCs w:val="22"/>
          <w:lang w:val="es-ES_tradnl"/>
        </w:rPr>
        <w:t xml:space="preserve"> es </w:t>
      </w:r>
      <w:r w:rsidRPr="00687DED">
        <w:rPr>
          <w:sz w:val="22"/>
          <w:szCs w:val="22"/>
          <w:lang w:val="es-ES_tradnl"/>
        </w:rPr>
        <w:t xml:space="preserve">el terreno </w:t>
      </w:r>
      <w:r w:rsidR="007C64BA" w:rsidRPr="00687DED">
        <w:rPr>
          <w:sz w:val="22"/>
          <w:szCs w:val="22"/>
          <w:lang w:val="es-ES_tradnl"/>
        </w:rPr>
        <w:t>ideal</w:t>
      </w:r>
      <w:r w:rsidR="009529AB" w:rsidRPr="00687DED">
        <w:rPr>
          <w:sz w:val="22"/>
          <w:szCs w:val="22"/>
          <w:lang w:val="es-ES_tradnl"/>
        </w:rPr>
        <w:t xml:space="preserve"> </w:t>
      </w:r>
      <w:r w:rsidRPr="00687DED">
        <w:rPr>
          <w:sz w:val="22"/>
          <w:szCs w:val="22"/>
          <w:lang w:val="es-ES_tradnl"/>
        </w:rPr>
        <w:t xml:space="preserve">para recibir al camión laboratorio </w:t>
      </w:r>
      <w:r w:rsidR="009529AB" w:rsidRPr="00687DED">
        <w:rPr>
          <w:sz w:val="22"/>
          <w:szCs w:val="22"/>
          <w:lang w:val="es-ES_tradnl"/>
        </w:rPr>
        <w:t>Oxygen</w:t>
      </w:r>
      <w:r w:rsidR="0074011B" w:rsidRPr="00687DED">
        <w:rPr>
          <w:sz w:val="22"/>
          <w:szCs w:val="22"/>
          <w:lang w:val="es-ES_tradnl"/>
        </w:rPr>
        <w:t xml:space="preserve">. </w:t>
      </w:r>
      <w:r w:rsidRPr="00687DED">
        <w:rPr>
          <w:sz w:val="22"/>
          <w:szCs w:val="22"/>
          <w:lang w:val="es-ES_tradnl"/>
        </w:rPr>
        <w:t>Después de París</w:t>
      </w:r>
      <w:r w:rsidR="006F556E" w:rsidRPr="00687DED">
        <w:rPr>
          <w:sz w:val="22"/>
          <w:szCs w:val="22"/>
          <w:lang w:val="es-ES_tradnl"/>
        </w:rPr>
        <w:t xml:space="preserve"> </w:t>
      </w:r>
      <w:r w:rsidRPr="00687DED">
        <w:rPr>
          <w:sz w:val="22"/>
          <w:szCs w:val="22"/>
          <w:lang w:val="es-ES_tradnl"/>
        </w:rPr>
        <w:t xml:space="preserve">y </w:t>
      </w:r>
      <w:r w:rsidR="006F556E" w:rsidRPr="00687DED">
        <w:rPr>
          <w:sz w:val="22"/>
          <w:szCs w:val="22"/>
          <w:lang w:val="es-ES_tradnl"/>
        </w:rPr>
        <w:t>Lyon</w:t>
      </w:r>
      <w:r w:rsidR="00666D1A" w:rsidRPr="00687DED">
        <w:rPr>
          <w:sz w:val="22"/>
          <w:szCs w:val="22"/>
          <w:lang w:val="es-ES_tradnl"/>
        </w:rPr>
        <w:t xml:space="preserve">, </w:t>
      </w:r>
      <w:r w:rsidR="005718CA" w:rsidRPr="00687DED">
        <w:rPr>
          <w:sz w:val="22"/>
          <w:szCs w:val="22"/>
          <w:lang w:val="es-ES_tradnl"/>
        </w:rPr>
        <w:t xml:space="preserve">Renault Trucks </w:t>
      </w:r>
      <w:r w:rsidR="007C64BA" w:rsidRPr="00687DED">
        <w:rPr>
          <w:sz w:val="22"/>
          <w:szCs w:val="22"/>
          <w:lang w:val="es-ES_tradnl"/>
        </w:rPr>
        <w:t>emprende</w:t>
      </w:r>
      <w:r w:rsidRPr="00687DED">
        <w:rPr>
          <w:sz w:val="22"/>
          <w:szCs w:val="22"/>
          <w:lang w:val="es-ES_tradnl"/>
        </w:rPr>
        <w:t xml:space="preserve"> en esta ciudad una </w:t>
      </w:r>
      <w:r w:rsidR="007C64BA" w:rsidRPr="00687DED">
        <w:rPr>
          <w:sz w:val="22"/>
          <w:szCs w:val="22"/>
          <w:lang w:val="es-ES_tradnl"/>
        </w:rPr>
        <w:t>nueva</w:t>
      </w:r>
      <w:r w:rsidRPr="00687DED">
        <w:rPr>
          <w:sz w:val="22"/>
          <w:szCs w:val="22"/>
          <w:lang w:val="es-ES_tradnl"/>
        </w:rPr>
        <w:t xml:space="preserve"> fase de pruebas de su vehículo</w:t>
      </w:r>
      <w:r w:rsidR="00F9770A" w:rsidRPr="00687DED">
        <w:rPr>
          <w:sz w:val="22"/>
          <w:szCs w:val="22"/>
          <w:lang w:val="es-ES_tradnl"/>
        </w:rPr>
        <w:t xml:space="preserve"> </w:t>
      </w:r>
      <w:r w:rsidRPr="00687DED">
        <w:rPr>
          <w:sz w:val="22"/>
          <w:szCs w:val="22"/>
          <w:lang w:val="es-ES_tradnl"/>
        </w:rPr>
        <w:t>urbano</w:t>
      </w:r>
      <w:r w:rsidR="00F9770A" w:rsidRPr="00687DED">
        <w:rPr>
          <w:sz w:val="22"/>
          <w:szCs w:val="22"/>
          <w:lang w:val="es-ES_tradnl"/>
        </w:rPr>
        <w:t xml:space="preserve"> </w:t>
      </w:r>
      <w:r w:rsidRPr="00687DED">
        <w:rPr>
          <w:sz w:val="22"/>
          <w:szCs w:val="22"/>
          <w:lang w:val="es-ES_tradnl"/>
        </w:rPr>
        <w:t>eléctrico</w:t>
      </w:r>
      <w:r w:rsidR="0030127D" w:rsidRPr="00687DED">
        <w:rPr>
          <w:sz w:val="22"/>
          <w:szCs w:val="22"/>
          <w:lang w:val="es-ES_tradnl"/>
        </w:rPr>
        <w:t>.</w:t>
      </w:r>
      <w:r w:rsidR="004A1B47" w:rsidRPr="00687DED">
        <w:rPr>
          <w:sz w:val="22"/>
          <w:szCs w:val="22"/>
          <w:lang w:val="es-ES_tradnl"/>
        </w:rPr>
        <w:t xml:space="preserve"> </w:t>
      </w:r>
      <w:r w:rsidR="0010259D" w:rsidRPr="00687DED">
        <w:rPr>
          <w:sz w:val="22"/>
          <w:szCs w:val="22"/>
          <w:lang w:val="es-ES_tradnl"/>
        </w:rPr>
        <w:t>P</w:t>
      </w:r>
      <w:r w:rsidRPr="00687DED">
        <w:rPr>
          <w:sz w:val="22"/>
          <w:szCs w:val="22"/>
          <w:lang w:val="es-ES_tradnl"/>
        </w:rPr>
        <w:t xml:space="preserve">ara esta </w:t>
      </w:r>
      <w:r w:rsidR="00094099">
        <w:rPr>
          <w:sz w:val="22"/>
          <w:szCs w:val="22"/>
          <w:lang w:val="es-ES_tradnl"/>
        </w:rPr>
        <w:t>etapa</w:t>
      </w:r>
      <w:r w:rsidRPr="00687DED">
        <w:rPr>
          <w:sz w:val="22"/>
          <w:szCs w:val="22"/>
          <w:lang w:val="es-ES_tradnl"/>
        </w:rPr>
        <w:t xml:space="preserve">, que comenzará en </w:t>
      </w:r>
      <w:r w:rsidR="77C59C0C" w:rsidRPr="00687DED">
        <w:rPr>
          <w:sz w:val="22"/>
          <w:szCs w:val="22"/>
          <w:lang w:val="es-ES_tradnl"/>
        </w:rPr>
        <w:t>oct</w:t>
      </w:r>
      <w:r w:rsidRPr="00687DED">
        <w:rPr>
          <w:sz w:val="22"/>
          <w:szCs w:val="22"/>
          <w:lang w:val="es-ES_tradnl"/>
        </w:rPr>
        <w:t>u</w:t>
      </w:r>
      <w:r w:rsidR="77C59C0C" w:rsidRPr="00687DED">
        <w:rPr>
          <w:sz w:val="22"/>
          <w:szCs w:val="22"/>
          <w:lang w:val="es-ES_tradnl"/>
        </w:rPr>
        <w:t xml:space="preserve">bre </w:t>
      </w:r>
      <w:r w:rsidRPr="00687DED">
        <w:rPr>
          <w:sz w:val="22"/>
          <w:szCs w:val="22"/>
          <w:lang w:val="es-ES_tradnl"/>
        </w:rPr>
        <w:t xml:space="preserve">de </w:t>
      </w:r>
      <w:r w:rsidR="00984E7E" w:rsidRPr="00687DED">
        <w:rPr>
          <w:sz w:val="22"/>
          <w:szCs w:val="22"/>
          <w:lang w:val="es-ES_tradnl"/>
        </w:rPr>
        <w:t>2024</w:t>
      </w:r>
      <w:r w:rsidR="008B2808" w:rsidRPr="00687DED">
        <w:rPr>
          <w:sz w:val="22"/>
          <w:szCs w:val="22"/>
          <w:lang w:val="es-ES_tradnl"/>
        </w:rPr>
        <w:t>,</w:t>
      </w:r>
      <w:r w:rsidR="0010259D" w:rsidRPr="00687DED">
        <w:rPr>
          <w:sz w:val="22"/>
          <w:szCs w:val="22"/>
          <w:lang w:val="es-ES_tradnl"/>
        </w:rPr>
        <w:t xml:space="preserve"> Renault Trucks</w:t>
      </w:r>
      <w:r w:rsidR="00001243" w:rsidRPr="00687DED">
        <w:rPr>
          <w:sz w:val="22"/>
          <w:szCs w:val="22"/>
          <w:lang w:val="es-ES_tradnl"/>
        </w:rPr>
        <w:t xml:space="preserve"> </w:t>
      </w:r>
      <w:r w:rsidRPr="00687DED">
        <w:rPr>
          <w:sz w:val="22"/>
          <w:szCs w:val="22"/>
          <w:lang w:val="es-ES_tradnl"/>
        </w:rPr>
        <w:t xml:space="preserve">se ha asociado a </w:t>
      </w:r>
      <w:r w:rsidR="00FF56B7" w:rsidRPr="00687DED">
        <w:rPr>
          <w:sz w:val="22"/>
          <w:szCs w:val="22"/>
          <w:lang w:val="es-ES_tradnl"/>
        </w:rPr>
        <w:t>Jumbo</w:t>
      </w:r>
      <w:r w:rsidR="0010259D" w:rsidRPr="00687DED">
        <w:rPr>
          <w:sz w:val="22"/>
          <w:szCs w:val="22"/>
          <w:lang w:val="es-ES_tradnl"/>
        </w:rPr>
        <w:t xml:space="preserve"> </w:t>
      </w:r>
      <w:r w:rsidR="00803D18" w:rsidRPr="00687DED">
        <w:rPr>
          <w:sz w:val="22"/>
          <w:szCs w:val="22"/>
          <w:lang w:val="es-ES_tradnl"/>
        </w:rPr>
        <w:t>y</w:t>
      </w:r>
      <w:r w:rsidRPr="00687DED">
        <w:rPr>
          <w:sz w:val="22"/>
          <w:szCs w:val="22"/>
          <w:lang w:val="es-ES_tradnl"/>
        </w:rPr>
        <w:t xml:space="preserve"> </w:t>
      </w:r>
      <w:r w:rsidR="60480ED4" w:rsidRPr="00687DED">
        <w:rPr>
          <w:sz w:val="22"/>
          <w:szCs w:val="22"/>
          <w:lang w:val="es-ES_tradnl"/>
        </w:rPr>
        <w:t>SVZ</w:t>
      </w:r>
      <w:r w:rsidR="0010259D" w:rsidRPr="00687DED">
        <w:rPr>
          <w:sz w:val="22"/>
          <w:szCs w:val="22"/>
          <w:lang w:val="es-ES_tradnl"/>
        </w:rPr>
        <w:t xml:space="preserve">. </w:t>
      </w:r>
      <w:r w:rsidR="004A1B47" w:rsidRPr="00687DED">
        <w:rPr>
          <w:lang w:val="es-ES_tradnl"/>
        </w:rPr>
        <w:br/>
      </w:r>
    </w:p>
    <w:p w14:paraId="3CCE428B" w14:textId="5FC1B932" w:rsidR="003C5878" w:rsidRPr="00687DED" w:rsidRDefault="003C5878" w:rsidP="003C5878">
      <w:pPr>
        <w:spacing w:line="276" w:lineRule="auto"/>
        <w:rPr>
          <w:sz w:val="22"/>
          <w:szCs w:val="22"/>
          <w:lang w:val="es-ES_tradnl"/>
        </w:rPr>
      </w:pPr>
      <w:r w:rsidRPr="00687DED">
        <w:rPr>
          <w:sz w:val="22"/>
          <w:szCs w:val="22"/>
          <w:lang w:val="es-ES_tradnl"/>
        </w:rPr>
        <w:t xml:space="preserve">Jumbo, </w:t>
      </w:r>
      <w:r w:rsidR="007C64BA" w:rsidRPr="00687DED">
        <w:rPr>
          <w:sz w:val="22"/>
          <w:szCs w:val="22"/>
          <w:lang w:val="es-ES_tradnl"/>
        </w:rPr>
        <w:t>número</w:t>
      </w:r>
      <w:r w:rsidRPr="00687DED">
        <w:rPr>
          <w:sz w:val="22"/>
          <w:szCs w:val="22"/>
          <w:lang w:val="es-ES_tradnl"/>
        </w:rPr>
        <w:t xml:space="preserve"> </w:t>
      </w:r>
      <w:r w:rsidR="00B34870" w:rsidRPr="00687DED">
        <w:rPr>
          <w:sz w:val="22"/>
          <w:szCs w:val="22"/>
          <w:lang w:val="es-ES_tradnl"/>
        </w:rPr>
        <w:t xml:space="preserve">dos de la </w:t>
      </w:r>
      <w:r w:rsidR="007C64BA" w:rsidRPr="00687DED">
        <w:rPr>
          <w:sz w:val="22"/>
          <w:szCs w:val="22"/>
          <w:lang w:val="es-ES_tradnl"/>
        </w:rPr>
        <w:t>distribución</w:t>
      </w:r>
      <w:r w:rsidRPr="00687DED">
        <w:rPr>
          <w:sz w:val="22"/>
          <w:szCs w:val="22"/>
          <w:lang w:val="es-ES_tradnl"/>
        </w:rPr>
        <w:t xml:space="preserve"> </w:t>
      </w:r>
      <w:r w:rsidR="00B34870" w:rsidRPr="00687DED">
        <w:rPr>
          <w:sz w:val="22"/>
          <w:szCs w:val="22"/>
          <w:lang w:val="es-ES_tradnl"/>
        </w:rPr>
        <w:t>neerlandesa</w:t>
      </w:r>
      <w:r w:rsidRPr="00687DED">
        <w:rPr>
          <w:sz w:val="22"/>
          <w:szCs w:val="22"/>
          <w:lang w:val="es-ES_tradnl"/>
        </w:rPr>
        <w:t>, c</w:t>
      </w:r>
      <w:r w:rsidR="00B34870" w:rsidRPr="00687DED">
        <w:rPr>
          <w:sz w:val="22"/>
          <w:szCs w:val="22"/>
          <w:lang w:val="es-ES_tradnl"/>
        </w:rPr>
        <w:t xml:space="preserve">uenta con más de </w:t>
      </w:r>
      <w:r w:rsidRPr="00687DED">
        <w:rPr>
          <w:sz w:val="22"/>
          <w:szCs w:val="22"/>
          <w:lang w:val="es-ES_tradnl"/>
        </w:rPr>
        <w:t xml:space="preserve">700 </w:t>
      </w:r>
      <w:r w:rsidR="00B34870" w:rsidRPr="00687DED">
        <w:rPr>
          <w:sz w:val="22"/>
          <w:szCs w:val="22"/>
          <w:lang w:val="es-ES_tradnl"/>
        </w:rPr>
        <w:t>puntos de venta</w:t>
      </w:r>
      <w:r w:rsidRPr="00687DED">
        <w:rPr>
          <w:sz w:val="22"/>
          <w:szCs w:val="22"/>
          <w:lang w:val="es-ES_tradnl"/>
        </w:rPr>
        <w:t xml:space="preserve"> </w:t>
      </w:r>
      <w:r w:rsidR="00B34870" w:rsidRPr="00687DED">
        <w:rPr>
          <w:sz w:val="22"/>
          <w:szCs w:val="22"/>
          <w:lang w:val="es-ES_tradnl"/>
        </w:rPr>
        <w:t xml:space="preserve">en los países Bajos y </w:t>
      </w:r>
      <w:r w:rsidRPr="00687DED">
        <w:rPr>
          <w:sz w:val="22"/>
          <w:szCs w:val="22"/>
          <w:lang w:val="es-ES_tradnl"/>
        </w:rPr>
        <w:t xml:space="preserve">en </w:t>
      </w:r>
      <w:r w:rsidR="007C64BA" w:rsidRPr="00687DED">
        <w:rPr>
          <w:sz w:val="22"/>
          <w:szCs w:val="22"/>
          <w:lang w:val="es-ES_tradnl"/>
        </w:rPr>
        <w:t>Bélgica</w:t>
      </w:r>
      <w:r w:rsidRPr="00687DED">
        <w:rPr>
          <w:sz w:val="22"/>
          <w:szCs w:val="22"/>
          <w:lang w:val="es-ES_tradnl"/>
        </w:rPr>
        <w:t xml:space="preserve">. </w:t>
      </w:r>
      <w:r w:rsidR="00B34870" w:rsidRPr="00687DED">
        <w:rPr>
          <w:sz w:val="22"/>
          <w:szCs w:val="22"/>
          <w:lang w:val="es-ES_tradnl"/>
        </w:rPr>
        <w:t xml:space="preserve">Una de las prioridades de la empresa </w:t>
      </w:r>
      <w:r w:rsidR="002D53A1" w:rsidRPr="00687DED">
        <w:rPr>
          <w:sz w:val="22"/>
          <w:szCs w:val="22"/>
          <w:lang w:val="es-ES_tradnl"/>
        </w:rPr>
        <w:t xml:space="preserve">es </w:t>
      </w:r>
      <w:r w:rsidR="00B34870" w:rsidRPr="00687DED">
        <w:rPr>
          <w:sz w:val="22"/>
          <w:szCs w:val="22"/>
          <w:lang w:val="es-ES_tradnl"/>
        </w:rPr>
        <w:t>simplifica</w:t>
      </w:r>
      <w:r w:rsidR="002F0704" w:rsidRPr="00687DED">
        <w:rPr>
          <w:sz w:val="22"/>
          <w:szCs w:val="22"/>
          <w:lang w:val="es-ES_tradnl"/>
        </w:rPr>
        <w:t>r l</w:t>
      </w:r>
      <w:r w:rsidR="00B34870" w:rsidRPr="00687DED">
        <w:rPr>
          <w:sz w:val="22"/>
          <w:szCs w:val="22"/>
          <w:lang w:val="es-ES_tradnl"/>
        </w:rPr>
        <w:t xml:space="preserve">a </w:t>
      </w:r>
      <w:r w:rsidR="007C64BA" w:rsidRPr="00687DED">
        <w:rPr>
          <w:sz w:val="22"/>
          <w:szCs w:val="22"/>
          <w:lang w:val="es-ES_tradnl"/>
        </w:rPr>
        <w:t>experiencia</w:t>
      </w:r>
      <w:r w:rsidR="002F0704" w:rsidRPr="00687DED">
        <w:rPr>
          <w:sz w:val="22"/>
          <w:szCs w:val="22"/>
          <w:lang w:val="es-ES_tradnl"/>
        </w:rPr>
        <w:t xml:space="preserve"> de</w:t>
      </w:r>
      <w:r w:rsidR="00803D18" w:rsidRPr="00687DED">
        <w:rPr>
          <w:sz w:val="22"/>
          <w:szCs w:val="22"/>
          <w:lang w:val="es-ES_tradnl"/>
        </w:rPr>
        <w:t xml:space="preserve"> compra de </w:t>
      </w:r>
      <w:r w:rsidR="00B34870" w:rsidRPr="00687DED">
        <w:rPr>
          <w:sz w:val="22"/>
          <w:szCs w:val="22"/>
          <w:lang w:val="es-ES_tradnl"/>
        </w:rPr>
        <w:t xml:space="preserve">sus </w:t>
      </w:r>
      <w:r w:rsidR="002F0704" w:rsidRPr="00687DED">
        <w:rPr>
          <w:sz w:val="22"/>
          <w:szCs w:val="22"/>
          <w:lang w:val="es-ES_tradnl"/>
        </w:rPr>
        <w:t>client</w:t>
      </w:r>
      <w:r w:rsidR="00B34870" w:rsidRPr="00687DED">
        <w:rPr>
          <w:sz w:val="22"/>
          <w:szCs w:val="22"/>
          <w:lang w:val="es-ES_tradnl"/>
        </w:rPr>
        <w:t>e</w:t>
      </w:r>
      <w:r w:rsidR="002F0704" w:rsidRPr="00687DED">
        <w:rPr>
          <w:sz w:val="22"/>
          <w:szCs w:val="22"/>
          <w:lang w:val="es-ES_tradnl"/>
        </w:rPr>
        <w:t xml:space="preserve">s </w:t>
      </w:r>
      <w:r w:rsidR="00B34870" w:rsidRPr="00687DED">
        <w:rPr>
          <w:sz w:val="22"/>
          <w:szCs w:val="22"/>
          <w:lang w:val="es-ES_tradnl"/>
        </w:rPr>
        <w:t xml:space="preserve">en </w:t>
      </w:r>
      <w:r w:rsidR="00803D18" w:rsidRPr="00687DED">
        <w:rPr>
          <w:sz w:val="22"/>
          <w:szCs w:val="22"/>
          <w:lang w:val="es-ES_tradnl"/>
        </w:rPr>
        <w:t xml:space="preserve">los </w:t>
      </w:r>
      <w:r w:rsidR="00B34870" w:rsidRPr="00687DED">
        <w:rPr>
          <w:sz w:val="22"/>
          <w:szCs w:val="22"/>
          <w:lang w:val="es-ES_tradnl"/>
        </w:rPr>
        <w:t>supermercados de</w:t>
      </w:r>
      <w:r w:rsidR="007579D6" w:rsidRPr="00687DED">
        <w:rPr>
          <w:sz w:val="22"/>
          <w:szCs w:val="22"/>
          <w:lang w:val="es-ES_tradnl"/>
        </w:rPr>
        <w:t xml:space="preserve"> proximidad</w:t>
      </w:r>
      <w:r w:rsidR="002D53A1" w:rsidRPr="00687DED">
        <w:rPr>
          <w:sz w:val="22"/>
          <w:szCs w:val="22"/>
          <w:lang w:val="es-ES_tradnl"/>
        </w:rPr>
        <w:t>.</w:t>
      </w:r>
      <w:r w:rsidR="00F861ED" w:rsidRPr="00687DED">
        <w:rPr>
          <w:sz w:val="22"/>
          <w:szCs w:val="22"/>
          <w:lang w:val="es-ES_tradnl"/>
        </w:rPr>
        <w:t xml:space="preserve"> </w:t>
      </w:r>
      <w:r w:rsidR="007579D6" w:rsidRPr="00687DED">
        <w:rPr>
          <w:sz w:val="22"/>
          <w:szCs w:val="22"/>
          <w:lang w:val="es-ES_tradnl"/>
        </w:rPr>
        <w:t xml:space="preserve">El transportista </w:t>
      </w:r>
      <w:r w:rsidR="004A1B47" w:rsidRPr="00687DED">
        <w:rPr>
          <w:sz w:val="22"/>
          <w:szCs w:val="22"/>
          <w:lang w:val="es-ES_tradnl"/>
        </w:rPr>
        <w:t xml:space="preserve">SVZ </w:t>
      </w:r>
      <w:r w:rsidR="007579D6" w:rsidRPr="00687DED">
        <w:rPr>
          <w:sz w:val="22"/>
          <w:szCs w:val="22"/>
          <w:lang w:val="es-ES_tradnl"/>
        </w:rPr>
        <w:t xml:space="preserve">garantiza </w:t>
      </w:r>
      <w:r w:rsidR="00803D18" w:rsidRPr="00687DED">
        <w:rPr>
          <w:sz w:val="22"/>
          <w:szCs w:val="22"/>
          <w:lang w:val="es-ES_tradnl"/>
        </w:rPr>
        <w:t>el aprovisionamiento</w:t>
      </w:r>
      <w:r w:rsidR="007579D6" w:rsidRPr="00687DED">
        <w:rPr>
          <w:sz w:val="22"/>
          <w:szCs w:val="22"/>
          <w:lang w:val="es-ES_tradnl"/>
        </w:rPr>
        <w:t xml:space="preserve"> de productos frescos de los puntos de venta</w:t>
      </w:r>
      <w:r w:rsidR="004A1B47" w:rsidRPr="00687DED">
        <w:rPr>
          <w:sz w:val="22"/>
          <w:szCs w:val="22"/>
          <w:lang w:val="es-ES_tradnl"/>
        </w:rPr>
        <w:t xml:space="preserve"> de Jumbo </w:t>
      </w:r>
      <w:r w:rsidR="007579D6" w:rsidRPr="00687DED">
        <w:rPr>
          <w:sz w:val="22"/>
          <w:szCs w:val="22"/>
          <w:lang w:val="es-ES_tradnl"/>
        </w:rPr>
        <w:t xml:space="preserve">en </w:t>
      </w:r>
      <w:r w:rsidR="00803D18" w:rsidRPr="00687DED">
        <w:rPr>
          <w:sz w:val="22"/>
          <w:szCs w:val="22"/>
          <w:lang w:val="es-ES_tradnl"/>
        </w:rPr>
        <w:t>l</w:t>
      </w:r>
      <w:r w:rsidR="007579D6" w:rsidRPr="00687DED">
        <w:rPr>
          <w:sz w:val="22"/>
          <w:szCs w:val="22"/>
          <w:lang w:val="es-ES_tradnl"/>
        </w:rPr>
        <w:t>os Países Bajos</w:t>
      </w:r>
      <w:r w:rsidR="002D76FB" w:rsidRPr="00687DED">
        <w:rPr>
          <w:sz w:val="22"/>
          <w:szCs w:val="22"/>
          <w:lang w:val="es-ES_tradnl"/>
        </w:rPr>
        <w:t>.</w:t>
      </w:r>
    </w:p>
    <w:p w14:paraId="52AA566D" w14:textId="77777777" w:rsidR="002D76FB" w:rsidRPr="00687DED" w:rsidRDefault="002D76FB" w:rsidP="003C5878">
      <w:pPr>
        <w:spacing w:line="276" w:lineRule="auto"/>
        <w:rPr>
          <w:sz w:val="22"/>
          <w:szCs w:val="22"/>
          <w:lang w:val="es-ES_tradnl"/>
        </w:rPr>
      </w:pPr>
    </w:p>
    <w:p w14:paraId="0316C98F" w14:textId="036A9562" w:rsidR="00FC09A9" w:rsidRPr="00687DED" w:rsidRDefault="007579D6" w:rsidP="00362AA8">
      <w:pPr>
        <w:spacing w:line="276" w:lineRule="auto"/>
        <w:rPr>
          <w:sz w:val="22"/>
          <w:szCs w:val="22"/>
          <w:lang w:val="es-ES_tradnl"/>
        </w:rPr>
      </w:pPr>
      <w:r w:rsidRPr="00687DED">
        <w:rPr>
          <w:sz w:val="22"/>
          <w:szCs w:val="22"/>
          <w:lang w:val="es-ES_tradnl"/>
        </w:rPr>
        <w:t>El</w:t>
      </w:r>
      <w:r w:rsidR="00FC09A9" w:rsidRPr="00687DED">
        <w:rPr>
          <w:sz w:val="22"/>
          <w:szCs w:val="22"/>
          <w:lang w:val="es-ES_tradnl"/>
        </w:rPr>
        <w:t xml:space="preserve"> </w:t>
      </w:r>
      <w:r w:rsidR="00604612" w:rsidRPr="00687DED">
        <w:rPr>
          <w:sz w:val="22"/>
          <w:szCs w:val="22"/>
          <w:lang w:val="es-ES_tradnl"/>
        </w:rPr>
        <w:t>fabricante</w:t>
      </w:r>
      <w:r w:rsidR="00FC09A9" w:rsidRPr="00687DED">
        <w:rPr>
          <w:sz w:val="22"/>
          <w:szCs w:val="22"/>
          <w:lang w:val="es-ES_tradnl"/>
        </w:rPr>
        <w:t xml:space="preserve"> </w:t>
      </w:r>
      <w:r w:rsidRPr="00687DED">
        <w:rPr>
          <w:sz w:val="22"/>
          <w:szCs w:val="22"/>
          <w:lang w:val="es-ES_tradnl"/>
        </w:rPr>
        <w:t>y sus socios</w:t>
      </w:r>
      <w:r w:rsidR="00FC09A9" w:rsidRPr="00687DED">
        <w:rPr>
          <w:sz w:val="22"/>
          <w:szCs w:val="22"/>
          <w:lang w:val="es-ES_tradnl"/>
        </w:rPr>
        <w:t xml:space="preserve">, </w:t>
      </w:r>
      <w:r w:rsidR="00B22355" w:rsidRPr="00687DED">
        <w:rPr>
          <w:sz w:val="22"/>
          <w:szCs w:val="22"/>
          <w:lang w:val="es-ES_tradnl"/>
        </w:rPr>
        <w:t>a fin de limita</w:t>
      </w:r>
      <w:r w:rsidR="00FC09A9" w:rsidRPr="00687DED">
        <w:rPr>
          <w:sz w:val="22"/>
          <w:szCs w:val="22"/>
          <w:lang w:val="es-ES_tradnl"/>
        </w:rPr>
        <w:t xml:space="preserve">r </w:t>
      </w:r>
      <w:r w:rsidR="00B22355" w:rsidRPr="00687DED">
        <w:rPr>
          <w:sz w:val="22"/>
          <w:szCs w:val="22"/>
          <w:lang w:val="es-ES_tradnl"/>
        </w:rPr>
        <w:t xml:space="preserve">su </w:t>
      </w:r>
      <w:r w:rsidR="00FC09A9" w:rsidRPr="00687DED">
        <w:rPr>
          <w:sz w:val="22"/>
          <w:szCs w:val="22"/>
          <w:lang w:val="es-ES_tradnl"/>
        </w:rPr>
        <w:t>impact</w:t>
      </w:r>
      <w:r w:rsidR="00B22355" w:rsidRPr="00687DED">
        <w:rPr>
          <w:sz w:val="22"/>
          <w:szCs w:val="22"/>
          <w:lang w:val="es-ES_tradnl"/>
        </w:rPr>
        <w:t>o ambiental</w:t>
      </w:r>
      <w:r w:rsidR="00FC09A9" w:rsidRPr="00687DED">
        <w:rPr>
          <w:sz w:val="22"/>
          <w:szCs w:val="22"/>
          <w:lang w:val="es-ES_tradnl"/>
        </w:rPr>
        <w:t xml:space="preserve">, </w:t>
      </w:r>
      <w:r w:rsidR="00B22355" w:rsidRPr="00687DED">
        <w:rPr>
          <w:sz w:val="22"/>
          <w:szCs w:val="22"/>
          <w:lang w:val="es-ES_tradnl"/>
        </w:rPr>
        <w:t xml:space="preserve">han unido sus conocimientos para abordar las necesidades </w:t>
      </w:r>
      <w:r w:rsidR="00FC09A9" w:rsidRPr="00687DED">
        <w:rPr>
          <w:sz w:val="22"/>
          <w:szCs w:val="22"/>
          <w:lang w:val="es-ES_tradnl"/>
        </w:rPr>
        <w:t xml:space="preserve">de la </w:t>
      </w:r>
      <w:r w:rsidR="000C6999" w:rsidRPr="00687DED">
        <w:rPr>
          <w:sz w:val="22"/>
          <w:szCs w:val="22"/>
          <w:lang w:val="es-ES_tradnl"/>
        </w:rPr>
        <w:t>logística</w:t>
      </w:r>
      <w:r w:rsidR="00604612" w:rsidRPr="00687DED">
        <w:rPr>
          <w:sz w:val="22"/>
          <w:szCs w:val="22"/>
          <w:lang w:val="es-ES_tradnl"/>
        </w:rPr>
        <w:t xml:space="preserve"> urbana</w:t>
      </w:r>
      <w:r w:rsidR="00FC09A9" w:rsidRPr="00687DED">
        <w:rPr>
          <w:sz w:val="22"/>
          <w:szCs w:val="22"/>
          <w:lang w:val="es-ES_tradnl"/>
        </w:rPr>
        <w:t xml:space="preserve"> </w:t>
      </w:r>
      <w:r w:rsidR="00B22355" w:rsidRPr="00687DED">
        <w:rPr>
          <w:sz w:val="22"/>
          <w:szCs w:val="22"/>
          <w:lang w:val="es-ES_tradnl"/>
        </w:rPr>
        <w:t>y desarrollar un camión</w:t>
      </w:r>
      <w:r w:rsidR="00FC09A9" w:rsidRPr="00687DED">
        <w:rPr>
          <w:sz w:val="22"/>
          <w:szCs w:val="22"/>
          <w:lang w:val="es-ES_tradnl"/>
        </w:rPr>
        <w:t xml:space="preserve"> </w:t>
      </w:r>
      <w:r w:rsidR="00604612" w:rsidRPr="00687DED">
        <w:rPr>
          <w:sz w:val="22"/>
          <w:szCs w:val="22"/>
          <w:lang w:val="es-ES_tradnl"/>
        </w:rPr>
        <w:t xml:space="preserve">eléctrico </w:t>
      </w:r>
      <w:r w:rsidR="00FC09A9" w:rsidRPr="00687DED">
        <w:rPr>
          <w:sz w:val="22"/>
          <w:szCs w:val="22"/>
          <w:lang w:val="es-ES_tradnl"/>
        </w:rPr>
        <w:t>exp</w:t>
      </w:r>
      <w:r w:rsidR="002A2C5B" w:rsidRPr="00687DED">
        <w:rPr>
          <w:sz w:val="22"/>
          <w:szCs w:val="22"/>
          <w:lang w:val="es-ES_tradnl"/>
        </w:rPr>
        <w:t>e</w:t>
      </w:r>
      <w:r w:rsidR="00FC09A9" w:rsidRPr="00687DED">
        <w:rPr>
          <w:sz w:val="22"/>
          <w:szCs w:val="22"/>
          <w:lang w:val="es-ES_tradnl"/>
        </w:rPr>
        <w:t xml:space="preserve">rimental </w:t>
      </w:r>
      <w:r w:rsidR="00B34870" w:rsidRPr="00687DED">
        <w:rPr>
          <w:sz w:val="22"/>
          <w:szCs w:val="22"/>
          <w:lang w:val="es-ES_tradnl"/>
        </w:rPr>
        <w:t>urbano</w:t>
      </w:r>
      <w:r w:rsidR="00FC09A9" w:rsidRPr="00687DED">
        <w:rPr>
          <w:sz w:val="22"/>
          <w:szCs w:val="22"/>
          <w:lang w:val="es-ES_tradnl"/>
        </w:rPr>
        <w:t xml:space="preserve"> de 26 </w:t>
      </w:r>
      <w:r w:rsidR="00B22355" w:rsidRPr="00687DED">
        <w:rPr>
          <w:sz w:val="22"/>
          <w:szCs w:val="22"/>
          <w:lang w:val="es-ES_tradnl"/>
        </w:rPr>
        <w:t>toneladas</w:t>
      </w:r>
      <w:r w:rsidR="00FC09A9" w:rsidRPr="00687DED">
        <w:rPr>
          <w:sz w:val="22"/>
          <w:szCs w:val="22"/>
          <w:lang w:val="es-ES_tradnl"/>
        </w:rPr>
        <w:t xml:space="preserve"> </w:t>
      </w:r>
      <w:r w:rsidR="00B22355" w:rsidRPr="00687DED">
        <w:rPr>
          <w:sz w:val="22"/>
          <w:szCs w:val="22"/>
          <w:lang w:val="es-ES_tradnl"/>
        </w:rPr>
        <w:t>que pueda circula</w:t>
      </w:r>
      <w:r w:rsidR="00FC09A9" w:rsidRPr="00687DED">
        <w:rPr>
          <w:sz w:val="22"/>
          <w:szCs w:val="22"/>
          <w:lang w:val="es-ES_tradnl"/>
        </w:rPr>
        <w:t xml:space="preserve">r </w:t>
      </w:r>
      <w:r w:rsidR="00B22355" w:rsidRPr="00687DED">
        <w:rPr>
          <w:sz w:val="22"/>
          <w:szCs w:val="22"/>
          <w:lang w:val="es-ES_tradnl"/>
        </w:rPr>
        <w:t xml:space="preserve">por </w:t>
      </w:r>
      <w:r w:rsidR="0056369B">
        <w:rPr>
          <w:sz w:val="22"/>
          <w:szCs w:val="22"/>
          <w:lang w:val="es-ES_tradnl"/>
        </w:rPr>
        <w:t xml:space="preserve">las </w:t>
      </w:r>
      <w:r w:rsidR="00B22355" w:rsidRPr="00687DED">
        <w:rPr>
          <w:sz w:val="22"/>
          <w:szCs w:val="22"/>
          <w:lang w:val="es-ES_tradnl"/>
        </w:rPr>
        <w:t>zona</w:t>
      </w:r>
      <w:r w:rsidR="00FC09A9" w:rsidRPr="00687DED">
        <w:rPr>
          <w:sz w:val="22"/>
          <w:szCs w:val="22"/>
          <w:lang w:val="es-ES_tradnl"/>
        </w:rPr>
        <w:t xml:space="preserve">s </w:t>
      </w:r>
      <w:r w:rsidR="00B22355" w:rsidRPr="00687DED">
        <w:rPr>
          <w:sz w:val="22"/>
          <w:szCs w:val="22"/>
          <w:lang w:val="es-ES_tradnl"/>
        </w:rPr>
        <w:t>de bajas emisiones</w:t>
      </w:r>
      <w:r w:rsidR="00FC09A9" w:rsidRPr="00687DED">
        <w:rPr>
          <w:sz w:val="22"/>
          <w:szCs w:val="22"/>
          <w:lang w:val="es-ES_tradnl"/>
        </w:rPr>
        <w:t xml:space="preserve"> n</w:t>
      </w:r>
      <w:r w:rsidR="002A2C5B" w:rsidRPr="00687DED">
        <w:rPr>
          <w:sz w:val="22"/>
          <w:szCs w:val="22"/>
          <w:lang w:val="es-ES_tradnl"/>
        </w:rPr>
        <w:t>eerlandesas</w:t>
      </w:r>
      <w:r w:rsidR="00FC09A9" w:rsidRPr="00687DED">
        <w:rPr>
          <w:sz w:val="22"/>
          <w:szCs w:val="22"/>
          <w:lang w:val="es-ES_tradnl"/>
        </w:rPr>
        <w:t>.</w:t>
      </w:r>
    </w:p>
    <w:p w14:paraId="53815AA4" w14:textId="24617A6B" w:rsidR="002D76FB" w:rsidRPr="00687DED" w:rsidRDefault="002D76FB" w:rsidP="002D76FB">
      <w:pPr>
        <w:spacing w:line="276" w:lineRule="auto"/>
        <w:rPr>
          <w:sz w:val="22"/>
          <w:szCs w:val="22"/>
          <w:lang w:val="es-ES_tradnl"/>
        </w:rPr>
      </w:pPr>
      <w:r w:rsidRPr="00687DED">
        <w:rPr>
          <w:sz w:val="22"/>
          <w:szCs w:val="22"/>
          <w:lang w:val="es-ES_tradnl"/>
        </w:rPr>
        <w:lastRenderedPageBreak/>
        <w:t>A partir del 1 de enero de 2025, con miras a reducir las emisiones de CO</w:t>
      </w:r>
      <w:r w:rsidRPr="00687DED">
        <w:rPr>
          <w:sz w:val="22"/>
          <w:szCs w:val="22"/>
          <w:vertAlign w:val="subscript"/>
          <w:lang w:val="es-ES_tradnl"/>
        </w:rPr>
        <w:t>2</w:t>
      </w:r>
      <w:r w:rsidRPr="00687DED">
        <w:rPr>
          <w:sz w:val="22"/>
          <w:szCs w:val="22"/>
          <w:lang w:val="es-ES_tradnl"/>
        </w:rPr>
        <w:t xml:space="preserve"> en las ciudades, los Países Bajos podrán establecer zonas de bajas emisiones en las que solamente se podrá circular con vehículos descarbonizados.</w:t>
      </w:r>
    </w:p>
    <w:p w14:paraId="01F25105" w14:textId="77777777" w:rsidR="002D76FB" w:rsidRPr="00687DED" w:rsidRDefault="002D76FB" w:rsidP="00173F45">
      <w:pPr>
        <w:spacing w:line="276" w:lineRule="auto"/>
        <w:rPr>
          <w:rFonts w:ascii="Arial" w:hAnsi="Arial" w:cs="Arial"/>
          <w:sz w:val="22"/>
          <w:szCs w:val="22"/>
          <w:lang w:val="es-ES_tradnl"/>
        </w:rPr>
      </w:pPr>
    </w:p>
    <w:p w14:paraId="37201300" w14:textId="63575BE3" w:rsidR="004A1B47" w:rsidRPr="00687DED" w:rsidRDefault="002A2C5B" w:rsidP="00173F45">
      <w:pPr>
        <w:spacing w:line="276" w:lineRule="auto"/>
        <w:rPr>
          <w:sz w:val="22"/>
          <w:szCs w:val="22"/>
          <w:lang w:val="es-ES_tradnl"/>
        </w:rPr>
      </w:pPr>
      <w:r w:rsidRPr="00687DED">
        <w:rPr>
          <w:rFonts w:ascii="Arial" w:hAnsi="Arial" w:cs="Arial"/>
          <w:sz w:val="22"/>
          <w:szCs w:val="22"/>
          <w:lang w:val="es-ES_tradnl"/>
        </w:rPr>
        <w:t>A diferencia de la primera prueba</w:t>
      </w:r>
      <w:r w:rsidR="004A1B47" w:rsidRPr="00687DED">
        <w:rPr>
          <w:sz w:val="22"/>
          <w:szCs w:val="22"/>
          <w:lang w:val="es-ES_tradnl"/>
        </w:rPr>
        <w:t>,</w:t>
      </w:r>
      <w:r w:rsidR="004B684D" w:rsidRPr="00687DED">
        <w:rPr>
          <w:sz w:val="22"/>
          <w:szCs w:val="22"/>
          <w:lang w:val="es-ES_tradnl"/>
        </w:rPr>
        <w:t xml:space="preserve"> </w:t>
      </w:r>
      <w:r w:rsidRPr="00687DED">
        <w:rPr>
          <w:sz w:val="22"/>
          <w:szCs w:val="22"/>
          <w:lang w:val="es-ES_tradnl"/>
        </w:rPr>
        <w:t xml:space="preserve">llevada a cabo con </w:t>
      </w:r>
      <w:r w:rsidR="004B684D" w:rsidRPr="00687DED">
        <w:rPr>
          <w:sz w:val="22"/>
          <w:szCs w:val="22"/>
          <w:lang w:val="es-ES_tradnl"/>
        </w:rPr>
        <w:t xml:space="preserve">Geodis </w:t>
      </w:r>
      <w:r w:rsidRPr="00687DED">
        <w:rPr>
          <w:sz w:val="22"/>
          <w:szCs w:val="22"/>
          <w:lang w:val="es-ES_tradnl"/>
        </w:rPr>
        <w:t xml:space="preserve">para la </w:t>
      </w:r>
      <w:r w:rsidR="000C6999" w:rsidRPr="00687DED">
        <w:rPr>
          <w:sz w:val="22"/>
          <w:szCs w:val="22"/>
          <w:lang w:val="es-ES_tradnl"/>
        </w:rPr>
        <w:t>distribución</w:t>
      </w:r>
      <w:r w:rsidR="004B684D" w:rsidRPr="00687DED">
        <w:rPr>
          <w:sz w:val="22"/>
          <w:szCs w:val="22"/>
          <w:lang w:val="es-ES_tradnl"/>
        </w:rPr>
        <w:t xml:space="preserve"> </w:t>
      </w:r>
      <w:r w:rsidRPr="00687DED">
        <w:rPr>
          <w:sz w:val="22"/>
          <w:szCs w:val="22"/>
          <w:lang w:val="es-ES_tradnl"/>
        </w:rPr>
        <w:t>en caja seca</w:t>
      </w:r>
      <w:r w:rsidR="004B684D" w:rsidRPr="00687DED">
        <w:rPr>
          <w:sz w:val="22"/>
          <w:szCs w:val="22"/>
          <w:lang w:val="es-ES_tradnl"/>
        </w:rPr>
        <w:t xml:space="preserve">, </w:t>
      </w:r>
      <w:r w:rsidRPr="00687DED">
        <w:rPr>
          <w:sz w:val="22"/>
          <w:szCs w:val="22"/>
          <w:lang w:val="es-ES_tradnl"/>
        </w:rPr>
        <w:t xml:space="preserve">esta vez se </w:t>
      </w:r>
      <w:r w:rsidR="004E3D6C" w:rsidRPr="00687DED">
        <w:rPr>
          <w:sz w:val="22"/>
          <w:szCs w:val="22"/>
          <w:lang w:val="es-ES_tradnl"/>
        </w:rPr>
        <w:t>trata de distribución refrigerada</w:t>
      </w:r>
      <w:r w:rsidR="005F52AE">
        <w:rPr>
          <w:sz w:val="22"/>
          <w:szCs w:val="22"/>
          <w:lang w:val="es-ES_tradnl"/>
        </w:rPr>
        <w:t xml:space="preserve">, igualmente </w:t>
      </w:r>
      <w:r w:rsidR="004E3D6C" w:rsidRPr="00687DED">
        <w:rPr>
          <w:sz w:val="22"/>
          <w:szCs w:val="22"/>
          <w:lang w:val="es-ES_tradnl"/>
        </w:rPr>
        <w:t>silenciosa</w:t>
      </w:r>
      <w:r w:rsidRPr="00687DED">
        <w:rPr>
          <w:sz w:val="22"/>
          <w:szCs w:val="22"/>
          <w:lang w:val="es-ES_tradnl"/>
        </w:rPr>
        <w:t>, sin emisiones contaminantes y en toda seguridad</w:t>
      </w:r>
      <w:r w:rsidR="001D552B">
        <w:rPr>
          <w:sz w:val="22"/>
          <w:szCs w:val="22"/>
          <w:lang w:val="es-ES_tradnl"/>
        </w:rPr>
        <w:t>. D</w:t>
      </w:r>
      <w:r w:rsidR="001D552B" w:rsidRPr="00687DED">
        <w:rPr>
          <w:sz w:val="22"/>
          <w:szCs w:val="22"/>
          <w:lang w:val="es-ES_tradnl"/>
        </w:rPr>
        <w:t>urante los seis meses que durará la prueba</w:t>
      </w:r>
      <w:r w:rsidR="001D552B">
        <w:rPr>
          <w:sz w:val="22"/>
          <w:szCs w:val="22"/>
          <w:lang w:val="es-ES_tradnl"/>
        </w:rPr>
        <w:t xml:space="preserve">, se efectuarán trayectos desde </w:t>
      </w:r>
      <w:r w:rsidRPr="00687DED">
        <w:rPr>
          <w:sz w:val="22"/>
          <w:szCs w:val="22"/>
          <w:lang w:val="es-ES_tradnl"/>
        </w:rPr>
        <w:t xml:space="preserve">los almacenes hasta los supermercados </w:t>
      </w:r>
      <w:r w:rsidR="00DB5599" w:rsidRPr="00687DED">
        <w:rPr>
          <w:sz w:val="22"/>
          <w:szCs w:val="22"/>
          <w:lang w:val="es-ES_tradnl"/>
        </w:rPr>
        <w:t>Jumbo</w:t>
      </w:r>
      <w:r w:rsidR="00CF0662" w:rsidRPr="00687DED">
        <w:rPr>
          <w:sz w:val="22"/>
          <w:szCs w:val="22"/>
          <w:lang w:val="es-ES_tradnl"/>
        </w:rPr>
        <w:t xml:space="preserve"> </w:t>
      </w:r>
      <w:r w:rsidRPr="00687DED">
        <w:rPr>
          <w:sz w:val="22"/>
          <w:szCs w:val="22"/>
          <w:lang w:val="es-ES_tradnl"/>
        </w:rPr>
        <w:t xml:space="preserve">ubicados en el centro de </w:t>
      </w:r>
      <w:r w:rsidR="000C6999" w:rsidRPr="00687DED">
        <w:rPr>
          <w:sz w:val="22"/>
          <w:szCs w:val="22"/>
          <w:lang w:val="es-ES_tradnl"/>
        </w:rPr>
        <w:t>Ámsterdam</w:t>
      </w:r>
      <w:r w:rsidR="00B90E38" w:rsidRPr="00687DED">
        <w:rPr>
          <w:sz w:val="22"/>
          <w:szCs w:val="22"/>
          <w:lang w:val="es-ES_tradnl"/>
        </w:rPr>
        <w:t>.</w:t>
      </w:r>
    </w:p>
    <w:p w14:paraId="384F59F5" w14:textId="77777777" w:rsidR="00BF5977" w:rsidRPr="00687DED" w:rsidRDefault="00BF5977" w:rsidP="00173F45">
      <w:pPr>
        <w:spacing w:line="276" w:lineRule="auto"/>
        <w:rPr>
          <w:sz w:val="22"/>
          <w:szCs w:val="22"/>
          <w:lang w:val="es-ES_tradnl"/>
        </w:rPr>
      </w:pPr>
    </w:p>
    <w:p w14:paraId="7D075D32" w14:textId="77E28194" w:rsidR="00BF5977" w:rsidRPr="00687DED" w:rsidRDefault="002A2C5B" w:rsidP="00BF5977">
      <w:pPr>
        <w:spacing w:line="276" w:lineRule="auto"/>
        <w:rPr>
          <w:sz w:val="22"/>
          <w:szCs w:val="22"/>
          <w:lang w:val="es-ES_tradnl"/>
        </w:rPr>
      </w:pPr>
      <w:r w:rsidRPr="00687DED">
        <w:rPr>
          <w:rFonts w:cstheme="minorHAnsi"/>
          <w:sz w:val="22"/>
          <w:szCs w:val="22"/>
          <w:lang w:val="es-ES_tradnl"/>
        </w:rPr>
        <w:t>«</w:t>
      </w:r>
      <w:r w:rsidRPr="00687DED">
        <w:rPr>
          <w:sz w:val="22"/>
          <w:szCs w:val="22"/>
          <w:lang w:val="es-ES_tradnl"/>
        </w:rPr>
        <w:t xml:space="preserve">Esta exitosa asociación con </w:t>
      </w:r>
      <w:r w:rsidR="00BF5977" w:rsidRPr="00687DED">
        <w:rPr>
          <w:sz w:val="22"/>
          <w:szCs w:val="22"/>
          <w:lang w:val="es-ES_tradnl"/>
        </w:rPr>
        <w:t xml:space="preserve">Jumbo </w:t>
      </w:r>
      <w:r w:rsidRPr="00687DED">
        <w:rPr>
          <w:sz w:val="22"/>
          <w:szCs w:val="22"/>
          <w:lang w:val="es-ES_tradnl"/>
        </w:rPr>
        <w:t xml:space="preserve">y </w:t>
      </w:r>
      <w:r w:rsidR="00BF5977" w:rsidRPr="00687DED">
        <w:rPr>
          <w:sz w:val="22"/>
          <w:szCs w:val="22"/>
          <w:lang w:val="es-ES_tradnl"/>
        </w:rPr>
        <w:t>SVZ</w:t>
      </w:r>
      <w:r w:rsidR="00DD2DFF">
        <w:rPr>
          <w:sz w:val="22"/>
          <w:szCs w:val="22"/>
          <w:lang w:val="es-ES_tradnl"/>
        </w:rPr>
        <w:t>,</w:t>
      </w:r>
      <w:r w:rsidR="00BF5977" w:rsidRPr="00687DED">
        <w:rPr>
          <w:sz w:val="22"/>
          <w:szCs w:val="22"/>
          <w:lang w:val="es-ES_tradnl"/>
        </w:rPr>
        <w:t xml:space="preserve"> </w:t>
      </w:r>
      <w:r w:rsidRPr="00687DED">
        <w:rPr>
          <w:sz w:val="22"/>
          <w:szCs w:val="22"/>
          <w:lang w:val="es-ES_tradnl"/>
        </w:rPr>
        <w:t>basada en un proyecto innovador</w:t>
      </w:r>
      <w:r w:rsidR="00DD2DFF">
        <w:rPr>
          <w:sz w:val="22"/>
          <w:szCs w:val="22"/>
          <w:lang w:val="es-ES_tradnl"/>
        </w:rPr>
        <w:t>,</w:t>
      </w:r>
      <w:r w:rsidRPr="00687DED">
        <w:rPr>
          <w:sz w:val="22"/>
          <w:szCs w:val="22"/>
          <w:lang w:val="es-ES_tradnl"/>
        </w:rPr>
        <w:t xml:space="preserve"> demuestra el poder de la </w:t>
      </w:r>
      <w:r w:rsidR="000C6999" w:rsidRPr="00687DED">
        <w:rPr>
          <w:sz w:val="22"/>
          <w:szCs w:val="22"/>
          <w:lang w:val="es-ES_tradnl"/>
        </w:rPr>
        <w:t>colaboración</w:t>
      </w:r>
      <w:r w:rsidR="00BF5977" w:rsidRPr="00687DED">
        <w:rPr>
          <w:sz w:val="22"/>
          <w:szCs w:val="22"/>
          <w:lang w:val="es-ES_tradnl"/>
        </w:rPr>
        <w:t xml:space="preserve"> </w:t>
      </w:r>
      <w:r w:rsidRPr="00687DED">
        <w:rPr>
          <w:sz w:val="22"/>
          <w:szCs w:val="22"/>
          <w:lang w:val="es-ES_tradnl"/>
        </w:rPr>
        <w:t>a la hora de conseguir los objetivos de desarrollo sostenible</w:t>
      </w:r>
      <w:r w:rsidRPr="00687DED">
        <w:rPr>
          <w:rFonts w:cstheme="minorHAnsi"/>
          <w:sz w:val="22"/>
          <w:szCs w:val="22"/>
          <w:lang w:val="es-ES_tradnl"/>
        </w:rPr>
        <w:t>»</w:t>
      </w:r>
      <w:r w:rsidRPr="00687DED">
        <w:rPr>
          <w:sz w:val="22"/>
          <w:szCs w:val="22"/>
          <w:lang w:val="es-ES_tradnl"/>
        </w:rPr>
        <w:t>, explica Jérôme Berthelet, directo</w:t>
      </w:r>
      <w:r w:rsidR="00BF5977" w:rsidRPr="00687DED">
        <w:rPr>
          <w:sz w:val="22"/>
          <w:szCs w:val="22"/>
          <w:lang w:val="es-ES_tradnl"/>
        </w:rPr>
        <w:t xml:space="preserve">r </w:t>
      </w:r>
      <w:r w:rsidR="000C6999" w:rsidRPr="00687DED">
        <w:rPr>
          <w:sz w:val="22"/>
          <w:szCs w:val="22"/>
          <w:lang w:val="es-ES_tradnl"/>
        </w:rPr>
        <w:t>general</w:t>
      </w:r>
      <w:r w:rsidR="00BF5977" w:rsidRPr="00687DED">
        <w:rPr>
          <w:sz w:val="22"/>
          <w:szCs w:val="22"/>
          <w:lang w:val="es-ES_tradnl"/>
        </w:rPr>
        <w:t xml:space="preserve"> de Renault Trucks </w:t>
      </w:r>
      <w:r w:rsidRPr="00687DED">
        <w:rPr>
          <w:sz w:val="22"/>
          <w:szCs w:val="22"/>
          <w:lang w:val="es-ES_tradnl"/>
        </w:rPr>
        <w:t xml:space="preserve">en los </w:t>
      </w:r>
      <w:r w:rsidR="007579D6" w:rsidRPr="00687DED">
        <w:rPr>
          <w:sz w:val="22"/>
          <w:szCs w:val="22"/>
          <w:lang w:val="es-ES_tradnl"/>
        </w:rPr>
        <w:t>Países Bajos</w:t>
      </w:r>
      <w:r w:rsidR="00BF5977" w:rsidRPr="00687DED">
        <w:rPr>
          <w:sz w:val="22"/>
          <w:szCs w:val="22"/>
          <w:lang w:val="es-ES_tradnl"/>
        </w:rPr>
        <w:t xml:space="preserve">. </w:t>
      </w:r>
      <w:r w:rsidRPr="00687DED">
        <w:rPr>
          <w:rFonts w:cstheme="minorHAnsi"/>
          <w:sz w:val="22"/>
          <w:szCs w:val="22"/>
          <w:lang w:val="es-ES_tradnl"/>
        </w:rPr>
        <w:t>«</w:t>
      </w:r>
      <w:r w:rsidRPr="00687DED">
        <w:rPr>
          <w:sz w:val="22"/>
          <w:szCs w:val="22"/>
          <w:lang w:val="es-ES_tradnl"/>
        </w:rPr>
        <w:t xml:space="preserve">Nos animaba el mismo deseo de crear una </w:t>
      </w:r>
      <w:r w:rsidR="000C6999" w:rsidRPr="00687DED">
        <w:rPr>
          <w:sz w:val="22"/>
          <w:szCs w:val="22"/>
          <w:lang w:val="es-ES_tradnl"/>
        </w:rPr>
        <w:t>solución</w:t>
      </w:r>
      <w:r w:rsidR="00BF5977" w:rsidRPr="00687DED">
        <w:rPr>
          <w:sz w:val="22"/>
          <w:szCs w:val="22"/>
          <w:lang w:val="es-ES_tradnl"/>
        </w:rPr>
        <w:t xml:space="preserve"> </w:t>
      </w:r>
      <w:r w:rsidRPr="00687DED">
        <w:rPr>
          <w:sz w:val="22"/>
          <w:szCs w:val="22"/>
          <w:lang w:val="es-ES_tradnl"/>
        </w:rPr>
        <w:t>urbana</w:t>
      </w:r>
      <w:r w:rsidR="00BF5977" w:rsidRPr="00687DED">
        <w:rPr>
          <w:sz w:val="22"/>
          <w:szCs w:val="22"/>
          <w:lang w:val="es-ES_tradnl"/>
        </w:rPr>
        <w:t xml:space="preserve"> </w:t>
      </w:r>
      <w:r w:rsidRPr="00687DED">
        <w:rPr>
          <w:sz w:val="22"/>
          <w:szCs w:val="22"/>
          <w:lang w:val="es-ES_tradnl"/>
        </w:rPr>
        <w:t>con bajas emisiones de carbono</w:t>
      </w:r>
      <w:r w:rsidR="00BF5977" w:rsidRPr="00687DED">
        <w:rPr>
          <w:sz w:val="22"/>
          <w:szCs w:val="22"/>
          <w:lang w:val="es-ES_tradnl"/>
        </w:rPr>
        <w:t xml:space="preserve">. </w:t>
      </w:r>
      <w:r w:rsidRPr="00687DED">
        <w:rPr>
          <w:sz w:val="22"/>
          <w:szCs w:val="22"/>
          <w:lang w:val="es-ES_tradnl"/>
        </w:rPr>
        <w:t xml:space="preserve">El </w:t>
      </w:r>
      <w:r w:rsidR="000C6999" w:rsidRPr="00687DED">
        <w:rPr>
          <w:sz w:val="22"/>
          <w:szCs w:val="22"/>
          <w:lang w:val="es-ES_tradnl"/>
        </w:rPr>
        <w:t>hecho</w:t>
      </w:r>
      <w:r w:rsidRPr="00687DED">
        <w:rPr>
          <w:sz w:val="22"/>
          <w:szCs w:val="22"/>
          <w:lang w:val="es-ES_tradnl"/>
        </w:rPr>
        <w:t xml:space="preserve"> de llevar a cabo el </w:t>
      </w:r>
      <w:r w:rsidR="000C6999" w:rsidRPr="00687DED">
        <w:rPr>
          <w:sz w:val="22"/>
          <w:szCs w:val="22"/>
          <w:lang w:val="es-ES_tradnl"/>
        </w:rPr>
        <w:t>proyecto</w:t>
      </w:r>
      <w:r w:rsidRPr="00687DED">
        <w:rPr>
          <w:sz w:val="22"/>
          <w:szCs w:val="22"/>
          <w:lang w:val="es-ES_tradnl"/>
        </w:rPr>
        <w:t xml:space="preserve"> en </w:t>
      </w:r>
      <w:r w:rsidR="000C6999" w:rsidRPr="00687DED">
        <w:rPr>
          <w:sz w:val="22"/>
          <w:szCs w:val="22"/>
          <w:lang w:val="es-ES_tradnl"/>
        </w:rPr>
        <w:t>Ámsterdam</w:t>
      </w:r>
      <w:r w:rsidR="00BF5977" w:rsidRPr="00687DED">
        <w:rPr>
          <w:sz w:val="22"/>
          <w:szCs w:val="22"/>
          <w:lang w:val="es-ES_tradnl"/>
        </w:rPr>
        <w:t xml:space="preserve">, </w:t>
      </w:r>
      <w:r w:rsidRPr="00687DED">
        <w:rPr>
          <w:sz w:val="22"/>
          <w:szCs w:val="22"/>
          <w:lang w:val="es-ES_tradnl"/>
        </w:rPr>
        <w:t xml:space="preserve">ciudad pionera en materia de </w:t>
      </w:r>
      <w:r w:rsidR="000C6999" w:rsidRPr="00687DED">
        <w:rPr>
          <w:sz w:val="22"/>
          <w:szCs w:val="22"/>
          <w:lang w:val="es-ES_tradnl"/>
        </w:rPr>
        <w:t>gestión</w:t>
      </w:r>
      <w:r w:rsidR="00BF5977" w:rsidRPr="00687DED">
        <w:rPr>
          <w:sz w:val="22"/>
          <w:szCs w:val="22"/>
          <w:lang w:val="es-ES_tradnl"/>
        </w:rPr>
        <w:t xml:space="preserve"> </w:t>
      </w:r>
      <w:r w:rsidRPr="00687DED">
        <w:rPr>
          <w:sz w:val="22"/>
          <w:szCs w:val="22"/>
          <w:lang w:val="es-ES_tradnl"/>
        </w:rPr>
        <w:t>medioambiental</w:t>
      </w:r>
      <w:r w:rsidR="00BF5977" w:rsidRPr="00687DED">
        <w:rPr>
          <w:sz w:val="22"/>
          <w:szCs w:val="22"/>
          <w:lang w:val="es-ES_tradnl"/>
        </w:rPr>
        <w:t xml:space="preserve">, </w:t>
      </w:r>
      <w:r w:rsidR="000C6999" w:rsidRPr="00687DED">
        <w:rPr>
          <w:sz w:val="22"/>
          <w:szCs w:val="22"/>
          <w:lang w:val="es-ES_tradnl"/>
        </w:rPr>
        <w:t>agrega</w:t>
      </w:r>
      <w:r w:rsidRPr="00687DED">
        <w:rPr>
          <w:sz w:val="22"/>
          <w:szCs w:val="22"/>
          <w:lang w:val="es-ES_tradnl"/>
        </w:rPr>
        <w:t xml:space="preserve"> un valor </w:t>
      </w:r>
      <w:r w:rsidR="000C6999" w:rsidRPr="00687DED">
        <w:rPr>
          <w:sz w:val="22"/>
          <w:szCs w:val="22"/>
          <w:lang w:val="es-ES_tradnl"/>
        </w:rPr>
        <w:t>considerable</w:t>
      </w:r>
      <w:r w:rsidR="00BF5977" w:rsidRPr="00687DED">
        <w:rPr>
          <w:sz w:val="22"/>
          <w:szCs w:val="22"/>
          <w:lang w:val="es-ES_tradnl"/>
        </w:rPr>
        <w:t xml:space="preserve"> </w:t>
      </w:r>
      <w:r w:rsidR="00B82419" w:rsidRPr="00687DED">
        <w:rPr>
          <w:sz w:val="22"/>
          <w:szCs w:val="22"/>
          <w:lang w:val="es-ES_tradnl"/>
        </w:rPr>
        <w:t xml:space="preserve">a nuestra </w:t>
      </w:r>
      <w:r w:rsidR="000C6999" w:rsidRPr="00687DED">
        <w:rPr>
          <w:sz w:val="22"/>
          <w:szCs w:val="22"/>
          <w:lang w:val="es-ES_tradnl"/>
        </w:rPr>
        <w:t>iniciativa</w:t>
      </w:r>
      <w:r w:rsidR="00B82419" w:rsidRPr="00687DED">
        <w:rPr>
          <w:rFonts w:cstheme="minorHAnsi"/>
          <w:sz w:val="22"/>
          <w:szCs w:val="22"/>
          <w:lang w:val="es-ES_tradnl"/>
        </w:rPr>
        <w:t>»</w:t>
      </w:r>
      <w:r w:rsidR="00B82419" w:rsidRPr="00687DED">
        <w:rPr>
          <w:sz w:val="22"/>
          <w:szCs w:val="22"/>
          <w:lang w:val="es-ES_tradnl"/>
        </w:rPr>
        <w:t>.</w:t>
      </w:r>
    </w:p>
    <w:p w14:paraId="1E8F37B5" w14:textId="77777777" w:rsidR="00BF5977" w:rsidRPr="00687DED" w:rsidRDefault="00BF5977" w:rsidP="00BF5977">
      <w:pPr>
        <w:spacing w:line="276" w:lineRule="auto"/>
        <w:rPr>
          <w:sz w:val="22"/>
          <w:szCs w:val="22"/>
          <w:lang w:val="es-ES_tradnl"/>
        </w:rPr>
      </w:pPr>
    </w:p>
    <w:p w14:paraId="3ACF4FFF" w14:textId="1C5EC18A" w:rsidR="00F2569C" w:rsidRPr="00687DED" w:rsidRDefault="00F2569C" w:rsidP="00F2569C">
      <w:pPr>
        <w:spacing w:line="276" w:lineRule="auto"/>
        <w:rPr>
          <w:sz w:val="22"/>
          <w:szCs w:val="22"/>
          <w:lang w:val="es-ES_tradnl"/>
        </w:rPr>
      </w:pPr>
      <w:r w:rsidRPr="00687DED">
        <w:rPr>
          <w:sz w:val="22"/>
          <w:szCs w:val="22"/>
          <w:lang w:val="es-ES_tradnl"/>
        </w:rPr>
        <w:t>Wilko Maas, responsable d</w:t>
      </w:r>
      <w:r w:rsidR="005534F0" w:rsidRPr="00687DED">
        <w:rPr>
          <w:sz w:val="22"/>
          <w:szCs w:val="22"/>
          <w:lang w:val="es-ES_tradnl"/>
        </w:rPr>
        <w:t>e la flot</w:t>
      </w:r>
      <w:r w:rsidR="001B65FB" w:rsidRPr="00687DED">
        <w:rPr>
          <w:sz w:val="22"/>
          <w:szCs w:val="22"/>
          <w:lang w:val="es-ES_tradnl"/>
        </w:rPr>
        <w:t>a</w:t>
      </w:r>
      <w:r w:rsidR="005534F0" w:rsidRPr="00687DED">
        <w:rPr>
          <w:sz w:val="22"/>
          <w:szCs w:val="22"/>
          <w:lang w:val="es-ES_tradnl"/>
        </w:rPr>
        <w:t xml:space="preserve"> de camion</w:t>
      </w:r>
      <w:r w:rsidR="001B65FB" w:rsidRPr="00687DED">
        <w:rPr>
          <w:sz w:val="22"/>
          <w:szCs w:val="22"/>
          <w:lang w:val="es-ES_tradnl"/>
        </w:rPr>
        <w:t>e</w:t>
      </w:r>
      <w:r w:rsidR="005534F0" w:rsidRPr="00687DED">
        <w:rPr>
          <w:sz w:val="22"/>
          <w:szCs w:val="22"/>
          <w:lang w:val="es-ES_tradnl"/>
        </w:rPr>
        <w:t>s</w:t>
      </w:r>
      <w:r w:rsidRPr="00687DED">
        <w:rPr>
          <w:sz w:val="22"/>
          <w:szCs w:val="22"/>
          <w:lang w:val="es-ES_tradnl"/>
        </w:rPr>
        <w:t xml:space="preserve"> </w:t>
      </w:r>
      <w:r w:rsidR="005534F0" w:rsidRPr="00687DED">
        <w:rPr>
          <w:sz w:val="22"/>
          <w:szCs w:val="22"/>
          <w:lang w:val="es-ES_tradnl"/>
        </w:rPr>
        <w:t>de</w:t>
      </w:r>
      <w:r w:rsidR="00BC1608" w:rsidRPr="00687DED">
        <w:rPr>
          <w:sz w:val="22"/>
          <w:szCs w:val="22"/>
          <w:lang w:val="es-ES_tradnl"/>
        </w:rPr>
        <w:t xml:space="preserve"> la </w:t>
      </w:r>
      <w:r w:rsidR="001B65FB" w:rsidRPr="00687DED">
        <w:rPr>
          <w:sz w:val="22"/>
          <w:szCs w:val="22"/>
          <w:lang w:val="es-ES_tradnl"/>
        </w:rPr>
        <w:t xml:space="preserve">cadena de supermercados </w:t>
      </w:r>
      <w:r w:rsidRPr="00687DED">
        <w:rPr>
          <w:sz w:val="22"/>
          <w:szCs w:val="22"/>
          <w:lang w:val="es-ES_tradnl"/>
        </w:rPr>
        <w:t xml:space="preserve">Jumbo, </w:t>
      </w:r>
      <w:r w:rsidR="001B65FB" w:rsidRPr="00687DED">
        <w:rPr>
          <w:sz w:val="22"/>
          <w:szCs w:val="22"/>
          <w:lang w:val="es-ES_tradnl"/>
        </w:rPr>
        <w:t>continúa diciendo</w:t>
      </w:r>
      <w:r w:rsidRPr="00687DED">
        <w:rPr>
          <w:sz w:val="22"/>
          <w:szCs w:val="22"/>
          <w:lang w:val="es-ES_tradnl"/>
        </w:rPr>
        <w:t xml:space="preserve">: </w:t>
      </w:r>
      <w:r w:rsidR="001B65FB" w:rsidRPr="00687DED">
        <w:rPr>
          <w:rFonts w:cstheme="minorHAnsi"/>
          <w:sz w:val="22"/>
          <w:szCs w:val="22"/>
          <w:lang w:val="es-ES_tradnl"/>
        </w:rPr>
        <w:t>«</w:t>
      </w:r>
      <w:r w:rsidR="001B65FB" w:rsidRPr="00687DED">
        <w:rPr>
          <w:sz w:val="22"/>
          <w:szCs w:val="22"/>
          <w:lang w:val="es-ES_tradnl"/>
        </w:rPr>
        <w:t xml:space="preserve">En </w:t>
      </w:r>
      <w:r w:rsidRPr="00687DED">
        <w:rPr>
          <w:sz w:val="22"/>
          <w:szCs w:val="22"/>
          <w:lang w:val="es-ES_tradnl"/>
        </w:rPr>
        <w:t xml:space="preserve">Jumbo, </w:t>
      </w:r>
      <w:r w:rsidR="004E3D6C" w:rsidRPr="00687DED">
        <w:rPr>
          <w:sz w:val="22"/>
          <w:szCs w:val="22"/>
          <w:lang w:val="es-ES_tradnl"/>
        </w:rPr>
        <w:t xml:space="preserve">asumimos el </w:t>
      </w:r>
      <w:r w:rsidR="001B65FB" w:rsidRPr="00687DED">
        <w:rPr>
          <w:sz w:val="22"/>
          <w:szCs w:val="22"/>
          <w:lang w:val="es-ES_tradnl"/>
        </w:rPr>
        <w:t>comprom</w:t>
      </w:r>
      <w:r w:rsidR="004E3D6C" w:rsidRPr="00687DED">
        <w:rPr>
          <w:sz w:val="22"/>
          <w:szCs w:val="22"/>
          <w:lang w:val="es-ES_tradnl"/>
        </w:rPr>
        <w:t xml:space="preserve">iso de </w:t>
      </w:r>
      <w:r w:rsidR="002D76FB" w:rsidRPr="00687DED">
        <w:rPr>
          <w:sz w:val="22"/>
          <w:szCs w:val="22"/>
          <w:lang w:val="es-ES_tradnl"/>
        </w:rPr>
        <w:t xml:space="preserve">preservar la naturaleza </w:t>
      </w:r>
      <w:r w:rsidR="001B65FB" w:rsidRPr="00687DED">
        <w:rPr>
          <w:sz w:val="22"/>
          <w:szCs w:val="22"/>
          <w:lang w:val="es-ES_tradnl"/>
        </w:rPr>
        <w:t xml:space="preserve">y </w:t>
      </w:r>
      <w:r w:rsidR="002D76FB" w:rsidRPr="00687DED">
        <w:rPr>
          <w:sz w:val="22"/>
          <w:szCs w:val="22"/>
          <w:lang w:val="es-ES_tradnl"/>
        </w:rPr>
        <w:t>reducir</w:t>
      </w:r>
      <w:r w:rsidR="001B65FB" w:rsidRPr="00687DED">
        <w:rPr>
          <w:sz w:val="22"/>
          <w:szCs w:val="22"/>
          <w:lang w:val="es-ES_tradnl"/>
        </w:rPr>
        <w:t xml:space="preserve"> </w:t>
      </w:r>
      <w:r w:rsidR="002D76FB" w:rsidRPr="00687DED">
        <w:rPr>
          <w:sz w:val="22"/>
          <w:szCs w:val="22"/>
          <w:lang w:val="es-ES_tradnl"/>
        </w:rPr>
        <w:t>nuestro impacto ambiental</w:t>
      </w:r>
      <w:r w:rsidRPr="00687DED">
        <w:rPr>
          <w:sz w:val="22"/>
          <w:szCs w:val="22"/>
          <w:lang w:val="es-ES_tradnl"/>
        </w:rPr>
        <w:t xml:space="preserve">. </w:t>
      </w:r>
      <w:r w:rsidR="00291A8C" w:rsidRPr="00687DED">
        <w:rPr>
          <w:sz w:val="22"/>
          <w:szCs w:val="22"/>
          <w:lang w:val="es-ES_tradnl"/>
        </w:rPr>
        <w:t>Nuestro objetivo es alcanzar la neutralidad de carbono de aquí a 2030. Nuestra misión diaria es aprovisionar las tiendas y hacer repartos a los clientes. Nos esforzamos continuamente por minimizar el consumo de energía y reducir nuestra huella de carbono. Por ello, nos entusiasma la idea de</w:t>
      </w:r>
      <w:r w:rsidR="001B65FB" w:rsidRPr="00687DED">
        <w:rPr>
          <w:sz w:val="22"/>
          <w:szCs w:val="22"/>
          <w:lang w:val="es-ES_tradnl"/>
        </w:rPr>
        <w:t xml:space="preserve"> participar en el desarrollo </w:t>
      </w:r>
      <w:r w:rsidRPr="00687DED">
        <w:rPr>
          <w:sz w:val="22"/>
          <w:szCs w:val="22"/>
          <w:lang w:val="es-ES_tradnl"/>
        </w:rPr>
        <w:t>d</w:t>
      </w:r>
      <w:r w:rsidR="001B65FB" w:rsidRPr="00687DED">
        <w:rPr>
          <w:sz w:val="22"/>
          <w:szCs w:val="22"/>
          <w:lang w:val="es-ES_tradnl"/>
        </w:rPr>
        <w:t xml:space="preserve">e </w:t>
      </w:r>
      <w:r w:rsidRPr="00687DED">
        <w:rPr>
          <w:sz w:val="22"/>
          <w:szCs w:val="22"/>
          <w:lang w:val="es-ES_tradnl"/>
        </w:rPr>
        <w:t xml:space="preserve">un </w:t>
      </w:r>
      <w:r w:rsidR="00495024" w:rsidRPr="00687DED">
        <w:rPr>
          <w:sz w:val="22"/>
          <w:szCs w:val="22"/>
          <w:lang w:val="es-ES_tradnl"/>
        </w:rPr>
        <w:t>camión</w:t>
      </w:r>
      <w:r w:rsidRPr="00687DED">
        <w:rPr>
          <w:sz w:val="22"/>
          <w:szCs w:val="22"/>
          <w:lang w:val="es-ES_tradnl"/>
        </w:rPr>
        <w:t xml:space="preserve"> </w:t>
      </w:r>
      <w:r w:rsidR="00604612" w:rsidRPr="00687DED">
        <w:rPr>
          <w:sz w:val="22"/>
          <w:szCs w:val="22"/>
          <w:lang w:val="es-ES_tradnl"/>
        </w:rPr>
        <w:t xml:space="preserve">eléctrico </w:t>
      </w:r>
      <w:r w:rsidR="00291A8C" w:rsidRPr="00687DED">
        <w:rPr>
          <w:sz w:val="22"/>
          <w:szCs w:val="22"/>
          <w:lang w:val="es-ES_tradnl"/>
        </w:rPr>
        <w:t>para las entregas de último kilómetro en el centro de las ciudades. Esperamos que</w:t>
      </w:r>
      <w:r w:rsidR="00DC31E1" w:rsidRPr="00687DED">
        <w:rPr>
          <w:sz w:val="22"/>
          <w:szCs w:val="22"/>
          <w:lang w:val="es-ES_tradnl"/>
        </w:rPr>
        <w:t xml:space="preserve">, como Ámsterdam, </w:t>
      </w:r>
      <w:r w:rsidR="00291A8C" w:rsidRPr="00687DED">
        <w:rPr>
          <w:sz w:val="22"/>
          <w:szCs w:val="22"/>
          <w:lang w:val="es-ES_tradnl"/>
        </w:rPr>
        <w:t>cada vez más ciudades</w:t>
      </w:r>
      <w:r w:rsidR="00085C57">
        <w:rPr>
          <w:sz w:val="22"/>
          <w:szCs w:val="22"/>
          <w:lang w:val="es-ES_tradnl"/>
        </w:rPr>
        <w:t xml:space="preserve"> </w:t>
      </w:r>
      <w:r w:rsidR="00291A8C" w:rsidRPr="00687DED">
        <w:rPr>
          <w:sz w:val="22"/>
          <w:szCs w:val="22"/>
          <w:lang w:val="es-ES_tradnl"/>
        </w:rPr>
        <w:t xml:space="preserve">creen </w:t>
      </w:r>
      <w:r w:rsidR="001B65FB" w:rsidRPr="00687DED">
        <w:rPr>
          <w:sz w:val="22"/>
          <w:szCs w:val="22"/>
          <w:lang w:val="es-ES_tradnl"/>
        </w:rPr>
        <w:t>zona</w:t>
      </w:r>
      <w:r w:rsidR="00291A8C" w:rsidRPr="00687DED">
        <w:rPr>
          <w:sz w:val="22"/>
          <w:szCs w:val="22"/>
          <w:lang w:val="es-ES_tradnl"/>
        </w:rPr>
        <w:t>s</w:t>
      </w:r>
      <w:r w:rsidRPr="00687DED">
        <w:rPr>
          <w:sz w:val="22"/>
          <w:szCs w:val="22"/>
          <w:lang w:val="es-ES_tradnl"/>
        </w:rPr>
        <w:t xml:space="preserve"> </w:t>
      </w:r>
      <w:r w:rsidR="001B65FB" w:rsidRPr="00687DED">
        <w:rPr>
          <w:sz w:val="22"/>
          <w:szCs w:val="22"/>
          <w:lang w:val="es-ES_tradnl"/>
        </w:rPr>
        <w:t xml:space="preserve">de </w:t>
      </w:r>
      <w:r w:rsidR="00B22355" w:rsidRPr="00687DED">
        <w:rPr>
          <w:sz w:val="22"/>
          <w:szCs w:val="22"/>
          <w:lang w:val="es-ES_tradnl"/>
        </w:rPr>
        <w:t>bajas emisiones</w:t>
      </w:r>
      <w:r w:rsidR="00291A8C" w:rsidRPr="00687DED">
        <w:rPr>
          <w:sz w:val="22"/>
          <w:szCs w:val="22"/>
          <w:lang w:val="es-ES_tradnl"/>
        </w:rPr>
        <w:t xml:space="preserve"> de aquí a 2025. La distribución del último kilómetro será esencial para continuar aprovisionando nuestras tiendas de la manera más segura y menos contaminante posible El proyecto </w:t>
      </w:r>
      <w:r w:rsidR="0011024E" w:rsidRPr="00687DED">
        <w:rPr>
          <w:sz w:val="22"/>
          <w:szCs w:val="22"/>
          <w:lang w:val="es-ES_tradnl"/>
        </w:rPr>
        <w:t>Oxygen nos aportará</w:t>
      </w:r>
      <w:r w:rsidR="00291A8C" w:rsidRPr="00687DED">
        <w:rPr>
          <w:sz w:val="22"/>
          <w:szCs w:val="22"/>
          <w:lang w:val="es-ES_tradnl"/>
        </w:rPr>
        <w:t xml:space="preserve"> la experiencia necesaria para prepararnos para el futuro</w:t>
      </w:r>
      <w:r w:rsidR="00495024" w:rsidRPr="00687DED">
        <w:rPr>
          <w:sz w:val="22"/>
          <w:szCs w:val="22"/>
          <w:lang w:val="es-ES_tradnl"/>
        </w:rPr>
        <w:t>»</w:t>
      </w:r>
      <w:r w:rsidR="001B65FB" w:rsidRPr="00687DED">
        <w:rPr>
          <w:sz w:val="22"/>
          <w:szCs w:val="22"/>
          <w:lang w:val="es-ES_tradnl"/>
        </w:rPr>
        <w:t>.</w:t>
      </w:r>
    </w:p>
    <w:p w14:paraId="298B9DB1" w14:textId="77777777" w:rsidR="00495024" w:rsidRPr="00687DED" w:rsidRDefault="00495024" w:rsidP="00F2569C">
      <w:pPr>
        <w:spacing w:line="276" w:lineRule="auto"/>
        <w:rPr>
          <w:sz w:val="22"/>
          <w:szCs w:val="22"/>
          <w:lang w:val="es-ES_tradnl"/>
        </w:rPr>
      </w:pPr>
    </w:p>
    <w:p w14:paraId="5EEFB147" w14:textId="77F1A605" w:rsidR="00FE5098" w:rsidRPr="00687DED" w:rsidRDefault="00495024" w:rsidP="00173F45">
      <w:pPr>
        <w:spacing w:line="276" w:lineRule="auto"/>
        <w:rPr>
          <w:sz w:val="22"/>
          <w:szCs w:val="22"/>
          <w:lang w:val="es-ES_tradnl"/>
        </w:rPr>
      </w:pPr>
      <w:r w:rsidRPr="00687DED">
        <w:rPr>
          <w:sz w:val="22"/>
          <w:szCs w:val="22"/>
          <w:lang w:val="es-ES_tradnl"/>
        </w:rPr>
        <w:t>Erwin Keizer, directo</w:t>
      </w:r>
      <w:r w:rsidR="00C15667" w:rsidRPr="00687DED">
        <w:rPr>
          <w:sz w:val="22"/>
          <w:szCs w:val="22"/>
          <w:lang w:val="es-ES_tradnl"/>
        </w:rPr>
        <w:t>r financier</w:t>
      </w:r>
      <w:r w:rsidRPr="00687DED">
        <w:rPr>
          <w:sz w:val="22"/>
          <w:szCs w:val="22"/>
          <w:lang w:val="es-ES_tradnl"/>
        </w:rPr>
        <w:t>o</w:t>
      </w:r>
      <w:r w:rsidR="00C15667" w:rsidRPr="00687DED">
        <w:rPr>
          <w:sz w:val="22"/>
          <w:szCs w:val="22"/>
          <w:lang w:val="es-ES_tradnl"/>
        </w:rPr>
        <w:t xml:space="preserve"> de SVZ, </w:t>
      </w:r>
      <w:r w:rsidR="00440666" w:rsidRPr="00687DED">
        <w:rPr>
          <w:sz w:val="22"/>
          <w:szCs w:val="22"/>
          <w:lang w:val="es-ES_tradnl"/>
        </w:rPr>
        <w:t>especialista</w:t>
      </w:r>
      <w:r w:rsidRPr="00687DED">
        <w:rPr>
          <w:sz w:val="22"/>
          <w:szCs w:val="22"/>
          <w:lang w:val="es-ES_tradnl"/>
        </w:rPr>
        <w:t xml:space="preserve"> de</w:t>
      </w:r>
      <w:r w:rsidR="00C15667" w:rsidRPr="00687DED">
        <w:rPr>
          <w:sz w:val="22"/>
          <w:szCs w:val="22"/>
          <w:lang w:val="es-ES_tradnl"/>
        </w:rPr>
        <w:t xml:space="preserve"> </w:t>
      </w:r>
      <w:r w:rsidR="00440666" w:rsidRPr="00687DED">
        <w:rPr>
          <w:sz w:val="22"/>
          <w:szCs w:val="22"/>
          <w:lang w:val="es-ES_tradnl"/>
        </w:rPr>
        <w:t>soluciones</w:t>
      </w:r>
      <w:r w:rsidR="00C15667" w:rsidRPr="00687DED">
        <w:rPr>
          <w:sz w:val="22"/>
          <w:szCs w:val="22"/>
          <w:lang w:val="es-ES_tradnl"/>
        </w:rPr>
        <w:t xml:space="preserve"> de transport</w:t>
      </w:r>
      <w:r w:rsidRPr="00687DED">
        <w:rPr>
          <w:sz w:val="22"/>
          <w:szCs w:val="22"/>
          <w:lang w:val="es-ES_tradnl"/>
        </w:rPr>
        <w:t>e</w:t>
      </w:r>
      <w:r w:rsidR="00C15667" w:rsidRPr="00687DED">
        <w:rPr>
          <w:sz w:val="22"/>
          <w:szCs w:val="22"/>
          <w:lang w:val="es-ES_tradnl"/>
        </w:rPr>
        <w:t xml:space="preserve"> </w:t>
      </w:r>
      <w:r w:rsidR="00B34870" w:rsidRPr="00687DED">
        <w:rPr>
          <w:sz w:val="22"/>
          <w:szCs w:val="22"/>
          <w:lang w:val="es-ES_tradnl"/>
        </w:rPr>
        <w:t>urbano</w:t>
      </w:r>
      <w:r w:rsidR="00C15667" w:rsidRPr="00687DED">
        <w:rPr>
          <w:sz w:val="22"/>
          <w:szCs w:val="22"/>
          <w:lang w:val="es-ES_tradnl"/>
        </w:rPr>
        <w:t xml:space="preserve">, </w:t>
      </w:r>
      <w:r w:rsidRPr="00687DED">
        <w:rPr>
          <w:sz w:val="22"/>
          <w:szCs w:val="22"/>
          <w:lang w:val="es-ES_tradnl"/>
        </w:rPr>
        <w:t xml:space="preserve">expresa su </w:t>
      </w:r>
      <w:r w:rsidR="00440666" w:rsidRPr="00687DED">
        <w:rPr>
          <w:sz w:val="22"/>
          <w:szCs w:val="22"/>
          <w:lang w:val="es-ES_tradnl"/>
        </w:rPr>
        <w:t>satisfacción</w:t>
      </w:r>
      <w:r w:rsidRPr="00687DED">
        <w:rPr>
          <w:sz w:val="22"/>
          <w:szCs w:val="22"/>
          <w:lang w:val="es-ES_tradnl"/>
        </w:rPr>
        <w:t xml:space="preserve"> por este</w:t>
      </w:r>
      <w:r w:rsidR="00AB062C" w:rsidRPr="00687DED">
        <w:rPr>
          <w:sz w:val="22"/>
          <w:szCs w:val="22"/>
          <w:lang w:val="es-ES_tradnl"/>
        </w:rPr>
        <w:t xml:space="preserve"> paso</w:t>
      </w:r>
      <w:r w:rsidR="00C15667" w:rsidRPr="00687DED">
        <w:rPr>
          <w:sz w:val="22"/>
          <w:szCs w:val="22"/>
          <w:lang w:val="es-ES_tradnl"/>
        </w:rPr>
        <w:t xml:space="preserve">: </w:t>
      </w:r>
      <w:r w:rsidRPr="00687DED">
        <w:rPr>
          <w:rFonts w:cstheme="minorHAnsi"/>
          <w:sz w:val="22"/>
          <w:szCs w:val="22"/>
          <w:lang w:val="es-ES_tradnl"/>
        </w:rPr>
        <w:t>«</w:t>
      </w:r>
      <w:r w:rsidRPr="00687DED">
        <w:rPr>
          <w:sz w:val="22"/>
          <w:szCs w:val="22"/>
          <w:lang w:val="es-ES_tradnl"/>
        </w:rPr>
        <w:t xml:space="preserve">En </w:t>
      </w:r>
      <w:r w:rsidR="00C15667" w:rsidRPr="00687DED">
        <w:rPr>
          <w:sz w:val="22"/>
          <w:szCs w:val="22"/>
          <w:lang w:val="es-ES_tradnl"/>
        </w:rPr>
        <w:t xml:space="preserve">SVZ, </w:t>
      </w:r>
      <w:r w:rsidRPr="00687DED">
        <w:rPr>
          <w:sz w:val="22"/>
          <w:szCs w:val="22"/>
          <w:lang w:val="es-ES_tradnl"/>
        </w:rPr>
        <w:t xml:space="preserve">tenemos el compromiso </w:t>
      </w:r>
      <w:r w:rsidR="00440666" w:rsidRPr="00687DED">
        <w:rPr>
          <w:sz w:val="22"/>
          <w:szCs w:val="22"/>
          <w:lang w:val="es-ES_tradnl"/>
        </w:rPr>
        <w:t>de</w:t>
      </w:r>
      <w:r w:rsidRPr="00687DED">
        <w:rPr>
          <w:sz w:val="22"/>
          <w:szCs w:val="22"/>
          <w:lang w:val="es-ES_tradnl"/>
        </w:rPr>
        <w:t xml:space="preserve"> ayudar a nuestros </w:t>
      </w:r>
      <w:r w:rsidR="00C15667" w:rsidRPr="00687DED">
        <w:rPr>
          <w:sz w:val="22"/>
          <w:szCs w:val="22"/>
          <w:lang w:val="es-ES_tradnl"/>
        </w:rPr>
        <w:t>client</w:t>
      </w:r>
      <w:r w:rsidRPr="00687DED">
        <w:rPr>
          <w:sz w:val="22"/>
          <w:szCs w:val="22"/>
          <w:lang w:val="es-ES_tradnl"/>
        </w:rPr>
        <w:t>e</w:t>
      </w:r>
      <w:r w:rsidR="00C15667" w:rsidRPr="00687DED">
        <w:rPr>
          <w:sz w:val="22"/>
          <w:szCs w:val="22"/>
          <w:lang w:val="es-ES_tradnl"/>
        </w:rPr>
        <w:t xml:space="preserve">s </w:t>
      </w:r>
      <w:r w:rsidRPr="00687DED">
        <w:rPr>
          <w:sz w:val="22"/>
          <w:szCs w:val="22"/>
          <w:lang w:val="es-ES_tradnl"/>
        </w:rPr>
        <w:t xml:space="preserve">a </w:t>
      </w:r>
      <w:r w:rsidR="00440666" w:rsidRPr="00687DED">
        <w:rPr>
          <w:sz w:val="22"/>
          <w:szCs w:val="22"/>
          <w:lang w:val="es-ES_tradnl"/>
        </w:rPr>
        <w:t>avanzar</w:t>
      </w:r>
      <w:r w:rsidR="00C15667" w:rsidRPr="00687DED">
        <w:rPr>
          <w:sz w:val="22"/>
          <w:szCs w:val="22"/>
          <w:lang w:val="es-ES_tradnl"/>
        </w:rPr>
        <w:t xml:space="preserve">. </w:t>
      </w:r>
      <w:r w:rsidR="00440666" w:rsidRPr="00687DED">
        <w:rPr>
          <w:sz w:val="22"/>
          <w:szCs w:val="22"/>
          <w:lang w:val="es-ES_tradnl"/>
        </w:rPr>
        <w:t>Con el camión</w:t>
      </w:r>
      <w:r w:rsidR="00C15667" w:rsidRPr="00687DED">
        <w:rPr>
          <w:sz w:val="22"/>
          <w:szCs w:val="22"/>
          <w:lang w:val="es-ES_tradnl"/>
        </w:rPr>
        <w:t xml:space="preserve"> Oxygen, </w:t>
      </w:r>
      <w:r w:rsidR="00440666" w:rsidRPr="00687DED">
        <w:rPr>
          <w:sz w:val="22"/>
          <w:szCs w:val="22"/>
          <w:lang w:val="es-ES_tradnl"/>
        </w:rPr>
        <w:t xml:space="preserve">damos un paso más hacia el futuro del transporte </w:t>
      </w:r>
      <w:r w:rsidR="00B22355" w:rsidRPr="00687DED">
        <w:rPr>
          <w:sz w:val="22"/>
          <w:szCs w:val="22"/>
          <w:lang w:val="es-ES_tradnl"/>
        </w:rPr>
        <w:t>de bajas emisiones</w:t>
      </w:r>
      <w:r w:rsidR="0011024E" w:rsidRPr="00687DED">
        <w:rPr>
          <w:sz w:val="22"/>
          <w:szCs w:val="22"/>
          <w:lang w:val="es-ES_tradnl"/>
        </w:rPr>
        <w:t>,</w:t>
      </w:r>
      <w:r w:rsidR="00C15667" w:rsidRPr="00687DED">
        <w:rPr>
          <w:sz w:val="22"/>
          <w:szCs w:val="22"/>
          <w:lang w:val="es-ES_tradnl"/>
        </w:rPr>
        <w:t xml:space="preserve"> </w:t>
      </w:r>
      <w:r w:rsidR="00440666" w:rsidRPr="00687DED">
        <w:rPr>
          <w:sz w:val="22"/>
          <w:szCs w:val="22"/>
          <w:lang w:val="es-ES_tradnl"/>
        </w:rPr>
        <w:t>creando un medio más seguro de entregar las mercancías</w:t>
      </w:r>
      <w:r w:rsidR="00440666" w:rsidRPr="00687DED">
        <w:rPr>
          <w:rFonts w:cstheme="minorHAnsi"/>
          <w:sz w:val="22"/>
          <w:szCs w:val="22"/>
          <w:lang w:val="es-ES_tradnl"/>
        </w:rPr>
        <w:t>»</w:t>
      </w:r>
      <w:r w:rsidR="00440666" w:rsidRPr="00687DED">
        <w:rPr>
          <w:sz w:val="22"/>
          <w:szCs w:val="22"/>
          <w:lang w:val="es-ES_tradnl"/>
        </w:rPr>
        <w:t>.</w:t>
      </w:r>
    </w:p>
    <w:p w14:paraId="4D269A14" w14:textId="77777777" w:rsidR="00D50ADC" w:rsidRPr="00687DED" w:rsidRDefault="00D50ADC" w:rsidP="00173F45">
      <w:pPr>
        <w:spacing w:line="276" w:lineRule="auto"/>
        <w:rPr>
          <w:sz w:val="22"/>
          <w:szCs w:val="22"/>
          <w:lang w:val="es-ES_tradnl"/>
        </w:rPr>
      </w:pPr>
    </w:p>
    <w:p w14:paraId="3F7CFEEE" w14:textId="023F367F" w:rsidR="00173F45" w:rsidRPr="00687DED" w:rsidRDefault="00440666" w:rsidP="00173F45">
      <w:pPr>
        <w:spacing w:line="276" w:lineRule="auto"/>
        <w:rPr>
          <w:sz w:val="22"/>
          <w:szCs w:val="22"/>
          <w:lang w:val="es-ES_tradnl"/>
        </w:rPr>
      </w:pPr>
      <w:r w:rsidRPr="00687DED">
        <w:rPr>
          <w:sz w:val="22"/>
          <w:szCs w:val="22"/>
          <w:lang w:val="es-ES_tradnl"/>
        </w:rPr>
        <w:t>Este</w:t>
      </w:r>
      <w:r w:rsidR="003312FF" w:rsidRPr="00687DED">
        <w:rPr>
          <w:sz w:val="22"/>
          <w:szCs w:val="22"/>
          <w:lang w:val="es-ES_tradnl"/>
        </w:rPr>
        <w:t xml:space="preserve"> camió</w:t>
      </w:r>
      <w:r w:rsidR="00173F45" w:rsidRPr="00687DED">
        <w:rPr>
          <w:sz w:val="22"/>
          <w:szCs w:val="22"/>
          <w:lang w:val="es-ES_tradnl"/>
        </w:rPr>
        <w:t xml:space="preserve">n </w:t>
      </w:r>
      <w:r w:rsidR="006174C9" w:rsidRPr="00687DED">
        <w:rPr>
          <w:sz w:val="22"/>
          <w:szCs w:val="22"/>
          <w:lang w:val="es-ES_tradnl"/>
        </w:rPr>
        <w:t>prototipo</w:t>
      </w:r>
      <w:r w:rsidR="00D1278C" w:rsidRPr="00687DED">
        <w:rPr>
          <w:sz w:val="22"/>
          <w:szCs w:val="22"/>
          <w:lang w:val="es-ES_tradnl"/>
        </w:rPr>
        <w:t xml:space="preserve"> </w:t>
      </w:r>
      <w:r w:rsidRPr="00687DED">
        <w:rPr>
          <w:sz w:val="22"/>
          <w:szCs w:val="22"/>
          <w:lang w:val="es-ES_tradnl"/>
        </w:rPr>
        <w:t xml:space="preserve">se ha construido en la fábrica de </w:t>
      </w:r>
      <w:r w:rsidR="00173F45" w:rsidRPr="00687DED">
        <w:rPr>
          <w:sz w:val="22"/>
          <w:szCs w:val="22"/>
          <w:lang w:val="es-ES_tradnl"/>
        </w:rPr>
        <w:t xml:space="preserve">Renault Trucks </w:t>
      </w:r>
      <w:r w:rsidRPr="00687DED">
        <w:rPr>
          <w:sz w:val="22"/>
          <w:szCs w:val="22"/>
          <w:lang w:val="es-ES_tradnl"/>
        </w:rPr>
        <w:t xml:space="preserve">en </w:t>
      </w:r>
      <w:r w:rsidR="00173F45" w:rsidRPr="00687DED">
        <w:rPr>
          <w:sz w:val="22"/>
          <w:szCs w:val="22"/>
          <w:lang w:val="es-ES_tradnl"/>
        </w:rPr>
        <w:t xml:space="preserve">Blainville-sur-Orne, </w:t>
      </w:r>
      <w:r w:rsidRPr="00687DED">
        <w:rPr>
          <w:sz w:val="22"/>
          <w:szCs w:val="22"/>
          <w:lang w:val="es-ES_tradnl"/>
        </w:rPr>
        <w:t xml:space="preserve">primera </w:t>
      </w:r>
      <w:r w:rsidR="004E0673">
        <w:rPr>
          <w:sz w:val="22"/>
          <w:szCs w:val="22"/>
          <w:lang w:val="es-ES_tradnl"/>
        </w:rPr>
        <w:t>planta</w:t>
      </w:r>
      <w:r w:rsidRPr="00687DED">
        <w:rPr>
          <w:sz w:val="22"/>
          <w:szCs w:val="22"/>
          <w:lang w:val="es-ES_tradnl"/>
        </w:rPr>
        <w:t xml:space="preserve"> </w:t>
      </w:r>
      <w:r w:rsidR="00173F45" w:rsidRPr="00687DED">
        <w:rPr>
          <w:sz w:val="22"/>
          <w:szCs w:val="22"/>
          <w:lang w:val="es-ES_tradnl"/>
        </w:rPr>
        <w:t>europ</w:t>
      </w:r>
      <w:r w:rsidRPr="00687DED">
        <w:rPr>
          <w:sz w:val="22"/>
          <w:szCs w:val="22"/>
          <w:lang w:val="es-ES_tradnl"/>
        </w:rPr>
        <w:t xml:space="preserve">ea en </w:t>
      </w:r>
      <w:r w:rsidR="004E0673">
        <w:rPr>
          <w:sz w:val="22"/>
          <w:szCs w:val="22"/>
          <w:lang w:val="es-ES_tradnl"/>
        </w:rPr>
        <w:t xml:space="preserve">fabricar </w:t>
      </w:r>
      <w:r w:rsidR="00173F45" w:rsidRPr="00687DED">
        <w:rPr>
          <w:sz w:val="22"/>
          <w:szCs w:val="22"/>
          <w:lang w:val="es-ES_tradnl"/>
        </w:rPr>
        <w:t>camion</w:t>
      </w:r>
      <w:r w:rsidRPr="00687DED">
        <w:rPr>
          <w:sz w:val="22"/>
          <w:szCs w:val="22"/>
          <w:lang w:val="es-ES_tradnl"/>
        </w:rPr>
        <w:t>e</w:t>
      </w:r>
      <w:r w:rsidR="00173F45" w:rsidRPr="00687DED">
        <w:rPr>
          <w:sz w:val="22"/>
          <w:szCs w:val="22"/>
          <w:lang w:val="es-ES_tradnl"/>
        </w:rPr>
        <w:t xml:space="preserve">s </w:t>
      </w:r>
      <w:r w:rsidR="00604612" w:rsidRPr="00687DED">
        <w:rPr>
          <w:sz w:val="22"/>
          <w:szCs w:val="22"/>
          <w:lang w:val="es-ES_tradnl"/>
        </w:rPr>
        <w:t>eléctrico</w:t>
      </w:r>
      <w:r w:rsidR="00173F45" w:rsidRPr="00687DED">
        <w:rPr>
          <w:sz w:val="22"/>
          <w:szCs w:val="22"/>
          <w:lang w:val="es-ES_tradnl"/>
        </w:rPr>
        <w:t>s en s</w:t>
      </w:r>
      <w:r w:rsidRPr="00687DED">
        <w:rPr>
          <w:sz w:val="22"/>
          <w:szCs w:val="22"/>
          <w:lang w:val="es-ES_tradnl"/>
        </w:rPr>
        <w:t>e</w:t>
      </w:r>
      <w:r w:rsidR="00173F45" w:rsidRPr="00687DED">
        <w:rPr>
          <w:sz w:val="22"/>
          <w:szCs w:val="22"/>
          <w:lang w:val="es-ES_tradnl"/>
        </w:rPr>
        <w:t>rie de</w:t>
      </w:r>
      <w:r w:rsidRPr="00687DED">
        <w:rPr>
          <w:sz w:val="22"/>
          <w:szCs w:val="22"/>
          <w:lang w:val="es-ES_tradnl"/>
        </w:rPr>
        <w:t>sde 2020.</w:t>
      </w:r>
    </w:p>
    <w:p w14:paraId="394CBD7D" w14:textId="77777777" w:rsidR="00173F45" w:rsidRPr="00687DED" w:rsidRDefault="00173F45" w:rsidP="00173F45">
      <w:pPr>
        <w:spacing w:line="276" w:lineRule="auto"/>
        <w:rPr>
          <w:sz w:val="22"/>
          <w:szCs w:val="22"/>
          <w:lang w:val="es-ES_tradnl"/>
        </w:rPr>
      </w:pPr>
    </w:p>
    <w:p w14:paraId="6BBF368A" w14:textId="77777777" w:rsidR="00986139" w:rsidRPr="00687DED" w:rsidRDefault="00986139" w:rsidP="00173F45">
      <w:pPr>
        <w:spacing w:line="276" w:lineRule="auto"/>
        <w:rPr>
          <w:sz w:val="22"/>
          <w:szCs w:val="22"/>
          <w:lang w:val="es-ES_tradnl"/>
        </w:rPr>
      </w:pPr>
    </w:p>
    <w:p w14:paraId="4BE48107" w14:textId="24A935F7" w:rsidR="00173F45" w:rsidRPr="00687DED" w:rsidRDefault="00BD500E" w:rsidP="00BD500E">
      <w:pPr>
        <w:pStyle w:val="ListParagraph"/>
        <w:numPr>
          <w:ilvl w:val="0"/>
          <w:numId w:val="22"/>
        </w:numPr>
        <w:spacing w:line="276" w:lineRule="auto"/>
        <w:rPr>
          <w:b/>
          <w:bCs/>
          <w:sz w:val="24"/>
          <w:szCs w:val="24"/>
          <w:lang w:val="es-ES_tradnl"/>
        </w:rPr>
      </w:pPr>
      <w:r w:rsidRPr="00687DED">
        <w:rPr>
          <w:b/>
          <w:bCs/>
          <w:sz w:val="24"/>
          <w:szCs w:val="24"/>
          <w:lang w:val="es-ES_tradnl"/>
        </w:rPr>
        <w:t xml:space="preserve">Un </w:t>
      </w:r>
      <w:r w:rsidR="00B34870" w:rsidRPr="00687DED">
        <w:rPr>
          <w:b/>
          <w:bCs/>
          <w:sz w:val="24"/>
          <w:szCs w:val="24"/>
          <w:lang w:val="es-ES_tradnl"/>
        </w:rPr>
        <w:t>vehículo</w:t>
      </w:r>
      <w:r w:rsidR="00173F45" w:rsidRPr="00687DED">
        <w:rPr>
          <w:b/>
          <w:bCs/>
          <w:sz w:val="24"/>
          <w:szCs w:val="24"/>
          <w:lang w:val="es-ES_tradnl"/>
        </w:rPr>
        <w:t xml:space="preserve"> adapt</w:t>
      </w:r>
      <w:r w:rsidR="003312FF" w:rsidRPr="00687DED">
        <w:rPr>
          <w:b/>
          <w:bCs/>
          <w:sz w:val="24"/>
          <w:szCs w:val="24"/>
          <w:lang w:val="es-ES_tradnl"/>
        </w:rPr>
        <w:t>ado</w:t>
      </w:r>
      <w:r w:rsidR="00173F45" w:rsidRPr="00687DED">
        <w:rPr>
          <w:b/>
          <w:bCs/>
          <w:sz w:val="24"/>
          <w:szCs w:val="24"/>
          <w:lang w:val="es-ES_tradnl"/>
        </w:rPr>
        <w:t xml:space="preserve"> </w:t>
      </w:r>
      <w:r w:rsidR="003312FF" w:rsidRPr="00687DED">
        <w:rPr>
          <w:b/>
          <w:bCs/>
          <w:sz w:val="24"/>
          <w:szCs w:val="24"/>
          <w:lang w:val="es-ES_tradnl"/>
        </w:rPr>
        <w:t xml:space="preserve">a las limitaciones y usos </w:t>
      </w:r>
      <w:r w:rsidR="00173F45" w:rsidRPr="00687DED">
        <w:rPr>
          <w:b/>
          <w:bCs/>
          <w:sz w:val="24"/>
          <w:szCs w:val="24"/>
          <w:lang w:val="es-ES_tradnl"/>
        </w:rPr>
        <w:t xml:space="preserve">de la </w:t>
      </w:r>
      <w:r w:rsidR="004A1B47" w:rsidRPr="00687DED">
        <w:rPr>
          <w:b/>
          <w:bCs/>
          <w:sz w:val="24"/>
          <w:szCs w:val="24"/>
          <w:lang w:val="es-ES_tradnl"/>
        </w:rPr>
        <w:t>distribu</w:t>
      </w:r>
      <w:r w:rsidR="001A3E59" w:rsidRPr="00687DED">
        <w:rPr>
          <w:b/>
          <w:bCs/>
          <w:sz w:val="24"/>
          <w:szCs w:val="24"/>
          <w:lang w:val="es-ES_tradnl"/>
        </w:rPr>
        <w:t>c</w:t>
      </w:r>
      <w:r w:rsidR="004A1B47" w:rsidRPr="00687DED">
        <w:rPr>
          <w:b/>
          <w:bCs/>
          <w:sz w:val="24"/>
          <w:szCs w:val="24"/>
          <w:lang w:val="es-ES_tradnl"/>
        </w:rPr>
        <w:t>i</w:t>
      </w:r>
      <w:r w:rsidR="001A3E59" w:rsidRPr="00687DED">
        <w:rPr>
          <w:b/>
          <w:bCs/>
          <w:sz w:val="24"/>
          <w:szCs w:val="24"/>
          <w:lang w:val="es-ES_tradnl"/>
        </w:rPr>
        <w:t>ó</w:t>
      </w:r>
      <w:r w:rsidR="004A1B47" w:rsidRPr="00687DED">
        <w:rPr>
          <w:b/>
          <w:bCs/>
          <w:sz w:val="24"/>
          <w:szCs w:val="24"/>
          <w:lang w:val="es-ES_tradnl"/>
        </w:rPr>
        <w:t>n</w:t>
      </w:r>
      <w:r w:rsidR="00173F45" w:rsidRPr="00687DED">
        <w:rPr>
          <w:b/>
          <w:bCs/>
          <w:sz w:val="24"/>
          <w:szCs w:val="24"/>
          <w:lang w:val="es-ES_tradnl"/>
        </w:rPr>
        <w:t xml:space="preserve"> </w:t>
      </w:r>
      <w:r w:rsidR="003312FF" w:rsidRPr="00687DED">
        <w:rPr>
          <w:b/>
          <w:bCs/>
          <w:sz w:val="24"/>
          <w:szCs w:val="24"/>
          <w:lang w:val="es-ES_tradnl"/>
        </w:rPr>
        <w:t>urbana</w:t>
      </w:r>
    </w:p>
    <w:p w14:paraId="1836C46F" w14:textId="77777777" w:rsidR="00173F45" w:rsidRPr="00687DED" w:rsidRDefault="00173F45" w:rsidP="00173F45">
      <w:pPr>
        <w:spacing w:line="276" w:lineRule="auto"/>
        <w:rPr>
          <w:color w:val="FF0000"/>
          <w:sz w:val="28"/>
          <w:szCs w:val="28"/>
          <w:lang w:val="es-ES_tradnl"/>
        </w:rPr>
      </w:pPr>
    </w:p>
    <w:p w14:paraId="081A9677" w14:textId="0F4A4637" w:rsidR="00173F45" w:rsidRPr="00687DED" w:rsidRDefault="009F40E8" w:rsidP="00173F45">
      <w:pPr>
        <w:spacing w:line="276" w:lineRule="auto"/>
        <w:rPr>
          <w:sz w:val="22"/>
          <w:szCs w:val="22"/>
          <w:lang w:val="es-ES_tradnl"/>
        </w:rPr>
      </w:pPr>
      <w:r w:rsidRPr="00687DED">
        <w:rPr>
          <w:sz w:val="22"/>
          <w:szCs w:val="22"/>
          <w:lang w:val="es-ES_tradnl"/>
        </w:rPr>
        <w:t xml:space="preserve">Oxygen ha sido desarrollado por </w:t>
      </w:r>
      <w:r w:rsidR="005E538A" w:rsidRPr="00687DED">
        <w:rPr>
          <w:sz w:val="22"/>
          <w:szCs w:val="22"/>
          <w:lang w:val="es-ES_tradnl"/>
        </w:rPr>
        <w:t xml:space="preserve">Renault Trucks junto a </w:t>
      </w:r>
      <w:r w:rsidR="001E7292" w:rsidRPr="00687DED">
        <w:rPr>
          <w:sz w:val="22"/>
          <w:szCs w:val="22"/>
          <w:lang w:val="es-ES_tradnl"/>
        </w:rPr>
        <w:t xml:space="preserve">otros </w:t>
      </w:r>
      <w:r w:rsidRPr="00687DED">
        <w:rPr>
          <w:sz w:val="22"/>
          <w:szCs w:val="22"/>
          <w:lang w:val="es-ES_tradnl"/>
        </w:rPr>
        <w:t>17 socios</w:t>
      </w:r>
      <w:r w:rsidR="00173F45" w:rsidRPr="00687DED">
        <w:rPr>
          <w:sz w:val="22"/>
          <w:szCs w:val="22"/>
          <w:lang w:val="es-ES_tradnl"/>
        </w:rPr>
        <w:t>.</w:t>
      </w:r>
      <w:r w:rsidR="00AC576B" w:rsidRPr="00687DED">
        <w:rPr>
          <w:sz w:val="22"/>
          <w:szCs w:val="22"/>
          <w:lang w:val="es-ES_tradnl"/>
        </w:rPr>
        <w:t xml:space="preserve"> </w:t>
      </w:r>
      <w:r w:rsidR="005E538A" w:rsidRPr="00687DED">
        <w:rPr>
          <w:sz w:val="22"/>
          <w:szCs w:val="22"/>
          <w:lang w:val="es-ES_tradnl"/>
        </w:rPr>
        <w:t>Se ha concebido para circular por zonas urbana</w:t>
      </w:r>
      <w:r w:rsidR="00173F45" w:rsidRPr="00687DED">
        <w:rPr>
          <w:sz w:val="22"/>
          <w:szCs w:val="22"/>
          <w:lang w:val="es-ES_tradnl"/>
        </w:rPr>
        <w:t>s</w:t>
      </w:r>
      <w:r w:rsidR="001E7292" w:rsidRPr="00687DED">
        <w:rPr>
          <w:sz w:val="22"/>
          <w:szCs w:val="22"/>
          <w:lang w:val="es-ES_tradnl"/>
        </w:rPr>
        <w:t>,</w:t>
      </w:r>
      <w:r w:rsidR="00173F45" w:rsidRPr="00687DED">
        <w:rPr>
          <w:sz w:val="22"/>
          <w:szCs w:val="22"/>
          <w:lang w:val="es-ES_tradnl"/>
        </w:rPr>
        <w:t xml:space="preserve"> int</w:t>
      </w:r>
      <w:r w:rsidR="005E538A" w:rsidRPr="00687DED">
        <w:rPr>
          <w:sz w:val="22"/>
          <w:szCs w:val="22"/>
          <w:lang w:val="es-ES_tradnl"/>
        </w:rPr>
        <w:t xml:space="preserve">egrando seguridad, </w:t>
      </w:r>
      <w:r w:rsidR="00A13FAA" w:rsidRPr="00687DED">
        <w:rPr>
          <w:sz w:val="22"/>
          <w:szCs w:val="22"/>
          <w:lang w:val="es-ES_tradnl"/>
        </w:rPr>
        <w:t xml:space="preserve">confort </w:t>
      </w:r>
      <w:r w:rsidR="005E538A" w:rsidRPr="00687DED">
        <w:rPr>
          <w:sz w:val="22"/>
          <w:szCs w:val="22"/>
          <w:lang w:val="es-ES_tradnl"/>
        </w:rPr>
        <w:t>y modernidad</w:t>
      </w:r>
      <w:r w:rsidR="00002603" w:rsidRPr="00687DED">
        <w:rPr>
          <w:sz w:val="22"/>
          <w:szCs w:val="22"/>
          <w:lang w:val="es-ES_tradnl"/>
        </w:rPr>
        <w:t>:</w:t>
      </w:r>
    </w:p>
    <w:p w14:paraId="17B20706" w14:textId="77777777" w:rsidR="00173F45" w:rsidRPr="00687DED" w:rsidRDefault="00173F45" w:rsidP="00173F45">
      <w:pPr>
        <w:spacing w:line="276" w:lineRule="auto"/>
        <w:rPr>
          <w:sz w:val="20"/>
          <w:lang w:val="es-ES_tradnl"/>
        </w:rPr>
      </w:pPr>
    </w:p>
    <w:p w14:paraId="2BA0D30C" w14:textId="0A3A064B" w:rsidR="005E3188" w:rsidRPr="00687DED" w:rsidRDefault="001A3E59" w:rsidP="005E3188">
      <w:pPr>
        <w:pStyle w:val="ListParagraph"/>
        <w:numPr>
          <w:ilvl w:val="0"/>
          <w:numId w:val="23"/>
        </w:numPr>
        <w:spacing w:line="276" w:lineRule="auto"/>
        <w:ind w:left="360"/>
        <w:rPr>
          <w:sz w:val="22"/>
          <w:szCs w:val="22"/>
          <w:lang w:val="es-ES_tradnl"/>
        </w:rPr>
      </w:pPr>
      <w:r w:rsidRPr="00687DED">
        <w:rPr>
          <w:sz w:val="22"/>
          <w:szCs w:val="22"/>
          <w:lang w:val="es-ES_tradnl"/>
        </w:rPr>
        <w:lastRenderedPageBreak/>
        <w:t>A fin de aumentar la visibilidad</w:t>
      </w:r>
      <w:r w:rsidR="002A1A8E" w:rsidRPr="00687DED">
        <w:rPr>
          <w:sz w:val="22"/>
          <w:szCs w:val="22"/>
          <w:lang w:val="es-ES_tradnl"/>
        </w:rPr>
        <w:t xml:space="preserve"> </w:t>
      </w:r>
      <w:r w:rsidRPr="00687DED">
        <w:rPr>
          <w:sz w:val="22"/>
          <w:szCs w:val="22"/>
          <w:lang w:val="es-ES_tradnl"/>
        </w:rPr>
        <w:t>y la seguridad</w:t>
      </w:r>
      <w:r w:rsidR="009D6F6F" w:rsidRPr="00687DED">
        <w:rPr>
          <w:sz w:val="22"/>
          <w:szCs w:val="22"/>
          <w:lang w:val="es-ES_tradnl"/>
        </w:rPr>
        <w:t>,</w:t>
      </w:r>
      <w:r w:rsidR="00CF798C" w:rsidRPr="00687DED">
        <w:rPr>
          <w:sz w:val="22"/>
          <w:szCs w:val="22"/>
          <w:lang w:val="es-ES_tradnl"/>
        </w:rPr>
        <w:t xml:space="preserve"> </w:t>
      </w:r>
      <w:r w:rsidR="00670F8D" w:rsidRPr="00687DED">
        <w:rPr>
          <w:sz w:val="22"/>
          <w:szCs w:val="22"/>
          <w:lang w:val="es-ES_tradnl"/>
        </w:rPr>
        <w:t xml:space="preserve">Oxygen </w:t>
      </w:r>
      <w:r w:rsidRPr="00687DED">
        <w:rPr>
          <w:sz w:val="22"/>
          <w:szCs w:val="22"/>
          <w:lang w:val="es-ES_tradnl"/>
        </w:rPr>
        <w:t xml:space="preserve">cuenta con una cabina rebajada y un amplio parabrisas </w:t>
      </w:r>
      <w:r w:rsidR="00CF798C" w:rsidRPr="00687DED">
        <w:rPr>
          <w:sz w:val="22"/>
          <w:szCs w:val="22"/>
          <w:lang w:val="es-ES_tradnl"/>
        </w:rPr>
        <w:t>qu</w:t>
      </w:r>
      <w:r w:rsidRPr="00687DED">
        <w:rPr>
          <w:sz w:val="22"/>
          <w:szCs w:val="22"/>
          <w:lang w:val="es-ES_tradnl"/>
        </w:rPr>
        <w:t>e ofrecen al conducto</w:t>
      </w:r>
      <w:r w:rsidR="00262AAA" w:rsidRPr="00687DED">
        <w:rPr>
          <w:sz w:val="22"/>
          <w:szCs w:val="22"/>
          <w:lang w:val="es-ES_tradnl"/>
        </w:rPr>
        <w:t>r</w:t>
      </w:r>
      <w:r w:rsidR="00173F45" w:rsidRPr="00687DED">
        <w:rPr>
          <w:sz w:val="22"/>
          <w:szCs w:val="22"/>
          <w:lang w:val="es-ES_tradnl"/>
        </w:rPr>
        <w:t xml:space="preserve"> un</w:t>
      </w:r>
      <w:r w:rsidRPr="00687DED">
        <w:rPr>
          <w:sz w:val="22"/>
          <w:szCs w:val="22"/>
          <w:lang w:val="es-ES_tradnl"/>
        </w:rPr>
        <w:t xml:space="preserve">a </w:t>
      </w:r>
      <w:r w:rsidR="001E7292" w:rsidRPr="00687DED">
        <w:rPr>
          <w:sz w:val="22"/>
          <w:szCs w:val="22"/>
          <w:lang w:val="es-ES_tradnl"/>
        </w:rPr>
        <w:t xml:space="preserve">excelente </w:t>
      </w:r>
      <w:r w:rsidRPr="00687DED">
        <w:rPr>
          <w:sz w:val="22"/>
          <w:szCs w:val="22"/>
          <w:lang w:val="es-ES_tradnl"/>
        </w:rPr>
        <w:t>visión directa</w:t>
      </w:r>
      <w:r w:rsidR="00906C5F" w:rsidRPr="00687DED">
        <w:rPr>
          <w:sz w:val="22"/>
          <w:szCs w:val="22"/>
          <w:lang w:val="es-ES_tradnl"/>
        </w:rPr>
        <w:t xml:space="preserve"> </w:t>
      </w:r>
      <w:r w:rsidR="001E7292" w:rsidRPr="00687DED">
        <w:rPr>
          <w:sz w:val="22"/>
          <w:szCs w:val="22"/>
          <w:lang w:val="es-ES_tradnl"/>
        </w:rPr>
        <w:t xml:space="preserve">a </w:t>
      </w:r>
      <w:r w:rsidRPr="00687DED">
        <w:rPr>
          <w:sz w:val="22"/>
          <w:szCs w:val="22"/>
          <w:lang w:val="es-ES_tradnl"/>
        </w:rPr>
        <w:t>la altura de los usuarios de la carretera</w:t>
      </w:r>
      <w:r w:rsidR="00173F45" w:rsidRPr="00687DED">
        <w:rPr>
          <w:sz w:val="22"/>
          <w:szCs w:val="22"/>
          <w:lang w:val="es-ES_tradnl"/>
        </w:rPr>
        <w:t xml:space="preserve">. </w:t>
      </w:r>
      <w:r w:rsidRPr="00687DED">
        <w:rPr>
          <w:sz w:val="22"/>
          <w:szCs w:val="22"/>
          <w:lang w:val="es-ES_tradnl"/>
        </w:rPr>
        <w:t>Varias cámaras remplazan los retrovisores</w:t>
      </w:r>
      <w:r w:rsidR="0016413D">
        <w:rPr>
          <w:sz w:val="22"/>
          <w:szCs w:val="22"/>
          <w:lang w:val="es-ES_tradnl"/>
        </w:rPr>
        <w:t>, obteniéndose una visibilidad de</w:t>
      </w:r>
      <w:r w:rsidRPr="00687DED">
        <w:rPr>
          <w:sz w:val="22"/>
          <w:szCs w:val="22"/>
          <w:lang w:val="es-ES_tradnl"/>
        </w:rPr>
        <w:t xml:space="preserve"> </w:t>
      </w:r>
      <w:r w:rsidR="008000A7" w:rsidRPr="00687DED">
        <w:rPr>
          <w:sz w:val="22"/>
          <w:szCs w:val="22"/>
          <w:lang w:val="es-ES_tradnl"/>
        </w:rPr>
        <w:t>360</w:t>
      </w:r>
      <w:r w:rsidR="0011066B" w:rsidRPr="00687DED">
        <w:rPr>
          <w:sz w:val="22"/>
          <w:szCs w:val="22"/>
          <w:lang w:val="es-ES_tradnl"/>
        </w:rPr>
        <w:t>°</w:t>
      </w:r>
      <w:r w:rsidR="00915FE5" w:rsidRPr="00687DED">
        <w:rPr>
          <w:sz w:val="22"/>
          <w:szCs w:val="22"/>
          <w:lang w:val="es-ES_tradnl"/>
        </w:rPr>
        <w:t>,</w:t>
      </w:r>
      <w:r w:rsidR="0011066B" w:rsidRPr="00687DED">
        <w:rPr>
          <w:sz w:val="22"/>
          <w:szCs w:val="22"/>
          <w:lang w:val="es-ES_tradnl"/>
        </w:rPr>
        <w:t xml:space="preserve"> </w:t>
      </w:r>
      <w:r w:rsidRPr="00687DED">
        <w:rPr>
          <w:sz w:val="22"/>
          <w:szCs w:val="22"/>
          <w:lang w:val="es-ES_tradnl"/>
        </w:rPr>
        <w:t xml:space="preserve">con una mejora notable </w:t>
      </w:r>
      <w:r w:rsidR="0011066B" w:rsidRPr="00687DED">
        <w:rPr>
          <w:sz w:val="22"/>
          <w:szCs w:val="22"/>
          <w:lang w:val="es-ES_tradnl"/>
        </w:rPr>
        <w:t xml:space="preserve">de la </w:t>
      </w:r>
      <w:r w:rsidRPr="00687DED">
        <w:rPr>
          <w:sz w:val="22"/>
          <w:szCs w:val="22"/>
          <w:lang w:val="es-ES_tradnl"/>
        </w:rPr>
        <w:t>visión</w:t>
      </w:r>
      <w:r w:rsidR="0011066B" w:rsidRPr="00687DED">
        <w:rPr>
          <w:sz w:val="22"/>
          <w:szCs w:val="22"/>
          <w:lang w:val="es-ES_tradnl"/>
        </w:rPr>
        <w:t xml:space="preserve"> </w:t>
      </w:r>
      <w:r w:rsidRPr="00687DED">
        <w:rPr>
          <w:sz w:val="22"/>
          <w:szCs w:val="22"/>
          <w:lang w:val="es-ES_tradnl"/>
        </w:rPr>
        <w:t>posterior y la detección de peatones y us</w:t>
      </w:r>
      <w:r w:rsidR="001E7292" w:rsidRPr="00687DED">
        <w:rPr>
          <w:sz w:val="22"/>
          <w:szCs w:val="22"/>
          <w:lang w:val="es-ES_tradnl"/>
        </w:rPr>
        <w:t>uari</w:t>
      </w:r>
      <w:r w:rsidRPr="00687DED">
        <w:rPr>
          <w:sz w:val="22"/>
          <w:szCs w:val="22"/>
          <w:lang w:val="es-ES_tradnl"/>
        </w:rPr>
        <w:t>os vulnerables</w:t>
      </w:r>
      <w:r w:rsidR="0011066B" w:rsidRPr="00687DED">
        <w:rPr>
          <w:sz w:val="22"/>
          <w:szCs w:val="22"/>
          <w:lang w:val="es-ES_tradnl"/>
        </w:rPr>
        <w:t xml:space="preserve"> </w:t>
      </w:r>
      <w:r w:rsidRPr="00687DED">
        <w:rPr>
          <w:sz w:val="22"/>
          <w:szCs w:val="22"/>
          <w:lang w:val="es-ES_tradnl"/>
        </w:rPr>
        <w:t>en el ángulo muerto</w:t>
      </w:r>
      <w:r w:rsidR="0011066B" w:rsidRPr="00687DED">
        <w:rPr>
          <w:sz w:val="22"/>
          <w:szCs w:val="22"/>
          <w:lang w:val="es-ES_tradnl"/>
        </w:rPr>
        <w:t>.</w:t>
      </w:r>
    </w:p>
    <w:p w14:paraId="13B3ADD0" w14:textId="77777777" w:rsidR="005E3188" w:rsidRPr="00687DED" w:rsidRDefault="005E3188" w:rsidP="005E3188">
      <w:pPr>
        <w:pStyle w:val="ListParagraph"/>
        <w:spacing w:line="276" w:lineRule="auto"/>
        <w:ind w:left="360"/>
        <w:rPr>
          <w:sz w:val="22"/>
          <w:szCs w:val="22"/>
          <w:lang w:val="es-ES_tradnl"/>
        </w:rPr>
      </w:pPr>
    </w:p>
    <w:p w14:paraId="0F41D27A" w14:textId="0875D4D0" w:rsidR="009E6888" w:rsidRPr="00687DED" w:rsidRDefault="001A3E59" w:rsidP="009E6888">
      <w:pPr>
        <w:pStyle w:val="ListParagraph"/>
        <w:numPr>
          <w:ilvl w:val="0"/>
          <w:numId w:val="23"/>
        </w:numPr>
        <w:spacing w:line="276" w:lineRule="auto"/>
        <w:ind w:left="360"/>
        <w:rPr>
          <w:sz w:val="22"/>
          <w:szCs w:val="22"/>
          <w:lang w:val="es-ES_tradnl"/>
        </w:rPr>
      </w:pPr>
      <w:r w:rsidRPr="00687DED">
        <w:rPr>
          <w:sz w:val="22"/>
          <w:szCs w:val="22"/>
          <w:lang w:val="es-ES_tradnl"/>
        </w:rPr>
        <w:t>A fin de mejorar e</w:t>
      </w:r>
      <w:r w:rsidR="005E3188" w:rsidRPr="00687DED">
        <w:rPr>
          <w:sz w:val="22"/>
          <w:szCs w:val="22"/>
          <w:lang w:val="es-ES_tradnl"/>
        </w:rPr>
        <w:t xml:space="preserve">l confort </w:t>
      </w:r>
      <w:r w:rsidRPr="00687DED">
        <w:rPr>
          <w:sz w:val="22"/>
          <w:szCs w:val="22"/>
          <w:lang w:val="es-ES_tradnl"/>
        </w:rPr>
        <w:t xml:space="preserve">y </w:t>
      </w:r>
      <w:r w:rsidR="005E3188" w:rsidRPr="00687DED">
        <w:rPr>
          <w:sz w:val="22"/>
          <w:szCs w:val="22"/>
          <w:lang w:val="es-ES_tradnl"/>
        </w:rPr>
        <w:t>la s</w:t>
      </w:r>
      <w:r w:rsidRPr="00687DED">
        <w:rPr>
          <w:sz w:val="22"/>
          <w:szCs w:val="22"/>
          <w:lang w:val="es-ES_tradnl"/>
        </w:rPr>
        <w:t>eguridad del conducto</w:t>
      </w:r>
      <w:r w:rsidR="005E3188" w:rsidRPr="00687DED">
        <w:rPr>
          <w:sz w:val="22"/>
          <w:szCs w:val="22"/>
          <w:lang w:val="es-ES_tradnl"/>
        </w:rPr>
        <w:t xml:space="preserve">r, </w:t>
      </w:r>
      <w:r w:rsidRPr="00687DED">
        <w:rPr>
          <w:sz w:val="22"/>
          <w:szCs w:val="22"/>
          <w:lang w:val="es-ES_tradnl"/>
        </w:rPr>
        <w:t xml:space="preserve">se ha instalado una puerta corredera </w:t>
      </w:r>
      <w:r w:rsidR="00B0593A" w:rsidRPr="00687DED">
        <w:rPr>
          <w:sz w:val="22"/>
          <w:szCs w:val="22"/>
          <w:lang w:val="es-ES_tradnl"/>
        </w:rPr>
        <w:t>en el lado del copiloto</w:t>
      </w:r>
      <w:r w:rsidR="005E3188" w:rsidRPr="00687DED">
        <w:rPr>
          <w:sz w:val="22"/>
          <w:szCs w:val="22"/>
          <w:lang w:val="es-ES_tradnl"/>
        </w:rPr>
        <w:t xml:space="preserve">, </w:t>
      </w:r>
      <w:r w:rsidR="00B0593A" w:rsidRPr="00687DED">
        <w:rPr>
          <w:sz w:val="22"/>
          <w:szCs w:val="22"/>
          <w:lang w:val="es-ES_tradnl"/>
        </w:rPr>
        <w:t>evitando los riesgos asociados a una puerta clásica</w:t>
      </w:r>
      <w:r w:rsidR="005E3188" w:rsidRPr="00687DED">
        <w:rPr>
          <w:sz w:val="22"/>
          <w:szCs w:val="22"/>
          <w:lang w:val="es-ES_tradnl"/>
        </w:rPr>
        <w:t xml:space="preserve">. </w:t>
      </w:r>
      <w:r w:rsidR="00B0593A" w:rsidRPr="00687DED">
        <w:rPr>
          <w:sz w:val="22"/>
          <w:szCs w:val="22"/>
          <w:lang w:val="es-ES_tradnl"/>
        </w:rPr>
        <w:t>El conducto</w:t>
      </w:r>
      <w:r w:rsidR="00173F45" w:rsidRPr="00687DED">
        <w:rPr>
          <w:sz w:val="22"/>
          <w:szCs w:val="22"/>
          <w:lang w:val="es-ES_tradnl"/>
        </w:rPr>
        <w:t>r p</w:t>
      </w:r>
      <w:r w:rsidR="00B0593A" w:rsidRPr="00687DED">
        <w:rPr>
          <w:sz w:val="22"/>
          <w:szCs w:val="22"/>
          <w:lang w:val="es-ES_tradnl"/>
        </w:rPr>
        <w:t xml:space="preserve">uede entrar y salir del </w:t>
      </w:r>
      <w:r w:rsidR="00B34870" w:rsidRPr="00687DED">
        <w:rPr>
          <w:sz w:val="22"/>
          <w:szCs w:val="22"/>
          <w:lang w:val="es-ES_tradnl"/>
        </w:rPr>
        <w:t>vehículo</w:t>
      </w:r>
      <w:r w:rsidR="005E3188" w:rsidRPr="00687DED">
        <w:rPr>
          <w:sz w:val="22"/>
          <w:szCs w:val="22"/>
          <w:lang w:val="es-ES_tradnl"/>
        </w:rPr>
        <w:t xml:space="preserve"> </w:t>
      </w:r>
      <w:r w:rsidR="00173F45" w:rsidRPr="00687DED">
        <w:rPr>
          <w:sz w:val="22"/>
          <w:szCs w:val="22"/>
          <w:lang w:val="es-ES_tradnl"/>
        </w:rPr>
        <w:t>indif</w:t>
      </w:r>
      <w:r w:rsidR="00B0593A" w:rsidRPr="00687DED">
        <w:rPr>
          <w:sz w:val="22"/>
          <w:szCs w:val="22"/>
          <w:lang w:val="es-ES_tradnl"/>
        </w:rPr>
        <w:t>erentemente por la derecha o por la izquierda</w:t>
      </w:r>
      <w:r w:rsidR="00173F45" w:rsidRPr="00687DED">
        <w:rPr>
          <w:sz w:val="22"/>
          <w:szCs w:val="22"/>
          <w:lang w:val="es-ES_tradnl"/>
        </w:rPr>
        <w:t xml:space="preserve">. </w:t>
      </w:r>
      <w:r w:rsidR="00B0593A" w:rsidRPr="00687DED">
        <w:rPr>
          <w:sz w:val="22"/>
          <w:szCs w:val="22"/>
          <w:lang w:val="es-ES_tradnl"/>
        </w:rPr>
        <w:t>Además, las subidas y bajadas se facilitan gracias a la baja altura de acceso a la cabina</w:t>
      </w:r>
      <w:r w:rsidR="00672C5E" w:rsidRPr="00687DED">
        <w:rPr>
          <w:sz w:val="22"/>
          <w:szCs w:val="22"/>
          <w:lang w:val="es-ES_tradnl"/>
        </w:rPr>
        <w:t>.</w:t>
      </w:r>
    </w:p>
    <w:p w14:paraId="068AA430" w14:textId="77777777" w:rsidR="009E6888" w:rsidRPr="00687DED" w:rsidRDefault="009E6888" w:rsidP="009E6888">
      <w:pPr>
        <w:pStyle w:val="ListParagraph"/>
        <w:rPr>
          <w:rFonts w:eastAsiaTheme="minorEastAsia"/>
          <w:sz w:val="22"/>
          <w:szCs w:val="22"/>
          <w:lang w:val="es-ES_tradnl"/>
        </w:rPr>
      </w:pPr>
    </w:p>
    <w:p w14:paraId="6C01F928" w14:textId="044C206A" w:rsidR="00504ED4" w:rsidRPr="00687DED" w:rsidRDefault="00884209" w:rsidP="009E6888">
      <w:pPr>
        <w:pStyle w:val="ListParagraph"/>
        <w:numPr>
          <w:ilvl w:val="0"/>
          <w:numId w:val="23"/>
        </w:numPr>
        <w:spacing w:line="276" w:lineRule="auto"/>
        <w:ind w:left="360"/>
        <w:rPr>
          <w:sz w:val="22"/>
          <w:szCs w:val="22"/>
          <w:lang w:val="es-ES_tradnl"/>
        </w:rPr>
      </w:pPr>
      <w:r w:rsidRPr="00687DED">
        <w:rPr>
          <w:rFonts w:eastAsiaTheme="minorEastAsia"/>
          <w:sz w:val="22"/>
          <w:szCs w:val="22"/>
          <w:lang w:val="es-ES_tradnl"/>
        </w:rPr>
        <w:t xml:space="preserve">A fin de conservar perfectamente la frescura de los alimentos </w:t>
      </w:r>
      <w:r w:rsidR="413AB12F" w:rsidRPr="00687DED">
        <w:rPr>
          <w:rFonts w:eastAsiaTheme="minorEastAsia"/>
          <w:sz w:val="22"/>
          <w:szCs w:val="22"/>
          <w:lang w:val="es-ES_tradnl"/>
        </w:rPr>
        <w:t>transport</w:t>
      </w:r>
      <w:r w:rsidRPr="00687DED">
        <w:rPr>
          <w:rFonts w:eastAsiaTheme="minorEastAsia"/>
          <w:sz w:val="22"/>
          <w:szCs w:val="22"/>
          <w:lang w:val="es-ES_tradnl"/>
        </w:rPr>
        <w:t>ados</w:t>
      </w:r>
      <w:r w:rsidR="413AB12F" w:rsidRPr="00687DED">
        <w:rPr>
          <w:rFonts w:eastAsiaTheme="minorEastAsia"/>
          <w:sz w:val="22"/>
          <w:szCs w:val="22"/>
          <w:lang w:val="es-ES_tradnl"/>
        </w:rPr>
        <w:t xml:space="preserve">, </w:t>
      </w:r>
      <w:r w:rsidRPr="00687DED">
        <w:rPr>
          <w:rFonts w:eastAsiaTheme="minorEastAsia"/>
          <w:sz w:val="22"/>
          <w:szCs w:val="22"/>
          <w:lang w:val="es-ES_tradnl"/>
        </w:rPr>
        <w:t>e</w:t>
      </w:r>
      <w:r w:rsidR="413AB12F" w:rsidRPr="00687DED">
        <w:rPr>
          <w:rFonts w:eastAsiaTheme="minorEastAsia"/>
          <w:sz w:val="22"/>
          <w:szCs w:val="22"/>
          <w:lang w:val="es-ES_tradnl"/>
        </w:rPr>
        <w:t xml:space="preserve">l </w:t>
      </w:r>
      <w:r w:rsidR="00B34870" w:rsidRPr="00687DED">
        <w:rPr>
          <w:rFonts w:eastAsiaTheme="minorEastAsia"/>
          <w:sz w:val="22"/>
          <w:szCs w:val="22"/>
          <w:lang w:val="es-ES_tradnl"/>
        </w:rPr>
        <w:t>vehículo</w:t>
      </w:r>
      <w:r w:rsidR="413AB12F" w:rsidRPr="00687DED">
        <w:rPr>
          <w:rFonts w:eastAsiaTheme="minorEastAsia"/>
          <w:sz w:val="22"/>
          <w:szCs w:val="22"/>
          <w:lang w:val="es-ES_tradnl"/>
        </w:rPr>
        <w:t xml:space="preserve"> est</w:t>
      </w:r>
      <w:r w:rsidRPr="00687DED">
        <w:rPr>
          <w:rFonts w:eastAsiaTheme="minorEastAsia"/>
          <w:sz w:val="22"/>
          <w:szCs w:val="22"/>
          <w:lang w:val="es-ES_tradnl"/>
        </w:rPr>
        <w:t>á equipado con una caja isoterma con temperatura</w:t>
      </w:r>
      <w:r w:rsidR="413AB12F" w:rsidRPr="00687DED">
        <w:rPr>
          <w:rFonts w:eastAsiaTheme="minorEastAsia"/>
          <w:sz w:val="22"/>
          <w:szCs w:val="22"/>
          <w:lang w:val="es-ES_tradnl"/>
        </w:rPr>
        <w:t xml:space="preserve"> </w:t>
      </w:r>
      <w:r w:rsidRPr="00687DED">
        <w:rPr>
          <w:rFonts w:eastAsiaTheme="minorEastAsia"/>
          <w:sz w:val="22"/>
          <w:szCs w:val="22"/>
          <w:lang w:val="es-ES_tradnl"/>
        </w:rPr>
        <w:t xml:space="preserve">controlada, adaptada </w:t>
      </w:r>
      <w:r w:rsidR="001E7292" w:rsidRPr="00687DED">
        <w:rPr>
          <w:rFonts w:eastAsiaTheme="minorEastAsia"/>
          <w:sz w:val="22"/>
          <w:szCs w:val="22"/>
          <w:lang w:val="es-ES_tradnl"/>
        </w:rPr>
        <w:t>para</w:t>
      </w:r>
      <w:r w:rsidRPr="00687DED">
        <w:rPr>
          <w:rFonts w:eastAsiaTheme="minorEastAsia"/>
          <w:sz w:val="22"/>
          <w:szCs w:val="22"/>
          <w:lang w:val="es-ES_tradnl"/>
        </w:rPr>
        <w:t xml:space="preserve"> </w:t>
      </w:r>
      <w:r w:rsidR="001E7292" w:rsidRPr="00687DED">
        <w:rPr>
          <w:rFonts w:eastAsiaTheme="minorEastAsia"/>
          <w:sz w:val="22"/>
          <w:szCs w:val="22"/>
          <w:lang w:val="es-ES_tradnl"/>
        </w:rPr>
        <w:t>transportar</w:t>
      </w:r>
      <w:r w:rsidRPr="00687DED">
        <w:rPr>
          <w:rFonts w:eastAsiaTheme="minorEastAsia"/>
          <w:sz w:val="22"/>
          <w:szCs w:val="22"/>
          <w:lang w:val="es-ES_tradnl"/>
        </w:rPr>
        <w:t xml:space="preserve"> </w:t>
      </w:r>
      <w:r w:rsidR="5BCFF317" w:rsidRPr="00687DED">
        <w:rPr>
          <w:rFonts w:eastAsiaTheme="minorEastAsia"/>
          <w:sz w:val="22"/>
          <w:szCs w:val="22"/>
          <w:lang w:val="es-ES_tradnl"/>
        </w:rPr>
        <w:t>25</w:t>
      </w:r>
      <w:r w:rsidR="41C8D24B" w:rsidRPr="00687DED">
        <w:rPr>
          <w:rFonts w:eastAsiaTheme="minorEastAsia"/>
          <w:sz w:val="22"/>
          <w:szCs w:val="22"/>
          <w:lang w:val="es-ES_tradnl"/>
        </w:rPr>
        <w:t xml:space="preserve"> </w:t>
      </w:r>
      <w:r w:rsidR="413AB12F" w:rsidRPr="00687DED">
        <w:rPr>
          <w:rFonts w:eastAsiaTheme="minorEastAsia"/>
          <w:i/>
          <w:sz w:val="22"/>
          <w:szCs w:val="22"/>
          <w:lang w:val="es-ES_tradnl"/>
        </w:rPr>
        <w:t>roll</w:t>
      </w:r>
      <w:r w:rsidR="00CB7EC5" w:rsidRPr="00687DED">
        <w:rPr>
          <w:rFonts w:eastAsiaTheme="minorEastAsia"/>
          <w:i/>
          <w:sz w:val="22"/>
          <w:szCs w:val="22"/>
          <w:lang w:val="es-ES_tradnl"/>
        </w:rPr>
        <w:t xml:space="preserve"> containers</w:t>
      </w:r>
      <w:r w:rsidR="004A1B47" w:rsidRPr="00687DED">
        <w:rPr>
          <w:rFonts w:eastAsiaTheme="minorEastAsia"/>
          <w:sz w:val="22"/>
          <w:szCs w:val="22"/>
          <w:lang w:val="es-ES_tradnl"/>
        </w:rPr>
        <w:t xml:space="preserve">. </w:t>
      </w:r>
    </w:p>
    <w:p w14:paraId="44F16E7B" w14:textId="77777777" w:rsidR="007A6093" w:rsidRPr="00687DED" w:rsidRDefault="007A6093" w:rsidP="007A6093">
      <w:pPr>
        <w:pStyle w:val="ListParagraph"/>
        <w:spacing w:line="276" w:lineRule="auto"/>
        <w:rPr>
          <w:sz w:val="22"/>
          <w:szCs w:val="22"/>
          <w:lang w:val="es-ES_tradnl"/>
        </w:rPr>
      </w:pPr>
    </w:p>
    <w:p w14:paraId="035D4A26" w14:textId="78332C8D" w:rsidR="00173F45" w:rsidRPr="00687DED" w:rsidRDefault="00884209" w:rsidP="007356EC">
      <w:pPr>
        <w:pStyle w:val="ListParagraph"/>
        <w:numPr>
          <w:ilvl w:val="0"/>
          <w:numId w:val="23"/>
        </w:numPr>
        <w:spacing w:line="276" w:lineRule="auto"/>
        <w:ind w:left="360"/>
        <w:rPr>
          <w:sz w:val="22"/>
          <w:szCs w:val="22"/>
          <w:lang w:val="es-ES_tradnl"/>
        </w:rPr>
      </w:pPr>
      <w:r w:rsidRPr="00687DED">
        <w:rPr>
          <w:sz w:val="22"/>
          <w:szCs w:val="22"/>
          <w:lang w:val="es-ES_tradnl"/>
        </w:rPr>
        <w:t>Finalmente</w:t>
      </w:r>
      <w:r w:rsidR="00672C5E" w:rsidRPr="00687DED">
        <w:rPr>
          <w:sz w:val="22"/>
          <w:szCs w:val="22"/>
          <w:lang w:val="es-ES_tradnl"/>
        </w:rPr>
        <w:t xml:space="preserve">, </w:t>
      </w:r>
      <w:r w:rsidRPr="00687DED">
        <w:rPr>
          <w:sz w:val="22"/>
          <w:szCs w:val="22"/>
          <w:lang w:val="es-ES_tradnl"/>
        </w:rPr>
        <w:t xml:space="preserve">a fin de lograr una perfecta integración del </w:t>
      </w:r>
      <w:r w:rsidR="00B34870" w:rsidRPr="00687DED">
        <w:rPr>
          <w:sz w:val="22"/>
          <w:szCs w:val="22"/>
          <w:lang w:val="es-ES_tradnl"/>
        </w:rPr>
        <w:t>vehículo</w:t>
      </w:r>
      <w:r w:rsidR="007356EC" w:rsidRPr="00687DED">
        <w:rPr>
          <w:sz w:val="22"/>
          <w:szCs w:val="22"/>
          <w:lang w:val="es-ES_tradnl"/>
        </w:rPr>
        <w:t xml:space="preserve"> </w:t>
      </w:r>
      <w:r w:rsidRPr="00687DED">
        <w:rPr>
          <w:sz w:val="22"/>
          <w:szCs w:val="22"/>
          <w:lang w:val="es-ES_tradnl"/>
        </w:rPr>
        <w:t>en el entorno urbano</w:t>
      </w:r>
      <w:r w:rsidR="00811905" w:rsidRPr="00687DED">
        <w:rPr>
          <w:sz w:val="22"/>
          <w:szCs w:val="22"/>
          <w:lang w:val="es-ES_tradnl"/>
        </w:rPr>
        <w:t>,</w:t>
      </w:r>
      <w:r w:rsidRPr="00687DED">
        <w:rPr>
          <w:sz w:val="22"/>
          <w:szCs w:val="22"/>
          <w:lang w:val="es-ES_tradnl"/>
        </w:rPr>
        <w:t xml:space="preserve"> y pensando en el conducto</w:t>
      </w:r>
      <w:r w:rsidR="007356EC" w:rsidRPr="00687DED">
        <w:rPr>
          <w:sz w:val="22"/>
          <w:szCs w:val="22"/>
          <w:lang w:val="es-ES_tradnl"/>
        </w:rPr>
        <w:t>r</w:t>
      </w:r>
      <w:r w:rsidR="00811905" w:rsidRPr="00687DED">
        <w:rPr>
          <w:sz w:val="22"/>
          <w:szCs w:val="22"/>
          <w:lang w:val="es-ES_tradnl"/>
        </w:rPr>
        <w:t xml:space="preserve"> y su confort</w:t>
      </w:r>
      <w:r w:rsidR="007356EC" w:rsidRPr="00687DED">
        <w:rPr>
          <w:sz w:val="22"/>
          <w:szCs w:val="22"/>
          <w:lang w:val="es-ES_tradnl"/>
        </w:rPr>
        <w:t xml:space="preserve">, </w:t>
      </w:r>
      <w:r w:rsidRPr="00687DED">
        <w:rPr>
          <w:sz w:val="22"/>
          <w:szCs w:val="22"/>
          <w:lang w:val="es-ES_tradnl"/>
        </w:rPr>
        <w:t>las líneas exteriores del camión</w:t>
      </w:r>
      <w:r w:rsidR="007356EC" w:rsidRPr="00687DED">
        <w:rPr>
          <w:sz w:val="22"/>
          <w:szCs w:val="22"/>
          <w:lang w:val="es-ES_tradnl"/>
        </w:rPr>
        <w:t xml:space="preserve"> </w:t>
      </w:r>
      <w:r w:rsidRPr="00687DED">
        <w:rPr>
          <w:sz w:val="22"/>
          <w:szCs w:val="22"/>
          <w:lang w:val="es-ES_tradnl"/>
        </w:rPr>
        <w:t>y el interior de la cabina</w:t>
      </w:r>
      <w:r w:rsidR="007356EC" w:rsidRPr="00687DED">
        <w:rPr>
          <w:sz w:val="22"/>
          <w:szCs w:val="22"/>
          <w:lang w:val="es-ES_tradnl"/>
        </w:rPr>
        <w:t xml:space="preserve"> </w:t>
      </w:r>
      <w:r w:rsidR="00F2494F">
        <w:rPr>
          <w:sz w:val="22"/>
          <w:szCs w:val="22"/>
          <w:lang w:val="es-ES_tradnl"/>
        </w:rPr>
        <w:t>han sido totalmente rediseñado</w:t>
      </w:r>
      <w:r w:rsidRPr="00687DED">
        <w:rPr>
          <w:sz w:val="22"/>
          <w:szCs w:val="22"/>
          <w:lang w:val="es-ES_tradnl"/>
        </w:rPr>
        <w:t>s</w:t>
      </w:r>
      <w:r w:rsidR="007356EC" w:rsidRPr="00687DED">
        <w:rPr>
          <w:sz w:val="22"/>
          <w:szCs w:val="22"/>
          <w:lang w:val="es-ES_tradnl"/>
        </w:rPr>
        <w:t>.</w:t>
      </w:r>
      <w:r w:rsidR="00943387" w:rsidRPr="00687DED">
        <w:rPr>
          <w:sz w:val="22"/>
          <w:szCs w:val="22"/>
          <w:lang w:val="es-ES_tradnl"/>
        </w:rPr>
        <w:br/>
      </w:r>
    </w:p>
    <w:p w14:paraId="4C4BE156" w14:textId="77777777" w:rsidR="004A1B47" w:rsidRPr="00687DED" w:rsidRDefault="004A1B47" w:rsidP="004A1B47">
      <w:pPr>
        <w:pStyle w:val="ListParagraph"/>
        <w:rPr>
          <w:sz w:val="22"/>
          <w:szCs w:val="22"/>
          <w:lang w:val="es-ES_tradnl"/>
        </w:rPr>
      </w:pPr>
    </w:p>
    <w:p w14:paraId="3F1AB8C4" w14:textId="77777777" w:rsidR="004A1B47" w:rsidRPr="00687DED" w:rsidRDefault="004A1B47" w:rsidP="004A1B47">
      <w:pPr>
        <w:spacing w:line="276" w:lineRule="auto"/>
        <w:rPr>
          <w:sz w:val="22"/>
          <w:szCs w:val="22"/>
          <w:lang w:val="es-ES_tradnl"/>
        </w:rPr>
      </w:pPr>
    </w:p>
    <w:p w14:paraId="477E4299" w14:textId="77777777" w:rsidR="004A1B47" w:rsidRPr="00687DED" w:rsidRDefault="004A1B47" w:rsidP="004A1B47">
      <w:pPr>
        <w:spacing w:line="276" w:lineRule="auto"/>
        <w:rPr>
          <w:sz w:val="22"/>
          <w:szCs w:val="22"/>
          <w:lang w:val="es-ES_tradnl"/>
        </w:rPr>
      </w:pPr>
    </w:p>
    <w:p w14:paraId="0FE0F505" w14:textId="77777777" w:rsidR="004A1B47" w:rsidRPr="00687DED" w:rsidRDefault="004A1B47" w:rsidP="004A1B47">
      <w:pPr>
        <w:spacing w:line="276" w:lineRule="auto"/>
        <w:rPr>
          <w:sz w:val="22"/>
          <w:szCs w:val="22"/>
          <w:lang w:val="es-ES_tradnl"/>
        </w:rPr>
      </w:pPr>
    </w:p>
    <w:p w14:paraId="18E42302" w14:textId="77777777" w:rsidR="00245491" w:rsidRPr="00687DED" w:rsidRDefault="00245491" w:rsidP="00245491">
      <w:pPr>
        <w:spacing w:line="276" w:lineRule="auto"/>
        <w:rPr>
          <w:sz w:val="22"/>
          <w:szCs w:val="22"/>
          <w:lang w:val="es-ES_tradnl"/>
        </w:rPr>
      </w:pPr>
    </w:p>
    <w:p w14:paraId="2CF24449" w14:textId="6FAFACC3" w:rsidR="00173F45" w:rsidRPr="00687DED" w:rsidRDefault="00884209" w:rsidP="00943387">
      <w:pPr>
        <w:pStyle w:val="ListParagraph"/>
        <w:numPr>
          <w:ilvl w:val="0"/>
          <w:numId w:val="22"/>
        </w:numPr>
        <w:spacing w:line="276" w:lineRule="auto"/>
        <w:rPr>
          <w:b/>
          <w:bCs/>
          <w:sz w:val="24"/>
          <w:szCs w:val="24"/>
          <w:lang w:val="es-ES_tradnl"/>
        </w:rPr>
      </w:pPr>
      <w:r w:rsidRPr="00687DED">
        <w:rPr>
          <w:b/>
          <w:bCs/>
          <w:sz w:val="24"/>
          <w:szCs w:val="24"/>
          <w:lang w:val="es-ES_tradnl"/>
        </w:rPr>
        <w:t xml:space="preserve">Características técnicas del </w:t>
      </w:r>
      <w:r w:rsidR="00B34870" w:rsidRPr="00687DED">
        <w:rPr>
          <w:b/>
          <w:bCs/>
          <w:sz w:val="24"/>
          <w:szCs w:val="24"/>
          <w:lang w:val="es-ES_tradnl"/>
        </w:rPr>
        <w:t>vehículo</w:t>
      </w:r>
    </w:p>
    <w:p w14:paraId="65326C00" w14:textId="77777777" w:rsidR="00173F45" w:rsidRPr="00687DED" w:rsidRDefault="00173F45" w:rsidP="00173F45">
      <w:pPr>
        <w:pStyle w:val="ListParagraph"/>
        <w:rPr>
          <w:sz w:val="22"/>
          <w:szCs w:val="22"/>
          <w:lang w:val="es-ES_tradnl"/>
        </w:rPr>
      </w:pPr>
    </w:p>
    <w:p w14:paraId="21E7FEA4" w14:textId="136E157D" w:rsidR="004A1B47" w:rsidRPr="00687DED" w:rsidRDefault="00C35228" w:rsidP="004A1B47">
      <w:pPr>
        <w:pStyle w:val="ListParagraph"/>
        <w:numPr>
          <w:ilvl w:val="0"/>
          <w:numId w:val="24"/>
        </w:numPr>
        <w:spacing w:line="276" w:lineRule="auto"/>
        <w:rPr>
          <w:sz w:val="22"/>
          <w:szCs w:val="22"/>
          <w:lang w:val="es-ES_tradnl"/>
        </w:rPr>
      </w:pPr>
      <w:r w:rsidRPr="00687DED">
        <w:rPr>
          <w:sz w:val="22"/>
          <w:szCs w:val="22"/>
          <w:lang w:val="es-ES_tradnl"/>
        </w:rPr>
        <w:t>P</w:t>
      </w:r>
      <w:r w:rsidR="00A50E6F" w:rsidRPr="00687DED">
        <w:rPr>
          <w:sz w:val="22"/>
          <w:szCs w:val="22"/>
          <w:lang w:val="es-ES_tradnl"/>
        </w:rPr>
        <w:t>MA: 26 </w:t>
      </w:r>
      <w:r w:rsidR="004A1B47" w:rsidRPr="00687DED">
        <w:rPr>
          <w:sz w:val="22"/>
          <w:szCs w:val="22"/>
          <w:lang w:val="es-ES_tradnl"/>
        </w:rPr>
        <w:t>t</w:t>
      </w:r>
    </w:p>
    <w:p w14:paraId="5A6620C7" w14:textId="72FFE243" w:rsidR="00173F45" w:rsidRPr="00687DED" w:rsidRDefault="00A50E6F" w:rsidP="004A1B47">
      <w:pPr>
        <w:pStyle w:val="ListParagraph"/>
        <w:numPr>
          <w:ilvl w:val="0"/>
          <w:numId w:val="24"/>
        </w:numPr>
        <w:spacing w:line="276" w:lineRule="auto"/>
        <w:rPr>
          <w:sz w:val="22"/>
          <w:szCs w:val="22"/>
          <w:lang w:val="es-ES_tradnl"/>
        </w:rPr>
      </w:pPr>
      <w:r w:rsidRPr="00687DED">
        <w:rPr>
          <w:sz w:val="22"/>
          <w:szCs w:val="22"/>
          <w:lang w:val="es-ES_tradnl"/>
        </w:rPr>
        <w:t>Cha</w:t>
      </w:r>
      <w:r w:rsidR="00173F45" w:rsidRPr="00687DED">
        <w:rPr>
          <w:sz w:val="22"/>
          <w:szCs w:val="22"/>
          <w:lang w:val="es-ES_tradnl"/>
        </w:rPr>
        <w:t>sis</w:t>
      </w:r>
      <w:r w:rsidR="00C35228" w:rsidRPr="00687DED">
        <w:rPr>
          <w:sz w:val="22"/>
          <w:szCs w:val="22"/>
          <w:lang w:val="es-ES_tradnl"/>
        </w:rPr>
        <w:t xml:space="preserve">: </w:t>
      </w:r>
      <w:r w:rsidR="00173F45" w:rsidRPr="00687DED">
        <w:rPr>
          <w:sz w:val="22"/>
          <w:szCs w:val="22"/>
          <w:lang w:val="es-ES_tradnl"/>
        </w:rPr>
        <w:t>6x2</w:t>
      </w:r>
    </w:p>
    <w:p w14:paraId="37B343EC" w14:textId="357D68C9" w:rsidR="003D6541" w:rsidRPr="00687DED" w:rsidRDefault="00C35228" w:rsidP="003D6541">
      <w:pPr>
        <w:pStyle w:val="ListParagraph"/>
        <w:numPr>
          <w:ilvl w:val="0"/>
          <w:numId w:val="24"/>
        </w:numPr>
        <w:spacing w:line="276" w:lineRule="auto"/>
        <w:rPr>
          <w:sz w:val="22"/>
          <w:szCs w:val="22"/>
          <w:lang w:val="es-ES_tradnl"/>
        </w:rPr>
      </w:pPr>
      <w:r w:rsidRPr="00687DED">
        <w:rPr>
          <w:sz w:val="22"/>
          <w:szCs w:val="22"/>
          <w:lang w:val="es-ES_tradnl"/>
        </w:rPr>
        <w:t>Dimension</w:t>
      </w:r>
      <w:r w:rsidR="00A50E6F" w:rsidRPr="00687DED">
        <w:rPr>
          <w:sz w:val="22"/>
          <w:szCs w:val="22"/>
          <w:lang w:val="es-ES_tradnl"/>
        </w:rPr>
        <w:t>e</w:t>
      </w:r>
      <w:r w:rsidRPr="00687DED">
        <w:rPr>
          <w:sz w:val="22"/>
          <w:szCs w:val="22"/>
          <w:lang w:val="es-ES_tradnl"/>
        </w:rPr>
        <w:t>s</w:t>
      </w:r>
      <w:r w:rsidR="00A50E6F" w:rsidRPr="00687DED">
        <w:rPr>
          <w:sz w:val="22"/>
          <w:szCs w:val="22"/>
          <w:lang w:val="es-ES_tradnl"/>
        </w:rPr>
        <w:t>: 10 m (l) x 2,6 m (L) x 3,8 </w:t>
      </w:r>
      <w:r w:rsidRPr="00687DED">
        <w:rPr>
          <w:sz w:val="22"/>
          <w:szCs w:val="22"/>
          <w:lang w:val="es-ES_tradnl"/>
        </w:rPr>
        <w:t>m (h)</w:t>
      </w:r>
    </w:p>
    <w:p w14:paraId="7E6F9E3F" w14:textId="66A4D39B" w:rsidR="00C35228" w:rsidRPr="00687DED" w:rsidRDefault="002002D3" w:rsidP="003D6541">
      <w:pPr>
        <w:pStyle w:val="ListParagraph"/>
        <w:numPr>
          <w:ilvl w:val="0"/>
          <w:numId w:val="24"/>
        </w:numPr>
        <w:spacing w:line="276" w:lineRule="auto"/>
        <w:rPr>
          <w:sz w:val="22"/>
          <w:szCs w:val="22"/>
          <w:lang w:val="es-ES_tradnl"/>
        </w:rPr>
      </w:pPr>
      <w:r w:rsidRPr="00687DED">
        <w:rPr>
          <w:sz w:val="22"/>
          <w:szCs w:val="22"/>
          <w:lang w:val="es-ES_tradnl"/>
        </w:rPr>
        <w:t>Distancia entre ejes</w:t>
      </w:r>
      <w:r w:rsidR="00C35228" w:rsidRPr="00687DED">
        <w:rPr>
          <w:sz w:val="22"/>
          <w:szCs w:val="22"/>
          <w:lang w:val="es-ES_tradnl"/>
        </w:rPr>
        <w:t xml:space="preserve">: </w:t>
      </w:r>
      <w:r w:rsidRPr="00687DED">
        <w:rPr>
          <w:rStyle w:val="normaltextrun"/>
          <w:rFonts w:ascii="Arial" w:hAnsi="Arial" w:cs="Arial"/>
          <w:color w:val="000000"/>
          <w:sz w:val="22"/>
          <w:szCs w:val="22"/>
          <w:shd w:val="clear" w:color="auto" w:fill="FFFFFF"/>
          <w:lang w:val="es-ES_tradnl"/>
        </w:rPr>
        <w:t>4600 </w:t>
      </w:r>
      <w:r w:rsidR="003D6541" w:rsidRPr="00687DED">
        <w:rPr>
          <w:rStyle w:val="normaltextrun"/>
          <w:rFonts w:ascii="Arial" w:hAnsi="Arial" w:cs="Arial"/>
          <w:color w:val="000000"/>
          <w:sz w:val="22"/>
          <w:szCs w:val="22"/>
          <w:shd w:val="clear" w:color="auto" w:fill="FFFFFF"/>
          <w:lang w:val="es-ES_tradnl"/>
        </w:rPr>
        <w:t>mm</w:t>
      </w:r>
    </w:p>
    <w:p w14:paraId="10ACD1B9" w14:textId="24227AE6" w:rsidR="00173F45" w:rsidRPr="00687DED" w:rsidRDefault="00C35228" w:rsidP="004A1B47">
      <w:pPr>
        <w:pStyle w:val="ListParagraph"/>
        <w:numPr>
          <w:ilvl w:val="0"/>
          <w:numId w:val="24"/>
        </w:numPr>
        <w:spacing w:line="276" w:lineRule="auto"/>
        <w:rPr>
          <w:sz w:val="22"/>
          <w:szCs w:val="22"/>
          <w:lang w:val="es-ES_tradnl"/>
        </w:rPr>
      </w:pPr>
      <w:r w:rsidRPr="00687DED">
        <w:rPr>
          <w:sz w:val="22"/>
          <w:szCs w:val="22"/>
          <w:lang w:val="es-ES_tradnl"/>
        </w:rPr>
        <w:t>Carro</w:t>
      </w:r>
      <w:r w:rsidR="002002D3" w:rsidRPr="00687DED">
        <w:rPr>
          <w:sz w:val="22"/>
          <w:szCs w:val="22"/>
          <w:lang w:val="es-ES_tradnl"/>
        </w:rPr>
        <w:t>cería</w:t>
      </w:r>
      <w:r w:rsidRPr="00687DED">
        <w:rPr>
          <w:sz w:val="22"/>
          <w:szCs w:val="22"/>
          <w:lang w:val="es-ES_tradnl"/>
        </w:rPr>
        <w:t xml:space="preserve">: </w:t>
      </w:r>
      <w:r w:rsidR="002002D3" w:rsidRPr="00687DED">
        <w:rPr>
          <w:sz w:val="22"/>
          <w:szCs w:val="22"/>
          <w:lang w:val="es-ES_tradnl"/>
        </w:rPr>
        <w:t>Unidad</w:t>
      </w:r>
      <w:r w:rsidR="00173F45" w:rsidRPr="00687DED">
        <w:rPr>
          <w:sz w:val="22"/>
          <w:szCs w:val="22"/>
          <w:lang w:val="es-ES_tradnl"/>
        </w:rPr>
        <w:t xml:space="preserve"> frigor</w:t>
      </w:r>
      <w:r w:rsidR="002002D3" w:rsidRPr="00687DED">
        <w:rPr>
          <w:sz w:val="22"/>
          <w:szCs w:val="22"/>
          <w:lang w:val="es-ES_tradnl"/>
        </w:rPr>
        <w:t xml:space="preserve">ífica </w:t>
      </w:r>
      <w:r w:rsidR="00173F45" w:rsidRPr="00687DED">
        <w:rPr>
          <w:sz w:val="22"/>
          <w:szCs w:val="22"/>
          <w:lang w:val="es-ES_tradnl"/>
        </w:rPr>
        <w:t>int</w:t>
      </w:r>
      <w:r w:rsidR="002002D3" w:rsidRPr="00687DED">
        <w:rPr>
          <w:sz w:val="22"/>
          <w:szCs w:val="22"/>
          <w:lang w:val="es-ES_tradnl"/>
        </w:rPr>
        <w:t>e</w:t>
      </w:r>
      <w:r w:rsidR="00173F45" w:rsidRPr="00687DED">
        <w:rPr>
          <w:sz w:val="22"/>
          <w:szCs w:val="22"/>
          <w:lang w:val="es-ES_tradnl"/>
        </w:rPr>
        <w:t>gr</w:t>
      </w:r>
      <w:r w:rsidR="002002D3" w:rsidRPr="00687DED">
        <w:rPr>
          <w:sz w:val="22"/>
          <w:szCs w:val="22"/>
          <w:lang w:val="es-ES_tradnl"/>
        </w:rPr>
        <w:t>ada al</w:t>
      </w:r>
      <w:r w:rsidR="00173F45" w:rsidRPr="00687DED">
        <w:rPr>
          <w:sz w:val="22"/>
          <w:szCs w:val="22"/>
          <w:lang w:val="es-ES_tradnl"/>
        </w:rPr>
        <w:t xml:space="preserve"> ch</w:t>
      </w:r>
      <w:r w:rsidR="002002D3" w:rsidRPr="00687DED">
        <w:rPr>
          <w:sz w:val="22"/>
          <w:szCs w:val="22"/>
          <w:lang w:val="es-ES_tradnl"/>
        </w:rPr>
        <w:t>a</w:t>
      </w:r>
      <w:r w:rsidR="00173F45" w:rsidRPr="00687DED">
        <w:rPr>
          <w:sz w:val="22"/>
          <w:szCs w:val="22"/>
          <w:lang w:val="es-ES_tradnl"/>
        </w:rPr>
        <w:t>sis, adapt</w:t>
      </w:r>
      <w:r w:rsidR="002002D3" w:rsidRPr="00687DED">
        <w:rPr>
          <w:sz w:val="22"/>
          <w:szCs w:val="22"/>
          <w:lang w:val="es-ES_tradnl"/>
        </w:rPr>
        <w:t xml:space="preserve">ada a los </w:t>
      </w:r>
      <w:r w:rsidR="00466299" w:rsidRPr="00687DED">
        <w:rPr>
          <w:i/>
          <w:sz w:val="22"/>
          <w:szCs w:val="22"/>
          <w:lang w:val="es-ES_tradnl"/>
        </w:rPr>
        <w:t>rolls</w:t>
      </w:r>
      <w:r w:rsidR="00466299" w:rsidRPr="00687DED">
        <w:rPr>
          <w:sz w:val="22"/>
          <w:szCs w:val="22"/>
          <w:lang w:val="es-ES_tradnl"/>
        </w:rPr>
        <w:t xml:space="preserve"> </w:t>
      </w:r>
      <w:r w:rsidR="00173F45" w:rsidRPr="00687DED">
        <w:rPr>
          <w:sz w:val="22"/>
          <w:szCs w:val="22"/>
          <w:lang w:val="es-ES_tradnl"/>
        </w:rPr>
        <w:t>de superm</w:t>
      </w:r>
      <w:r w:rsidR="00CB7EC5" w:rsidRPr="00687DED">
        <w:rPr>
          <w:sz w:val="22"/>
          <w:szCs w:val="22"/>
          <w:lang w:val="es-ES_tradnl"/>
        </w:rPr>
        <w:t>ercado.</w:t>
      </w:r>
      <w:r w:rsidR="00173F45" w:rsidRPr="00687DED">
        <w:rPr>
          <w:sz w:val="22"/>
          <w:szCs w:val="22"/>
          <w:lang w:val="es-ES_tradnl"/>
        </w:rPr>
        <w:t xml:space="preserve"> </w:t>
      </w:r>
    </w:p>
    <w:p w14:paraId="42626B7C" w14:textId="7ACF6815" w:rsidR="00C35228" w:rsidRPr="00687DED" w:rsidRDefault="00354746" w:rsidP="004A1B47">
      <w:pPr>
        <w:pStyle w:val="ListParagraph"/>
        <w:numPr>
          <w:ilvl w:val="0"/>
          <w:numId w:val="24"/>
        </w:numPr>
        <w:spacing w:line="276" w:lineRule="auto"/>
        <w:rPr>
          <w:sz w:val="22"/>
          <w:szCs w:val="22"/>
          <w:lang w:val="es-ES_tradnl"/>
        </w:rPr>
      </w:pPr>
      <w:r w:rsidRPr="00687DED">
        <w:rPr>
          <w:rFonts w:ascii="Arial" w:eastAsia="Arial" w:hAnsi="Arial" w:cs="Arial"/>
          <w:sz w:val="22"/>
          <w:szCs w:val="22"/>
          <w:lang w:val="es-ES_tradnl"/>
        </w:rPr>
        <w:t>Capacidad</w:t>
      </w:r>
      <w:r w:rsidR="002002D3" w:rsidRPr="00687DED">
        <w:rPr>
          <w:rFonts w:ascii="Arial" w:eastAsia="Arial" w:hAnsi="Arial" w:cs="Arial"/>
          <w:sz w:val="22"/>
          <w:szCs w:val="22"/>
          <w:lang w:val="es-ES_tradnl"/>
        </w:rPr>
        <w:t xml:space="preserve"> baterías</w:t>
      </w:r>
      <w:r w:rsidR="004A1B47" w:rsidRPr="00687DED">
        <w:rPr>
          <w:rFonts w:ascii="Arial" w:eastAsia="Arial" w:hAnsi="Arial" w:cs="Arial"/>
          <w:sz w:val="22"/>
          <w:szCs w:val="22"/>
          <w:lang w:val="es-ES_tradnl"/>
        </w:rPr>
        <w:t xml:space="preserve">: </w:t>
      </w:r>
      <w:r w:rsidR="006C3100" w:rsidRPr="00687DED">
        <w:rPr>
          <w:rFonts w:ascii="Arial" w:eastAsia="Arial" w:hAnsi="Arial" w:cs="Arial"/>
          <w:sz w:val="22"/>
          <w:szCs w:val="22"/>
          <w:lang w:val="es-ES_tradnl"/>
        </w:rPr>
        <w:t xml:space="preserve">3 </w:t>
      </w:r>
      <w:r w:rsidR="004A1B47" w:rsidRPr="00687DED">
        <w:rPr>
          <w:rFonts w:ascii="Arial" w:eastAsia="Arial" w:hAnsi="Arial" w:cs="Arial"/>
          <w:sz w:val="22"/>
          <w:szCs w:val="22"/>
          <w:lang w:val="es-ES_tradnl"/>
        </w:rPr>
        <w:t>x</w:t>
      </w:r>
      <w:r w:rsidR="006C3100" w:rsidRPr="00687DED">
        <w:rPr>
          <w:rFonts w:ascii="Arial" w:eastAsia="Arial" w:hAnsi="Arial" w:cs="Arial"/>
          <w:sz w:val="22"/>
          <w:szCs w:val="22"/>
          <w:lang w:val="es-ES_tradnl"/>
        </w:rPr>
        <w:t xml:space="preserve"> 94</w:t>
      </w:r>
      <w:r w:rsidR="002002D3" w:rsidRPr="00687DED">
        <w:rPr>
          <w:rFonts w:ascii="Arial" w:eastAsia="Arial" w:hAnsi="Arial" w:cs="Arial"/>
          <w:sz w:val="22"/>
          <w:szCs w:val="22"/>
          <w:lang w:val="es-ES_tradnl"/>
        </w:rPr>
        <w:t> </w:t>
      </w:r>
      <w:r w:rsidR="006C3100" w:rsidRPr="00687DED">
        <w:rPr>
          <w:rFonts w:ascii="Arial" w:eastAsia="Arial" w:hAnsi="Arial" w:cs="Arial"/>
          <w:sz w:val="22"/>
          <w:szCs w:val="22"/>
          <w:lang w:val="es-ES_tradnl"/>
        </w:rPr>
        <w:t>kWh</w:t>
      </w:r>
      <w:r w:rsidR="000F45B5" w:rsidRPr="00687DED">
        <w:rPr>
          <w:rFonts w:ascii="Arial" w:eastAsia="Arial" w:hAnsi="Arial" w:cs="Arial"/>
          <w:sz w:val="22"/>
          <w:szCs w:val="22"/>
          <w:lang w:val="es-ES_tradnl"/>
        </w:rPr>
        <w:t xml:space="preserve">, </w:t>
      </w:r>
      <w:r w:rsidR="002002D3" w:rsidRPr="00687DED">
        <w:rPr>
          <w:rFonts w:ascii="Arial" w:eastAsia="Arial" w:hAnsi="Arial" w:cs="Arial"/>
          <w:sz w:val="22"/>
          <w:szCs w:val="22"/>
          <w:lang w:val="es-ES_tradnl"/>
        </w:rPr>
        <w:t>o sea, 282 </w:t>
      </w:r>
      <w:r w:rsidR="00C35228" w:rsidRPr="00687DED">
        <w:rPr>
          <w:rFonts w:ascii="Arial" w:eastAsia="Arial" w:hAnsi="Arial" w:cs="Arial"/>
          <w:sz w:val="22"/>
          <w:szCs w:val="22"/>
          <w:lang w:val="es-ES_tradnl"/>
        </w:rPr>
        <w:t>kWh</w:t>
      </w:r>
    </w:p>
    <w:p w14:paraId="50F65E67" w14:textId="268B537D" w:rsidR="00173F45" w:rsidRPr="00687DED" w:rsidRDefault="00C35228" w:rsidP="004A1B47">
      <w:pPr>
        <w:pStyle w:val="ListParagraph"/>
        <w:numPr>
          <w:ilvl w:val="0"/>
          <w:numId w:val="24"/>
        </w:numPr>
        <w:spacing w:line="276" w:lineRule="auto"/>
        <w:rPr>
          <w:sz w:val="22"/>
          <w:szCs w:val="22"/>
          <w:lang w:val="es-ES_tradnl"/>
        </w:rPr>
      </w:pPr>
      <w:r w:rsidRPr="00687DED">
        <w:rPr>
          <w:sz w:val="22"/>
          <w:szCs w:val="22"/>
          <w:lang w:val="es-ES_tradnl"/>
        </w:rPr>
        <w:t>A</w:t>
      </w:r>
      <w:r w:rsidR="00173F45" w:rsidRPr="00687DED">
        <w:rPr>
          <w:sz w:val="22"/>
          <w:szCs w:val="22"/>
          <w:lang w:val="es-ES_tradnl"/>
        </w:rPr>
        <w:t>utonom</w:t>
      </w:r>
      <w:r w:rsidR="00817027" w:rsidRPr="00687DED">
        <w:rPr>
          <w:sz w:val="22"/>
          <w:szCs w:val="22"/>
          <w:lang w:val="es-ES_tradnl"/>
        </w:rPr>
        <w:t>ía</w:t>
      </w:r>
      <w:r w:rsidRPr="00687DED">
        <w:rPr>
          <w:sz w:val="22"/>
          <w:szCs w:val="22"/>
          <w:lang w:val="es-ES_tradnl"/>
        </w:rPr>
        <w:t xml:space="preserve"> de</w:t>
      </w:r>
      <w:r w:rsidR="00817027" w:rsidRPr="00687DED">
        <w:rPr>
          <w:sz w:val="22"/>
          <w:szCs w:val="22"/>
          <w:lang w:val="es-ES_tradnl"/>
        </w:rPr>
        <w:t xml:space="preserve"> 150 </w:t>
      </w:r>
      <w:r w:rsidR="00173F45" w:rsidRPr="00687DED">
        <w:rPr>
          <w:sz w:val="22"/>
          <w:szCs w:val="22"/>
          <w:lang w:val="es-ES_tradnl"/>
        </w:rPr>
        <w:t>km, adapt</w:t>
      </w:r>
      <w:r w:rsidR="00817027" w:rsidRPr="00687DED">
        <w:rPr>
          <w:sz w:val="22"/>
          <w:szCs w:val="22"/>
          <w:lang w:val="es-ES_tradnl"/>
        </w:rPr>
        <w:t xml:space="preserve">ada a las entregas diarias del </w:t>
      </w:r>
      <w:r w:rsidR="00342D33" w:rsidRPr="00687DED">
        <w:rPr>
          <w:sz w:val="22"/>
          <w:szCs w:val="22"/>
          <w:lang w:val="es-ES_tradnl"/>
        </w:rPr>
        <w:t>transport</w:t>
      </w:r>
      <w:r w:rsidR="00817027" w:rsidRPr="00687DED">
        <w:rPr>
          <w:sz w:val="22"/>
          <w:szCs w:val="22"/>
          <w:lang w:val="es-ES_tradnl"/>
        </w:rPr>
        <w:t xml:space="preserve">ista </w:t>
      </w:r>
      <w:r w:rsidR="00C5227B" w:rsidRPr="00687DED">
        <w:rPr>
          <w:sz w:val="22"/>
          <w:szCs w:val="22"/>
          <w:lang w:val="es-ES_tradnl"/>
        </w:rPr>
        <w:t>SVZ</w:t>
      </w:r>
      <w:r w:rsidR="000E7F03" w:rsidRPr="00687DED">
        <w:rPr>
          <w:sz w:val="22"/>
          <w:szCs w:val="22"/>
          <w:lang w:val="es-ES_tradnl"/>
        </w:rPr>
        <w:t xml:space="preserve"> </w:t>
      </w:r>
      <w:r w:rsidR="00817027" w:rsidRPr="00687DED">
        <w:rPr>
          <w:sz w:val="22"/>
          <w:szCs w:val="22"/>
          <w:lang w:val="es-ES_tradnl"/>
        </w:rPr>
        <w:t xml:space="preserve">para </w:t>
      </w:r>
      <w:r w:rsidR="00173F45" w:rsidRPr="00687DED">
        <w:rPr>
          <w:sz w:val="22"/>
          <w:szCs w:val="22"/>
          <w:lang w:val="es-ES_tradnl"/>
        </w:rPr>
        <w:t>J</w:t>
      </w:r>
      <w:r w:rsidR="000E7F03" w:rsidRPr="00687DED">
        <w:rPr>
          <w:sz w:val="22"/>
          <w:szCs w:val="22"/>
          <w:lang w:val="es-ES_tradnl"/>
        </w:rPr>
        <w:t>umbo</w:t>
      </w:r>
      <w:r w:rsidR="00173F45" w:rsidRPr="00687DED">
        <w:rPr>
          <w:sz w:val="22"/>
          <w:szCs w:val="22"/>
          <w:lang w:val="es-ES_tradnl"/>
        </w:rPr>
        <w:t xml:space="preserve"> </w:t>
      </w:r>
      <w:r w:rsidR="00817027" w:rsidRPr="00687DED">
        <w:rPr>
          <w:sz w:val="22"/>
          <w:szCs w:val="22"/>
          <w:lang w:val="es-ES_tradnl"/>
        </w:rPr>
        <w:t xml:space="preserve">en </w:t>
      </w:r>
      <w:r w:rsidR="000E4DA4" w:rsidRPr="00687DED">
        <w:rPr>
          <w:sz w:val="22"/>
          <w:szCs w:val="22"/>
          <w:lang w:val="es-ES_tradnl"/>
        </w:rPr>
        <w:t>Á</w:t>
      </w:r>
      <w:r w:rsidR="00173F45" w:rsidRPr="00687DED">
        <w:rPr>
          <w:sz w:val="22"/>
          <w:szCs w:val="22"/>
          <w:lang w:val="es-ES_tradnl"/>
        </w:rPr>
        <w:t>msterdam</w:t>
      </w:r>
      <w:r w:rsidR="00817027" w:rsidRPr="00687DED">
        <w:rPr>
          <w:sz w:val="22"/>
          <w:szCs w:val="22"/>
          <w:lang w:val="es-ES_tradnl"/>
        </w:rPr>
        <w:t>.</w:t>
      </w:r>
    </w:p>
    <w:p w14:paraId="184C8339" w14:textId="77777777" w:rsidR="006554CF" w:rsidRPr="00687DED" w:rsidRDefault="006554CF">
      <w:pPr>
        <w:rPr>
          <w:b/>
          <w:bCs/>
          <w:sz w:val="18"/>
          <w:szCs w:val="18"/>
          <w:lang w:val="es-ES_tradnl"/>
        </w:rPr>
      </w:pPr>
    </w:p>
    <w:p w14:paraId="6A053DBC" w14:textId="77777777" w:rsidR="002242E6" w:rsidRPr="00687DED" w:rsidRDefault="002242E6">
      <w:pPr>
        <w:rPr>
          <w:b/>
          <w:bCs/>
          <w:sz w:val="18"/>
          <w:szCs w:val="18"/>
          <w:lang w:val="es-ES_tradnl"/>
        </w:rPr>
      </w:pPr>
    </w:p>
    <w:p w14:paraId="76A78B11" w14:textId="77777777" w:rsidR="002655EE" w:rsidRPr="00687DED" w:rsidRDefault="002655EE">
      <w:pPr>
        <w:rPr>
          <w:b/>
          <w:bCs/>
          <w:sz w:val="18"/>
          <w:szCs w:val="18"/>
          <w:lang w:val="es-ES_tradnl"/>
        </w:rPr>
      </w:pPr>
    </w:p>
    <w:p w14:paraId="1A218405" w14:textId="77777777" w:rsidR="004B728A" w:rsidRPr="00687DED" w:rsidRDefault="004B728A" w:rsidP="004C3220">
      <w:pPr>
        <w:rPr>
          <w:b/>
          <w:bCs/>
          <w:sz w:val="18"/>
          <w:szCs w:val="18"/>
          <w:lang w:val="es-ES_tradnl"/>
        </w:rPr>
      </w:pPr>
    </w:p>
    <w:p w14:paraId="2A8D3767" w14:textId="77777777" w:rsidR="00A816AE" w:rsidRPr="00687DED" w:rsidRDefault="00A816AE" w:rsidP="004C3220">
      <w:pPr>
        <w:rPr>
          <w:b/>
          <w:bCs/>
          <w:sz w:val="18"/>
          <w:szCs w:val="18"/>
          <w:lang w:val="es-ES_tradnl"/>
        </w:rPr>
      </w:pPr>
    </w:p>
    <w:p w14:paraId="65DACC50" w14:textId="1B72A933" w:rsidR="007A7DD9" w:rsidRPr="00687DED" w:rsidRDefault="003A006B" w:rsidP="007A7DD9">
      <w:pPr>
        <w:rPr>
          <w:b/>
          <w:bCs/>
          <w:sz w:val="18"/>
          <w:szCs w:val="18"/>
          <w:lang w:val="es-ES_tradnl"/>
        </w:rPr>
      </w:pPr>
      <w:r w:rsidRPr="00687DED">
        <w:rPr>
          <w:b/>
          <w:bCs/>
          <w:sz w:val="18"/>
          <w:szCs w:val="18"/>
          <w:lang w:val="es-ES_tradnl"/>
        </w:rPr>
        <w:t xml:space="preserve">Acerca de los supermercados </w:t>
      </w:r>
      <w:r w:rsidR="007A7DD9" w:rsidRPr="00687DED">
        <w:rPr>
          <w:b/>
          <w:bCs/>
          <w:sz w:val="18"/>
          <w:szCs w:val="18"/>
          <w:lang w:val="es-ES_tradnl"/>
        </w:rPr>
        <w:t xml:space="preserve">Jumbo </w:t>
      </w:r>
    </w:p>
    <w:p w14:paraId="63A7CF25" w14:textId="77777777" w:rsidR="000041DA" w:rsidRPr="00687DED" w:rsidRDefault="000041DA" w:rsidP="007A7DD9">
      <w:pPr>
        <w:rPr>
          <w:b/>
          <w:bCs/>
          <w:sz w:val="18"/>
          <w:szCs w:val="18"/>
          <w:lang w:val="es-ES_tradnl"/>
        </w:rPr>
      </w:pPr>
    </w:p>
    <w:p w14:paraId="4A722B94" w14:textId="152FCD76" w:rsidR="004A1B47" w:rsidRPr="00687DED" w:rsidRDefault="007A7DD9" w:rsidP="007A7DD9">
      <w:pPr>
        <w:rPr>
          <w:sz w:val="18"/>
          <w:szCs w:val="18"/>
          <w:lang w:val="es-ES_tradnl"/>
        </w:rPr>
      </w:pPr>
      <w:r w:rsidRPr="00687DED">
        <w:rPr>
          <w:sz w:val="18"/>
          <w:szCs w:val="18"/>
          <w:lang w:val="es-ES_tradnl"/>
        </w:rPr>
        <w:t>Jumbo es</w:t>
      </w:r>
      <w:r w:rsidR="00673B09" w:rsidRPr="00687DED">
        <w:rPr>
          <w:sz w:val="18"/>
          <w:szCs w:val="18"/>
          <w:lang w:val="es-ES_tradnl"/>
        </w:rPr>
        <w:t xml:space="preserve"> una</w:t>
      </w:r>
      <w:r w:rsidRPr="00687DED">
        <w:rPr>
          <w:sz w:val="18"/>
          <w:szCs w:val="18"/>
          <w:lang w:val="es-ES_tradnl"/>
        </w:rPr>
        <w:t xml:space="preserve"> e</w:t>
      </w:r>
      <w:r w:rsidR="00673B09" w:rsidRPr="00687DED">
        <w:rPr>
          <w:sz w:val="18"/>
          <w:szCs w:val="18"/>
          <w:lang w:val="es-ES_tradnl"/>
        </w:rPr>
        <w:t xml:space="preserve">mpresa </w:t>
      </w:r>
      <w:r w:rsidRPr="00687DED">
        <w:rPr>
          <w:sz w:val="18"/>
          <w:szCs w:val="18"/>
          <w:lang w:val="es-ES_tradnl"/>
        </w:rPr>
        <w:t>familia</w:t>
      </w:r>
      <w:r w:rsidR="00673B09" w:rsidRPr="00687DED">
        <w:rPr>
          <w:sz w:val="18"/>
          <w:szCs w:val="18"/>
          <w:lang w:val="es-ES_tradnl"/>
        </w:rPr>
        <w:t>r</w:t>
      </w:r>
      <w:r w:rsidRPr="00687DED">
        <w:rPr>
          <w:sz w:val="18"/>
          <w:szCs w:val="18"/>
          <w:lang w:val="es-ES_tradnl"/>
        </w:rPr>
        <w:t xml:space="preserve"> </w:t>
      </w:r>
      <w:r w:rsidR="000E4DA4" w:rsidRPr="00687DED">
        <w:rPr>
          <w:sz w:val="18"/>
          <w:szCs w:val="18"/>
          <w:lang w:val="es-ES_tradnl"/>
        </w:rPr>
        <w:t xml:space="preserve">con una gran historia que comenzó </w:t>
      </w:r>
      <w:r w:rsidRPr="00687DED">
        <w:rPr>
          <w:sz w:val="18"/>
          <w:szCs w:val="18"/>
          <w:lang w:val="es-ES_tradnl"/>
        </w:rPr>
        <w:t xml:space="preserve">en 1921 </w:t>
      </w:r>
      <w:r w:rsidR="0081647B" w:rsidRPr="00687DED">
        <w:rPr>
          <w:sz w:val="18"/>
          <w:szCs w:val="18"/>
          <w:lang w:val="es-ES_tradnl"/>
        </w:rPr>
        <w:t>com</w:t>
      </w:r>
      <w:r w:rsidR="000E4DA4" w:rsidRPr="00687DED">
        <w:rPr>
          <w:sz w:val="18"/>
          <w:szCs w:val="18"/>
          <w:lang w:val="es-ES_tradnl"/>
        </w:rPr>
        <w:t>o mayorista de la alimentación</w:t>
      </w:r>
      <w:r w:rsidR="00811905" w:rsidRPr="00687DED">
        <w:rPr>
          <w:sz w:val="18"/>
          <w:szCs w:val="18"/>
          <w:lang w:val="es-ES_tradnl"/>
        </w:rPr>
        <w:t xml:space="preserve">, experimentando un </w:t>
      </w:r>
      <w:r w:rsidR="00BC1CF8" w:rsidRPr="00687DED">
        <w:rPr>
          <w:sz w:val="18"/>
          <w:szCs w:val="18"/>
          <w:lang w:val="es-ES_tradnl"/>
        </w:rPr>
        <w:t>gran crecimiento</w:t>
      </w:r>
      <w:r w:rsidR="00811905" w:rsidRPr="00687DED">
        <w:rPr>
          <w:sz w:val="18"/>
          <w:szCs w:val="18"/>
          <w:lang w:val="es-ES_tradnl"/>
        </w:rPr>
        <w:t xml:space="preserve"> desde entonces</w:t>
      </w:r>
      <w:r w:rsidR="00BC1CF8" w:rsidRPr="00687DED">
        <w:rPr>
          <w:sz w:val="18"/>
          <w:szCs w:val="18"/>
          <w:lang w:val="es-ES_tradnl"/>
        </w:rPr>
        <w:t xml:space="preserve">. </w:t>
      </w:r>
      <w:r w:rsidR="004C7DEA" w:rsidRPr="00687DED">
        <w:rPr>
          <w:sz w:val="18"/>
          <w:szCs w:val="18"/>
          <w:lang w:val="es-ES_tradnl"/>
        </w:rPr>
        <w:t xml:space="preserve">Actualmente es la segunda cadena de supermercados </w:t>
      </w:r>
      <w:r w:rsidRPr="00687DED">
        <w:rPr>
          <w:sz w:val="18"/>
          <w:szCs w:val="18"/>
          <w:lang w:val="es-ES_tradnl"/>
        </w:rPr>
        <w:t>de</w:t>
      </w:r>
      <w:r w:rsidR="004C7DEA" w:rsidRPr="00687DED">
        <w:rPr>
          <w:sz w:val="18"/>
          <w:szCs w:val="18"/>
          <w:lang w:val="es-ES_tradnl"/>
        </w:rPr>
        <w:t xml:space="preserve"> lo</w:t>
      </w:r>
      <w:r w:rsidRPr="00687DED">
        <w:rPr>
          <w:sz w:val="18"/>
          <w:szCs w:val="18"/>
          <w:lang w:val="es-ES_tradnl"/>
        </w:rPr>
        <w:t xml:space="preserve">s </w:t>
      </w:r>
      <w:r w:rsidR="007579D6" w:rsidRPr="00687DED">
        <w:rPr>
          <w:sz w:val="18"/>
          <w:szCs w:val="18"/>
          <w:lang w:val="es-ES_tradnl"/>
        </w:rPr>
        <w:t>Países Bajos</w:t>
      </w:r>
      <w:r w:rsidR="009120B1" w:rsidRPr="00687DED">
        <w:rPr>
          <w:sz w:val="18"/>
          <w:szCs w:val="18"/>
          <w:lang w:val="es-ES_tradnl"/>
        </w:rPr>
        <w:t xml:space="preserve"> </w:t>
      </w:r>
      <w:r w:rsidR="004C7DEA" w:rsidRPr="00687DED">
        <w:rPr>
          <w:sz w:val="18"/>
          <w:szCs w:val="18"/>
          <w:lang w:val="es-ES_tradnl"/>
        </w:rPr>
        <w:t xml:space="preserve">y recibe a </w:t>
      </w:r>
      <w:r w:rsidRPr="00687DED">
        <w:rPr>
          <w:sz w:val="18"/>
          <w:szCs w:val="18"/>
          <w:lang w:val="es-ES_tradnl"/>
        </w:rPr>
        <w:t>millon</w:t>
      </w:r>
      <w:r w:rsidR="004C7DEA" w:rsidRPr="00687DED">
        <w:rPr>
          <w:sz w:val="18"/>
          <w:szCs w:val="18"/>
          <w:lang w:val="es-ES_tradnl"/>
        </w:rPr>
        <w:t>e</w:t>
      </w:r>
      <w:r w:rsidRPr="00687DED">
        <w:rPr>
          <w:sz w:val="18"/>
          <w:szCs w:val="18"/>
          <w:lang w:val="es-ES_tradnl"/>
        </w:rPr>
        <w:t>s de client</w:t>
      </w:r>
      <w:r w:rsidR="004C7DEA" w:rsidRPr="00687DED">
        <w:rPr>
          <w:sz w:val="18"/>
          <w:szCs w:val="18"/>
          <w:lang w:val="es-ES_tradnl"/>
        </w:rPr>
        <w:t>e</w:t>
      </w:r>
      <w:r w:rsidRPr="00687DED">
        <w:rPr>
          <w:sz w:val="18"/>
          <w:szCs w:val="18"/>
          <w:lang w:val="es-ES_tradnl"/>
        </w:rPr>
        <w:t xml:space="preserve">s </w:t>
      </w:r>
      <w:r w:rsidR="004C7DEA" w:rsidRPr="00687DED">
        <w:rPr>
          <w:sz w:val="18"/>
          <w:szCs w:val="18"/>
          <w:lang w:val="es-ES_tradnl"/>
        </w:rPr>
        <w:t xml:space="preserve">cada semana en más </w:t>
      </w:r>
      <w:r w:rsidRPr="00687DED">
        <w:rPr>
          <w:sz w:val="18"/>
          <w:szCs w:val="18"/>
          <w:lang w:val="es-ES_tradnl"/>
        </w:rPr>
        <w:t xml:space="preserve">de 700 </w:t>
      </w:r>
      <w:r w:rsidR="004C7DEA" w:rsidRPr="00687DED">
        <w:rPr>
          <w:sz w:val="18"/>
          <w:szCs w:val="18"/>
          <w:lang w:val="es-ES_tradnl"/>
        </w:rPr>
        <w:t xml:space="preserve">tiendas y en línea en </w:t>
      </w:r>
      <w:r w:rsidRPr="00687DED">
        <w:rPr>
          <w:sz w:val="18"/>
          <w:szCs w:val="18"/>
          <w:lang w:val="es-ES_tradnl"/>
        </w:rPr>
        <w:t xml:space="preserve">Jumbo.com </w:t>
      </w:r>
      <w:r w:rsidR="004C7DEA" w:rsidRPr="00687DED">
        <w:rPr>
          <w:sz w:val="18"/>
          <w:szCs w:val="18"/>
          <w:lang w:val="es-ES_tradnl"/>
        </w:rPr>
        <w:t xml:space="preserve">y </w:t>
      </w:r>
      <w:r w:rsidRPr="00687DED">
        <w:rPr>
          <w:rFonts w:ascii="Arial" w:hAnsi="Arial" w:cs="Arial"/>
          <w:sz w:val="18"/>
          <w:szCs w:val="18"/>
          <w:lang w:val="es-ES_tradnl"/>
        </w:rPr>
        <w:t>l</w:t>
      </w:r>
      <w:r w:rsidR="004C7DEA" w:rsidRPr="00687DED">
        <w:rPr>
          <w:rFonts w:ascii="Arial" w:hAnsi="Arial" w:cs="Arial"/>
          <w:sz w:val="18"/>
          <w:szCs w:val="18"/>
          <w:lang w:val="es-ES_tradnl"/>
        </w:rPr>
        <w:t xml:space="preserve">a </w:t>
      </w:r>
      <w:r w:rsidRPr="00687DED">
        <w:rPr>
          <w:rFonts w:ascii="Arial" w:hAnsi="Arial" w:cs="Arial"/>
          <w:sz w:val="18"/>
          <w:szCs w:val="18"/>
          <w:lang w:val="es-ES_tradnl"/>
        </w:rPr>
        <w:t>aplica</w:t>
      </w:r>
      <w:r w:rsidR="004C7DEA" w:rsidRPr="00687DED">
        <w:rPr>
          <w:rFonts w:ascii="Arial" w:hAnsi="Arial" w:cs="Arial"/>
          <w:sz w:val="18"/>
          <w:szCs w:val="18"/>
          <w:lang w:val="es-ES_tradnl"/>
        </w:rPr>
        <w:t>c</w:t>
      </w:r>
      <w:r w:rsidR="00BC1CF8" w:rsidRPr="00687DED">
        <w:rPr>
          <w:rFonts w:ascii="Arial" w:hAnsi="Arial" w:cs="Arial"/>
          <w:sz w:val="18"/>
          <w:szCs w:val="18"/>
          <w:lang w:val="es-ES_tradnl"/>
        </w:rPr>
        <w:t>ió</w:t>
      </w:r>
      <w:r w:rsidRPr="00687DED">
        <w:rPr>
          <w:rFonts w:ascii="Arial" w:hAnsi="Arial" w:cs="Arial"/>
          <w:sz w:val="18"/>
          <w:szCs w:val="18"/>
          <w:lang w:val="es-ES_tradnl"/>
        </w:rPr>
        <w:t>n</w:t>
      </w:r>
      <w:r w:rsidRPr="00687DED">
        <w:rPr>
          <w:sz w:val="18"/>
          <w:szCs w:val="18"/>
          <w:lang w:val="es-ES_tradnl"/>
        </w:rPr>
        <w:t xml:space="preserve"> Jumbo. </w:t>
      </w:r>
      <w:r w:rsidR="00601B29" w:rsidRPr="00687DED">
        <w:rPr>
          <w:sz w:val="18"/>
          <w:szCs w:val="18"/>
          <w:lang w:val="es-ES_tradnl"/>
        </w:rPr>
        <w:t>Desde</w:t>
      </w:r>
      <w:r w:rsidR="004C7DEA" w:rsidRPr="00687DED">
        <w:rPr>
          <w:sz w:val="18"/>
          <w:szCs w:val="18"/>
          <w:lang w:val="es-ES_tradnl"/>
        </w:rPr>
        <w:t xml:space="preserve"> </w:t>
      </w:r>
      <w:r w:rsidRPr="00687DED">
        <w:rPr>
          <w:sz w:val="18"/>
          <w:szCs w:val="18"/>
          <w:lang w:val="es-ES_tradnl"/>
        </w:rPr>
        <w:t xml:space="preserve">2019, Jumbo </w:t>
      </w:r>
      <w:r w:rsidR="004C7DEA" w:rsidRPr="00687DED">
        <w:rPr>
          <w:sz w:val="18"/>
          <w:szCs w:val="18"/>
          <w:lang w:val="es-ES_tradnl"/>
        </w:rPr>
        <w:t xml:space="preserve">está también presente </w:t>
      </w:r>
      <w:r w:rsidRPr="00687DED">
        <w:rPr>
          <w:sz w:val="18"/>
          <w:szCs w:val="18"/>
          <w:lang w:val="es-ES_tradnl"/>
        </w:rPr>
        <w:t>en B</w:t>
      </w:r>
      <w:r w:rsidR="004C7DEA" w:rsidRPr="00687DED">
        <w:rPr>
          <w:sz w:val="18"/>
          <w:szCs w:val="18"/>
          <w:lang w:val="es-ES_tradnl"/>
        </w:rPr>
        <w:t xml:space="preserve">élgica con más de </w:t>
      </w:r>
      <w:r w:rsidRPr="00687DED">
        <w:rPr>
          <w:sz w:val="18"/>
          <w:szCs w:val="18"/>
          <w:lang w:val="es-ES_tradnl"/>
        </w:rPr>
        <w:t>tre</w:t>
      </w:r>
      <w:r w:rsidR="004C7DEA" w:rsidRPr="00687DED">
        <w:rPr>
          <w:sz w:val="18"/>
          <w:szCs w:val="18"/>
          <w:lang w:val="es-ES_tradnl"/>
        </w:rPr>
        <w:t>i</w:t>
      </w:r>
      <w:r w:rsidRPr="00687DED">
        <w:rPr>
          <w:sz w:val="18"/>
          <w:szCs w:val="18"/>
          <w:lang w:val="es-ES_tradnl"/>
        </w:rPr>
        <w:t>nt</w:t>
      </w:r>
      <w:r w:rsidR="004C7DEA" w:rsidRPr="00687DED">
        <w:rPr>
          <w:sz w:val="18"/>
          <w:szCs w:val="18"/>
          <w:lang w:val="es-ES_tradnl"/>
        </w:rPr>
        <w:t>a</w:t>
      </w:r>
      <w:r w:rsidRPr="00687DED">
        <w:rPr>
          <w:sz w:val="18"/>
          <w:szCs w:val="18"/>
          <w:lang w:val="es-ES_tradnl"/>
        </w:rPr>
        <w:t xml:space="preserve"> </w:t>
      </w:r>
      <w:r w:rsidR="004C7DEA" w:rsidRPr="00687DED">
        <w:rPr>
          <w:sz w:val="18"/>
          <w:szCs w:val="18"/>
          <w:lang w:val="es-ES_tradnl"/>
        </w:rPr>
        <w:t>tiendas</w:t>
      </w:r>
      <w:r w:rsidRPr="00687DED">
        <w:rPr>
          <w:sz w:val="18"/>
          <w:szCs w:val="18"/>
          <w:lang w:val="es-ES_tradnl"/>
        </w:rPr>
        <w:t xml:space="preserve">. </w:t>
      </w:r>
      <w:r w:rsidR="004C7DEA" w:rsidRPr="00687DED">
        <w:rPr>
          <w:sz w:val="18"/>
          <w:szCs w:val="18"/>
          <w:lang w:val="es-ES_tradnl"/>
        </w:rPr>
        <w:t>Tanto en sus tiendas como en línea</w:t>
      </w:r>
      <w:r w:rsidRPr="00687DED">
        <w:rPr>
          <w:sz w:val="18"/>
          <w:szCs w:val="18"/>
          <w:lang w:val="es-ES_tradnl"/>
        </w:rPr>
        <w:t>, Jumbo es</w:t>
      </w:r>
      <w:r w:rsidR="004C7DEA" w:rsidRPr="00687DED">
        <w:rPr>
          <w:sz w:val="18"/>
          <w:szCs w:val="18"/>
          <w:lang w:val="es-ES_tradnl"/>
        </w:rPr>
        <w:t xml:space="preserve"> </w:t>
      </w:r>
      <w:r w:rsidR="00601B29" w:rsidRPr="00687DED">
        <w:rPr>
          <w:sz w:val="18"/>
          <w:szCs w:val="18"/>
          <w:lang w:val="es-ES_tradnl"/>
        </w:rPr>
        <w:t>sinónimo</w:t>
      </w:r>
      <w:r w:rsidR="004C7DEA" w:rsidRPr="00687DED">
        <w:rPr>
          <w:sz w:val="18"/>
          <w:szCs w:val="18"/>
          <w:lang w:val="es-ES_tradnl"/>
        </w:rPr>
        <w:t xml:space="preserve"> de precios bajo</w:t>
      </w:r>
      <w:r w:rsidR="003318B1">
        <w:rPr>
          <w:sz w:val="18"/>
          <w:szCs w:val="18"/>
          <w:lang w:val="es-ES_tradnl"/>
        </w:rPr>
        <w:t>s</w:t>
      </w:r>
      <w:r w:rsidR="004C7DEA" w:rsidRPr="00687DED">
        <w:rPr>
          <w:sz w:val="18"/>
          <w:szCs w:val="18"/>
          <w:lang w:val="es-ES_tradnl"/>
        </w:rPr>
        <w:t xml:space="preserve">, de calidad y de un atento </w:t>
      </w:r>
      <w:r w:rsidR="00601B29" w:rsidRPr="00687DED">
        <w:rPr>
          <w:sz w:val="18"/>
          <w:szCs w:val="18"/>
          <w:lang w:val="es-ES_tradnl"/>
        </w:rPr>
        <w:t>servicio</w:t>
      </w:r>
      <w:r w:rsidRPr="00687DED">
        <w:rPr>
          <w:sz w:val="18"/>
          <w:szCs w:val="18"/>
          <w:lang w:val="es-ES_tradnl"/>
        </w:rPr>
        <w:t>. L</w:t>
      </w:r>
      <w:r w:rsidR="004C7DEA" w:rsidRPr="00687DED">
        <w:rPr>
          <w:sz w:val="18"/>
          <w:szCs w:val="18"/>
          <w:lang w:val="es-ES_tradnl"/>
        </w:rPr>
        <w:t>o</w:t>
      </w:r>
      <w:r w:rsidRPr="00687DED">
        <w:rPr>
          <w:sz w:val="18"/>
          <w:szCs w:val="18"/>
          <w:lang w:val="es-ES_tradnl"/>
        </w:rPr>
        <w:t xml:space="preserve">s </w:t>
      </w:r>
      <w:r w:rsidR="00601B29" w:rsidRPr="00687DED">
        <w:rPr>
          <w:sz w:val="18"/>
          <w:szCs w:val="18"/>
          <w:lang w:val="es-ES_tradnl"/>
        </w:rPr>
        <w:t>clientes</w:t>
      </w:r>
      <w:r w:rsidRPr="00687DED">
        <w:rPr>
          <w:sz w:val="18"/>
          <w:szCs w:val="18"/>
          <w:lang w:val="es-ES_tradnl"/>
        </w:rPr>
        <w:t xml:space="preserve"> </w:t>
      </w:r>
      <w:r w:rsidR="004C7DEA" w:rsidRPr="00687DED">
        <w:rPr>
          <w:sz w:val="18"/>
          <w:szCs w:val="18"/>
          <w:lang w:val="es-ES_tradnl"/>
        </w:rPr>
        <w:t>pueden confiar en sus reputadas Siete Garantías</w:t>
      </w:r>
      <w:r w:rsidRPr="00687DED">
        <w:rPr>
          <w:sz w:val="18"/>
          <w:szCs w:val="18"/>
          <w:lang w:val="es-ES_tradnl"/>
        </w:rPr>
        <w:t>.</w:t>
      </w:r>
    </w:p>
    <w:p w14:paraId="7401A1DC" w14:textId="1D04B10D" w:rsidR="00B56B88" w:rsidRPr="00687DED" w:rsidRDefault="00B56B88" w:rsidP="007A7DD9">
      <w:pPr>
        <w:rPr>
          <w:sz w:val="18"/>
          <w:szCs w:val="18"/>
          <w:highlight w:val="yellow"/>
          <w:lang w:val="es-ES_tradnl"/>
        </w:rPr>
      </w:pPr>
    </w:p>
    <w:p w14:paraId="22851A1C" w14:textId="6AF8E383" w:rsidR="00CA3756" w:rsidRPr="00E279CC" w:rsidRDefault="00BC1CF8" w:rsidP="00CA3756">
      <w:pPr>
        <w:rPr>
          <w:sz w:val="18"/>
          <w:szCs w:val="18"/>
          <w:lang w:val="es-ES_tradnl"/>
        </w:rPr>
      </w:pPr>
      <w:r w:rsidRPr="00E279CC">
        <w:rPr>
          <w:sz w:val="18"/>
          <w:szCs w:val="18"/>
          <w:lang w:val="es-ES_tradnl"/>
        </w:rPr>
        <w:t xml:space="preserve">Jumbo, pensando en el bienestar de las generaciones futuras, se esfuerza por actuar </w:t>
      </w:r>
      <w:r w:rsidR="00601B29" w:rsidRPr="00E279CC">
        <w:rPr>
          <w:sz w:val="18"/>
          <w:szCs w:val="18"/>
          <w:lang w:val="es-ES_tradnl"/>
        </w:rPr>
        <w:t>considerando</w:t>
      </w:r>
      <w:r w:rsidRPr="00E279CC">
        <w:rPr>
          <w:sz w:val="18"/>
          <w:szCs w:val="18"/>
          <w:lang w:val="es-ES_tradnl"/>
        </w:rPr>
        <w:t xml:space="preserve"> el interés de las per</w:t>
      </w:r>
      <w:r w:rsidR="00601B29" w:rsidRPr="00E279CC">
        <w:rPr>
          <w:sz w:val="18"/>
          <w:szCs w:val="18"/>
          <w:lang w:val="es-ES_tradnl"/>
        </w:rPr>
        <w:t>s</w:t>
      </w:r>
      <w:r w:rsidRPr="00E279CC">
        <w:rPr>
          <w:sz w:val="18"/>
          <w:szCs w:val="18"/>
          <w:lang w:val="es-ES_tradnl"/>
        </w:rPr>
        <w:t>on</w:t>
      </w:r>
      <w:r w:rsidR="00601B29" w:rsidRPr="00E279CC">
        <w:rPr>
          <w:sz w:val="18"/>
          <w:szCs w:val="18"/>
          <w:lang w:val="es-ES_tradnl"/>
        </w:rPr>
        <w:t>a</w:t>
      </w:r>
      <w:r w:rsidRPr="00E279CC">
        <w:rPr>
          <w:sz w:val="18"/>
          <w:szCs w:val="18"/>
          <w:lang w:val="es-ES_tradnl"/>
        </w:rPr>
        <w:t>s, los animales y la naturaleza</w:t>
      </w:r>
      <w:r w:rsidR="00CA3756" w:rsidRPr="00E279CC">
        <w:rPr>
          <w:sz w:val="18"/>
          <w:szCs w:val="18"/>
          <w:lang w:val="es-ES_tradnl"/>
        </w:rPr>
        <w:t>. La pol</w:t>
      </w:r>
      <w:r w:rsidRPr="00E279CC">
        <w:rPr>
          <w:sz w:val="18"/>
          <w:szCs w:val="18"/>
          <w:lang w:val="es-ES_tradnl"/>
        </w:rPr>
        <w:t xml:space="preserve">ítica de responsabilidad social </w:t>
      </w:r>
      <w:r w:rsidR="00CA3756" w:rsidRPr="00E279CC">
        <w:rPr>
          <w:sz w:val="18"/>
          <w:szCs w:val="18"/>
          <w:lang w:val="es-ES_tradnl"/>
        </w:rPr>
        <w:t>de l</w:t>
      </w:r>
      <w:r w:rsidRPr="00E279CC">
        <w:rPr>
          <w:sz w:val="18"/>
          <w:szCs w:val="18"/>
          <w:lang w:val="es-ES_tradnl"/>
        </w:rPr>
        <w:t xml:space="preserve">a empresa </w:t>
      </w:r>
      <w:r w:rsidRPr="00E279CC">
        <w:rPr>
          <w:sz w:val="18"/>
          <w:szCs w:val="18"/>
          <w:lang w:val="es-ES_tradnl"/>
        </w:rPr>
        <w:lastRenderedPageBreak/>
        <w:t>familiar se centra</w:t>
      </w:r>
      <w:r w:rsidR="00CA3756" w:rsidRPr="00E279CC">
        <w:rPr>
          <w:sz w:val="18"/>
          <w:szCs w:val="18"/>
          <w:lang w:val="es-ES_tradnl"/>
        </w:rPr>
        <w:t xml:space="preserve"> </w:t>
      </w:r>
      <w:r w:rsidRPr="00E279CC">
        <w:rPr>
          <w:sz w:val="18"/>
          <w:szCs w:val="18"/>
          <w:lang w:val="es-ES_tradnl"/>
        </w:rPr>
        <w:t xml:space="preserve">en cuestiones </w:t>
      </w:r>
      <w:r w:rsidR="00CA3756" w:rsidRPr="00E279CC">
        <w:rPr>
          <w:sz w:val="18"/>
          <w:szCs w:val="18"/>
          <w:lang w:val="es-ES_tradnl"/>
        </w:rPr>
        <w:t>important</w:t>
      </w:r>
      <w:r w:rsidRPr="00E279CC">
        <w:rPr>
          <w:sz w:val="18"/>
          <w:szCs w:val="18"/>
          <w:lang w:val="es-ES_tradnl"/>
        </w:rPr>
        <w:t>e</w:t>
      </w:r>
      <w:r w:rsidR="00CA3756" w:rsidRPr="00E279CC">
        <w:rPr>
          <w:sz w:val="18"/>
          <w:szCs w:val="18"/>
          <w:lang w:val="es-ES_tradnl"/>
        </w:rPr>
        <w:t xml:space="preserve">s </w:t>
      </w:r>
      <w:r w:rsidRPr="00E279CC">
        <w:rPr>
          <w:sz w:val="18"/>
          <w:szCs w:val="18"/>
          <w:lang w:val="es-ES_tradnl"/>
        </w:rPr>
        <w:t xml:space="preserve">como los vínculos con </w:t>
      </w:r>
      <w:r w:rsidR="00CA3756" w:rsidRPr="00E279CC">
        <w:rPr>
          <w:sz w:val="18"/>
          <w:szCs w:val="18"/>
          <w:lang w:val="es-ES_tradnl"/>
        </w:rPr>
        <w:t>la com</w:t>
      </w:r>
      <w:r w:rsidRPr="00E279CC">
        <w:rPr>
          <w:sz w:val="18"/>
          <w:szCs w:val="18"/>
          <w:lang w:val="es-ES_tradnl"/>
        </w:rPr>
        <w:t>unidad local</w:t>
      </w:r>
      <w:r w:rsidR="00CA3756" w:rsidRPr="00E279CC">
        <w:rPr>
          <w:sz w:val="18"/>
          <w:szCs w:val="18"/>
          <w:lang w:val="es-ES_tradnl"/>
        </w:rPr>
        <w:t xml:space="preserve">, </w:t>
      </w:r>
      <w:r w:rsidRPr="00E279CC">
        <w:rPr>
          <w:sz w:val="18"/>
          <w:szCs w:val="18"/>
          <w:lang w:val="es-ES_tradnl"/>
        </w:rPr>
        <w:t xml:space="preserve">la oferta de </w:t>
      </w:r>
      <w:r w:rsidR="00601B29" w:rsidRPr="00E279CC">
        <w:rPr>
          <w:sz w:val="18"/>
          <w:szCs w:val="18"/>
          <w:lang w:val="es-ES_tradnl"/>
        </w:rPr>
        <w:t>alimentos</w:t>
      </w:r>
      <w:r w:rsidRPr="00E279CC">
        <w:rPr>
          <w:sz w:val="18"/>
          <w:szCs w:val="18"/>
          <w:lang w:val="es-ES_tradnl"/>
        </w:rPr>
        <w:t xml:space="preserve"> sa</w:t>
      </w:r>
      <w:r w:rsidR="00CA3756" w:rsidRPr="00E279CC">
        <w:rPr>
          <w:sz w:val="18"/>
          <w:szCs w:val="18"/>
          <w:lang w:val="es-ES_tradnl"/>
        </w:rPr>
        <w:t>n</w:t>
      </w:r>
      <w:r w:rsidRPr="00E279CC">
        <w:rPr>
          <w:sz w:val="18"/>
          <w:szCs w:val="18"/>
          <w:lang w:val="es-ES_tradnl"/>
        </w:rPr>
        <w:t>o</w:t>
      </w:r>
      <w:r w:rsidR="00CA3756" w:rsidRPr="00E279CC">
        <w:rPr>
          <w:sz w:val="18"/>
          <w:szCs w:val="18"/>
          <w:lang w:val="es-ES_tradnl"/>
        </w:rPr>
        <w:t xml:space="preserve">s, </w:t>
      </w:r>
      <w:r w:rsidRPr="00E279CC">
        <w:rPr>
          <w:sz w:val="18"/>
          <w:szCs w:val="18"/>
          <w:lang w:val="es-ES_tradnl"/>
        </w:rPr>
        <w:t>cadenas de aprovisionamiento sostenibles</w:t>
      </w:r>
      <w:r w:rsidR="00CA3756" w:rsidRPr="00E279CC">
        <w:rPr>
          <w:sz w:val="18"/>
          <w:szCs w:val="18"/>
          <w:lang w:val="es-ES_tradnl"/>
        </w:rPr>
        <w:t xml:space="preserve">, </w:t>
      </w:r>
      <w:r w:rsidR="00FA7EA0" w:rsidRPr="00E279CC">
        <w:rPr>
          <w:sz w:val="18"/>
          <w:szCs w:val="18"/>
          <w:lang w:val="es-ES_tradnl"/>
        </w:rPr>
        <w:t xml:space="preserve">la </w:t>
      </w:r>
      <w:r w:rsidRPr="00E279CC">
        <w:rPr>
          <w:sz w:val="18"/>
          <w:szCs w:val="18"/>
          <w:lang w:val="es-ES_tradnl"/>
        </w:rPr>
        <w:t>mejor</w:t>
      </w:r>
      <w:r w:rsidR="00FA7EA0" w:rsidRPr="00E279CC">
        <w:rPr>
          <w:sz w:val="18"/>
          <w:szCs w:val="18"/>
          <w:lang w:val="es-ES_tradnl"/>
        </w:rPr>
        <w:t>a</w:t>
      </w:r>
      <w:r w:rsidRPr="00E279CC">
        <w:rPr>
          <w:sz w:val="18"/>
          <w:szCs w:val="18"/>
          <w:lang w:val="es-ES_tradnl"/>
        </w:rPr>
        <w:t xml:space="preserve"> </w:t>
      </w:r>
      <w:r w:rsidR="00FA7EA0" w:rsidRPr="00E279CC">
        <w:rPr>
          <w:sz w:val="18"/>
          <w:szCs w:val="18"/>
          <w:lang w:val="es-ES_tradnl"/>
        </w:rPr>
        <w:t xml:space="preserve">del </w:t>
      </w:r>
      <w:r w:rsidRPr="00E279CC">
        <w:rPr>
          <w:sz w:val="18"/>
          <w:szCs w:val="18"/>
          <w:lang w:val="es-ES_tradnl"/>
        </w:rPr>
        <w:t>medio ambiente y ser siempre un empleador justo y respetuoso</w:t>
      </w:r>
      <w:r w:rsidR="00CA3756" w:rsidRPr="00E279CC">
        <w:rPr>
          <w:sz w:val="18"/>
          <w:szCs w:val="18"/>
          <w:lang w:val="es-ES_tradnl"/>
        </w:rPr>
        <w:t xml:space="preserve">. </w:t>
      </w:r>
      <w:r w:rsidRPr="00E279CC">
        <w:rPr>
          <w:sz w:val="18"/>
          <w:szCs w:val="18"/>
          <w:lang w:val="es-ES_tradnl"/>
        </w:rPr>
        <w:t xml:space="preserve">Junto a los </w:t>
      </w:r>
      <w:r w:rsidR="00601B29" w:rsidRPr="00E279CC">
        <w:rPr>
          <w:sz w:val="18"/>
          <w:szCs w:val="18"/>
          <w:lang w:val="es-ES_tradnl"/>
        </w:rPr>
        <w:t>clientes</w:t>
      </w:r>
      <w:r w:rsidR="00CA3756" w:rsidRPr="00E279CC">
        <w:rPr>
          <w:sz w:val="18"/>
          <w:szCs w:val="18"/>
          <w:lang w:val="es-ES_tradnl"/>
        </w:rPr>
        <w:t>, l</w:t>
      </w:r>
      <w:r w:rsidRPr="00E279CC">
        <w:rPr>
          <w:sz w:val="18"/>
          <w:szCs w:val="18"/>
          <w:lang w:val="es-ES_tradnl"/>
        </w:rPr>
        <w:t>o</w:t>
      </w:r>
      <w:r w:rsidR="00CA3756" w:rsidRPr="00E279CC">
        <w:rPr>
          <w:sz w:val="18"/>
          <w:szCs w:val="18"/>
          <w:lang w:val="es-ES_tradnl"/>
        </w:rPr>
        <w:t xml:space="preserve">s </w:t>
      </w:r>
      <w:r w:rsidRPr="00E279CC">
        <w:rPr>
          <w:sz w:val="18"/>
          <w:szCs w:val="18"/>
          <w:lang w:val="es-ES_tradnl"/>
        </w:rPr>
        <w:t>empleados</w:t>
      </w:r>
      <w:r w:rsidR="00CA3756" w:rsidRPr="00E279CC">
        <w:rPr>
          <w:sz w:val="18"/>
          <w:szCs w:val="18"/>
          <w:lang w:val="es-ES_tradnl"/>
        </w:rPr>
        <w:t>, l</w:t>
      </w:r>
      <w:r w:rsidRPr="00E279CC">
        <w:rPr>
          <w:sz w:val="18"/>
          <w:szCs w:val="18"/>
          <w:lang w:val="es-ES_tradnl"/>
        </w:rPr>
        <w:t>o</w:t>
      </w:r>
      <w:r w:rsidR="00CA3756" w:rsidRPr="00E279CC">
        <w:rPr>
          <w:sz w:val="18"/>
          <w:szCs w:val="18"/>
          <w:lang w:val="es-ES_tradnl"/>
        </w:rPr>
        <w:t xml:space="preserve">s </w:t>
      </w:r>
      <w:r w:rsidRPr="00E279CC">
        <w:rPr>
          <w:sz w:val="18"/>
          <w:szCs w:val="18"/>
          <w:lang w:val="es-ES_tradnl"/>
        </w:rPr>
        <w:t>empresarios, los proveedores y los socios</w:t>
      </w:r>
      <w:r w:rsidR="00CA3756" w:rsidRPr="00E279CC">
        <w:rPr>
          <w:sz w:val="18"/>
          <w:szCs w:val="18"/>
          <w:lang w:val="es-ES_tradnl"/>
        </w:rPr>
        <w:t>, Jumbo contribu</w:t>
      </w:r>
      <w:r w:rsidRPr="00E279CC">
        <w:rPr>
          <w:sz w:val="18"/>
          <w:szCs w:val="18"/>
          <w:lang w:val="es-ES_tradnl"/>
        </w:rPr>
        <w:t>y</w:t>
      </w:r>
      <w:r w:rsidR="00CA3756" w:rsidRPr="00E279CC">
        <w:rPr>
          <w:sz w:val="18"/>
          <w:szCs w:val="18"/>
          <w:lang w:val="es-ES_tradnl"/>
        </w:rPr>
        <w:t xml:space="preserve">e </w:t>
      </w:r>
      <w:r w:rsidRPr="00E279CC">
        <w:rPr>
          <w:sz w:val="18"/>
          <w:szCs w:val="18"/>
          <w:lang w:val="es-ES_tradnl"/>
        </w:rPr>
        <w:t xml:space="preserve">a hacer frente a estos </w:t>
      </w:r>
      <w:r w:rsidR="00601B29" w:rsidRPr="00E279CC">
        <w:rPr>
          <w:sz w:val="18"/>
          <w:szCs w:val="18"/>
          <w:lang w:val="es-ES_tradnl"/>
        </w:rPr>
        <w:t>importantes</w:t>
      </w:r>
      <w:r w:rsidRPr="00E279CC">
        <w:rPr>
          <w:sz w:val="18"/>
          <w:szCs w:val="18"/>
          <w:lang w:val="es-ES_tradnl"/>
        </w:rPr>
        <w:t xml:space="preserve"> retos sociales</w:t>
      </w:r>
      <w:r w:rsidR="00CA3756" w:rsidRPr="00E279CC">
        <w:rPr>
          <w:sz w:val="18"/>
          <w:szCs w:val="18"/>
          <w:lang w:val="es-ES_tradnl"/>
        </w:rPr>
        <w:t xml:space="preserve">. </w:t>
      </w:r>
      <w:r w:rsidRPr="00E279CC">
        <w:rPr>
          <w:sz w:val="18"/>
          <w:szCs w:val="18"/>
          <w:lang w:val="es-ES_tradnl"/>
        </w:rPr>
        <w:t xml:space="preserve">Si desea más información sobre todas las actividades de </w:t>
      </w:r>
      <w:r w:rsidR="00CA3756" w:rsidRPr="00E279CC">
        <w:rPr>
          <w:sz w:val="18"/>
          <w:szCs w:val="18"/>
          <w:lang w:val="es-ES_tradnl"/>
        </w:rPr>
        <w:t>R</w:t>
      </w:r>
      <w:r w:rsidR="00601B29" w:rsidRPr="00E279CC">
        <w:rPr>
          <w:sz w:val="18"/>
          <w:szCs w:val="18"/>
          <w:lang w:val="es-ES_tradnl"/>
        </w:rPr>
        <w:t xml:space="preserve">esponsabilidad </w:t>
      </w:r>
      <w:r w:rsidR="00CA3756" w:rsidRPr="00E279CC">
        <w:rPr>
          <w:sz w:val="18"/>
          <w:szCs w:val="18"/>
          <w:lang w:val="es-ES_tradnl"/>
        </w:rPr>
        <w:t>S</w:t>
      </w:r>
      <w:r w:rsidR="00601B29" w:rsidRPr="00E279CC">
        <w:rPr>
          <w:sz w:val="18"/>
          <w:szCs w:val="18"/>
          <w:lang w:val="es-ES_tradnl"/>
        </w:rPr>
        <w:t>ocial Corporativa</w:t>
      </w:r>
      <w:r w:rsidR="00CA3756" w:rsidRPr="00E279CC">
        <w:rPr>
          <w:sz w:val="18"/>
          <w:szCs w:val="18"/>
          <w:lang w:val="es-ES_tradnl"/>
        </w:rPr>
        <w:t xml:space="preserve">, </w:t>
      </w:r>
      <w:r w:rsidR="00601B29" w:rsidRPr="00E279CC">
        <w:rPr>
          <w:sz w:val="18"/>
          <w:szCs w:val="18"/>
          <w:lang w:val="es-ES_tradnl"/>
        </w:rPr>
        <w:t xml:space="preserve">le invitamos a visitar nuestro sitio </w:t>
      </w:r>
      <w:r w:rsidR="00CA3756" w:rsidRPr="00E279CC">
        <w:rPr>
          <w:sz w:val="18"/>
          <w:szCs w:val="18"/>
          <w:lang w:val="es-ES_tradnl"/>
        </w:rPr>
        <w:t>web.</w:t>
      </w:r>
    </w:p>
    <w:p w14:paraId="674762E3" w14:textId="77777777" w:rsidR="00CA3756" w:rsidRPr="00687DED" w:rsidRDefault="00CA3756" w:rsidP="00CA3756">
      <w:pPr>
        <w:rPr>
          <w:sz w:val="18"/>
          <w:szCs w:val="18"/>
          <w:lang w:val="es-ES_tradnl"/>
        </w:rPr>
      </w:pPr>
    </w:p>
    <w:p w14:paraId="1E5F626E" w14:textId="77777777" w:rsidR="00A816AE" w:rsidRPr="00687DED" w:rsidRDefault="00A816AE" w:rsidP="00A816AE">
      <w:pPr>
        <w:rPr>
          <w:b/>
          <w:bCs/>
          <w:sz w:val="18"/>
          <w:szCs w:val="18"/>
          <w:highlight w:val="yellow"/>
          <w:lang w:val="es-ES_tradnl"/>
        </w:rPr>
      </w:pPr>
    </w:p>
    <w:p w14:paraId="66BE1095" w14:textId="597AB0EB" w:rsidR="00672310" w:rsidRPr="00687DED" w:rsidRDefault="003A006B" w:rsidP="00672310">
      <w:pPr>
        <w:rPr>
          <w:b/>
          <w:bCs/>
          <w:sz w:val="18"/>
          <w:szCs w:val="18"/>
          <w:lang w:val="es-ES_tradnl"/>
        </w:rPr>
      </w:pPr>
      <w:r w:rsidRPr="00687DED">
        <w:rPr>
          <w:b/>
          <w:bCs/>
          <w:sz w:val="18"/>
          <w:szCs w:val="18"/>
          <w:lang w:val="es-ES_tradnl"/>
        </w:rPr>
        <w:t xml:space="preserve">Acerca de </w:t>
      </w:r>
      <w:r w:rsidR="00672310" w:rsidRPr="00687DED">
        <w:rPr>
          <w:b/>
          <w:bCs/>
          <w:sz w:val="18"/>
          <w:szCs w:val="18"/>
          <w:lang w:val="es-ES_tradnl"/>
        </w:rPr>
        <w:t>SVZ</w:t>
      </w:r>
    </w:p>
    <w:p w14:paraId="248F20A9" w14:textId="77777777" w:rsidR="00672310" w:rsidRPr="00687DED" w:rsidRDefault="00672310" w:rsidP="00672310">
      <w:pPr>
        <w:rPr>
          <w:b/>
          <w:bCs/>
          <w:i/>
          <w:iCs/>
          <w:sz w:val="18"/>
          <w:szCs w:val="18"/>
          <w:lang w:val="es-ES_tradnl"/>
        </w:rPr>
      </w:pPr>
    </w:p>
    <w:p w14:paraId="5FE1861C" w14:textId="3A450B18" w:rsidR="004A1B47" w:rsidRPr="00687DED" w:rsidRDefault="00672310" w:rsidP="00672310">
      <w:pPr>
        <w:rPr>
          <w:rFonts w:ascii="Arial" w:hAnsi="Arial" w:cs="Arial"/>
          <w:sz w:val="18"/>
          <w:szCs w:val="18"/>
          <w:lang w:val="es-ES_tradnl"/>
        </w:rPr>
      </w:pPr>
      <w:r w:rsidRPr="00687DED">
        <w:rPr>
          <w:rFonts w:ascii="Arial" w:hAnsi="Arial" w:cs="Arial"/>
          <w:sz w:val="18"/>
          <w:szCs w:val="18"/>
          <w:lang w:val="es-ES_tradnl"/>
        </w:rPr>
        <w:t>SVZ es un</w:t>
      </w:r>
      <w:r w:rsidR="00601B29" w:rsidRPr="00687DED">
        <w:rPr>
          <w:rFonts w:ascii="Arial" w:hAnsi="Arial" w:cs="Arial"/>
          <w:sz w:val="18"/>
          <w:szCs w:val="18"/>
          <w:lang w:val="es-ES_tradnl"/>
        </w:rPr>
        <w:t>a</w:t>
      </w:r>
      <w:r w:rsidRPr="00687DED">
        <w:rPr>
          <w:rFonts w:ascii="Arial" w:hAnsi="Arial" w:cs="Arial"/>
          <w:sz w:val="18"/>
          <w:szCs w:val="18"/>
          <w:lang w:val="es-ES_tradnl"/>
        </w:rPr>
        <w:t xml:space="preserve"> </w:t>
      </w:r>
      <w:r w:rsidR="00601B29" w:rsidRPr="00687DED">
        <w:rPr>
          <w:rFonts w:ascii="Arial" w:hAnsi="Arial" w:cs="Arial"/>
          <w:sz w:val="18"/>
          <w:szCs w:val="18"/>
          <w:lang w:val="es-ES_tradnl"/>
        </w:rPr>
        <w:t xml:space="preserve">empresa de </w:t>
      </w:r>
      <w:r w:rsidRPr="00687DED">
        <w:rPr>
          <w:rFonts w:ascii="Arial" w:hAnsi="Arial" w:cs="Arial"/>
          <w:sz w:val="18"/>
          <w:szCs w:val="18"/>
          <w:lang w:val="es-ES_tradnl"/>
        </w:rPr>
        <w:t>transport</w:t>
      </w:r>
      <w:r w:rsidR="00601B29" w:rsidRPr="00687DED">
        <w:rPr>
          <w:rFonts w:ascii="Arial" w:hAnsi="Arial" w:cs="Arial"/>
          <w:sz w:val="18"/>
          <w:szCs w:val="18"/>
          <w:lang w:val="es-ES_tradnl"/>
        </w:rPr>
        <w:t>es</w:t>
      </w:r>
      <w:r w:rsidRPr="00687DED">
        <w:rPr>
          <w:rFonts w:ascii="Arial" w:hAnsi="Arial" w:cs="Arial"/>
          <w:sz w:val="18"/>
          <w:szCs w:val="18"/>
          <w:lang w:val="es-ES_tradnl"/>
        </w:rPr>
        <w:t xml:space="preserve"> </w:t>
      </w:r>
      <w:r w:rsidR="00FA7EA0" w:rsidRPr="00687DED">
        <w:rPr>
          <w:rFonts w:ascii="Arial" w:hAnsi="Arial" w:cs="Arial"/>
          <w:sz w:val="18"/>
          <w:szCs w:val="18"/>
          <w:lang w:val="es-ES_tradnl"/>
        </w:rPr>
        <w:t xml:space="preserve">procedente de la unión </w:t>
      </w:r>
      <w:r w:rsidR="00601B29" w:rsidRPr="00687DED">
        <w:rPr>
          <w:rFonts w:ascii="Arial" w:hAnsi="Arial" w:cs="Arial"/>
          <w:sz w:val="18"/>
          <w:szCs w:val="18"/>
          <w:lang w:val="es-ES_tradnl"/>
        </w:rPr>
        <w:t xml:space="preserve">de dos empresas </w:t>
      </w:r>
      <w:r w:rsidR="00354746" w:rsidRPr="00687DED">
        <w:rPr>
          <w:rFonts w:ascii="Arial" w:hAnsi="Arial" w:cs="Arial"/>
          <w:sz w:val="18"/>
          <w:szCs w:val="18"/>
          <w:lang w:val="es-ES_tradnl"/>
        </w:rPr>
        <w:t>familiares</w:t>
      </w:r>
      <w:r w:rsidRPr="00687DED">
        <w:rPr>
          <w:rFonts w:ascii="Arial" w:hAnsi="Arial" w:cs="Arial"/>
          <w:sz w:val="18"/>
          <w:szCs w:val="18"/>
          <w:lang w:val="es-ES_tradnl"/>
        </w:rPr>
        <w:t xml:space="preserve">, </w:t>
      </w:r>
      <w:r w:rsidR="00601B29" w:rsidRPr="00687DED">
        <w:rPr>
          <w:rFonts w:ascii="Arial" w:hAnsi="Arial" w:cs="Arial"/>
          <w:sz w:val="18"/>
          <w:szCs w:val="18"/>
          <w:lang w:val="es-ES_tradnl"/>
        </w:rPr>
        <w:t xml:space="preserve">ambas con una larga experiencia en el ámbito del </w:t>
      </w:r>
      <w:r w:rsidRPr="00687DED">
        <w:rPr>
          <w:rFonts w:ascii="Arial" w:hAnsi="Arial" w:cs="Arial"/>
          <w:sz w:val="18"/>
          <w:szCs w:val="18"/>
          <w:lang w:val="es-ES_tradnl"/>
        </w:rPr>
        <w:t>transport</w:t>
      </w:r>
      <w:r w:rsidR="00601B29" w:rsidRPr="00687DED">
        <w:rPr>
          <w:rFonts w:ascii="Arial" w:hAnsi="Arial" w:cs="Arial"/>
          <w:sz w:val="18"/>
          <w:szCs w:val="18"/>
          <w:lang w:val="es-ES_tradnl"/>
        </w:rPr>
        <w:t>e</w:t>
      </w:r>
      <w:r w:rsidRPr="00687DED">
        <w:rPr>
          <w:rFonts w:ascii="Arial" w:hAnsi="Arial" w:cs="Arial"/>
          <w:sz w:val="18"/>
          <w:szCs w:val="18"/>
          <w:lang w:val="es-ES_tradnl"/>
        </w:rPr>
        <w:t xml:space="preserve">. </w:t>
      </w:r>
      <w:r w:rsidR="00601B29" w:rsidRPr="00687DED">
        <w:rPr>
          <w:rFonts w:ascii="Arial" w:hAnsi="Arial" w:cs="Arial"/>
          <w:sz w:val="18"/>
          <w:szCs w:val="18"/>
          <w:lang w:val="es-ES_tradnl"/>
        </w:rPr>
        <w:t xml:space="preserve">Su </w:t>
      </w:r>
      <w:r w:rsidR="00354746" w:rsidRPr="00687DED">
        <w:rPr>
          <w:rFonts w:ascii="Arial" w:hAnsi="Arial" w:cs="Arial"/>
          <w:sz w:val="18"/>
          <w:szCs w:val="18"/>
          <w:lang w:val="es-ES_tradnl"/>
        </w:rPr>
        <w:t>fusión</w:t>
      </w:r>
      <w:r w:rsidRPr="00687DED">
        <w:rPr>
          <w:rFonts w:ascii="Arial" w:hAnsi="Arial" w:cs="Arial"/>
          <w:sz w:val="18"/>
          <w:szCs w:val="18"/>
          <w:lang w:val="es-ES_tradnl"/>
        </w:rPr>
        <w:t xml:space="preserve"> </w:t>
      </w:r>
      <w:r w:rsidR="00601B29" w:rsidRPr="00687DED">
        <w:rPr>
          <w:rFonts w:ascii="Arial" w:hAnsi="Arial" w:cs="Arial"/>
          <w:sz w:val="18"/>
          <w:szCs w:val="18"/>
          <w:lang w:val="es-ES_tradnl"/>
        </w:rPr>
        <w:t xml:space="preserve">se basa en valores comunes </w:t>
      </w:r>
      <w:r w:rsidRPr="00687DED">
        <w:rPr>
          <w:rFonts w:ascii="Arial" w:hAnsi="Arial" w:cs="Arial"/>
          <w:sz w:val="18"/>
          <w:szCs w:val="18"/>
          <w:lang w:val="es-ES_tradnl"/>
        </w:rPr>
        <w:t xml:space="preserve">de </w:t>
      </w:r>
      <w:r w:rsidR="00601B29" w:rsidRPr="00687DED">
        <w:rPr>
          <w:rFonts w:ascii="Arial" w:hAnsi="Arial" w:cs="Arial"/>
          <w:sz w:val="18"/>
          <w:szCs w:val="18"/>
          <w:lang w:val="es-ES_tradnl"/>
        </w:rPr>
        <w:t>sostenibilidad</w:t>
      </w:r>
      <w:r w:rsidRPr="00687DED">
        <w:rPr>
          <w:rFonts w:ascii="Arial" w:hAnsi="Arial" w:cs="Arial"/>
          <w:sz w:val="18"/>
          <w:szCs w:val="18"/>
          <w:lang w:val="es-ES_tradnl"/>
        </w:rPr>
        <w:t xml:space="preserve">, </w:t>
      </w:r>
      <w:r w:rsidR="00601B29" w:rsidRPr="00687DED">
        <w:rPr>
          <w:rFonts w:ascii="Arial" w:hAnsi="Arial" w:cs="Arial"/>
          <w:sz w:val="18"/>
          <w:szCs w:val="18"/>
          <w:lang w:val="es-ES_tradnl"/>
        </w:rPr>
        <w:t>profe</w:t>
      </w:r>
      <w:r w:rsidRPr="00687DED">
        <w:rPr>
          <w:rFonts w:ascii="Arial" w:hAnsi="Arial" w:cs="Arial"/>
          <w:sz w:val="18"/>
          <w:szCs w:val="18"/>
          <w:lang w:val="es-ES_tradnl"/>
        </w:rPr>
        <w:t>sionali</w:t>
      </w:r>
      <w:r w:rsidR="00601B29" w:rsidRPr="00687DED">
        <w:rPr>
          <w:rFonts w:ascii="Arial" w:hAnsi="Arial" w:cs="Arial"/>
          <w:sz w:val="18"/>
          <w:szCs w:val="18"/>
          <w:lang w:val="es-ES_tradnl"/>
        </w:rPr>
        <w:t>dad</w:t>
      </w:r>
      <w:r w:rsidRPr="00687DED">
        <w:rPr>
          <w:rFonts w:ascii="Arial" w:hAnsi="Arial" w:cs="Arial"/>
          <w:sz w:val="18"/>
          <w:szCs w:val="18"/>
          <w:lang w:val="es-ES_tradnl"/>
        </w:rPr>
        <w:t xml:space="preserve">, </w:t>
      </w:r>
      <w:r w:rsidR="00601B29" w:rsidRPr="00687DED">
        <w:rPr>
          <w:rFonts w:ascii="Arial" w:hAnsi="Arial" w:cs="Arial"/>
          <w:sz w:val="18"/>
          <w:szCs w:val="18"/>
          <w:lang w:val="es-ES_tradnl"/>
        </w:rPr>
        <w:t xml:space="preserve">una </w:t>
      </w:r>
      <w:r w:rsidR="00354746" w:rsidRPr="00687DED">
        <w:rPr>
          <w:rFonts w:ascii="Arial" w:hAnsi="Arial" w:cs="Arial"/>
          <w:sz w:val="18"/>
          <w:szCs w:val="18"/>
          <w:lang w:val="es-ES_tradnl"/>
        </w:rPr>
        <w:t>visión</w:t>
      </w:r>
      <w:r w:rsidRPr="00687DED">
        <w:rPr>
          <w:rFonts w:ascii="Arial" w:hAnsi="Arial" w:cs="Arial"/>
          <w:sz w:val="18"/>
          <w:szCs w:val="18"/>
          <w:lang w:val="es-ES_tradnl"/>
        </w:rPr>
        <w:t xml:space="preserve"> orient</w:t>
      </w:r>
      <w:r w:rsidR="00601B29" w:rsidRPr="00687DED">
        <w:rPr>
          <w:rFonts w:ascii="Arial" w:hAnsi="Arial" w:cs="Arial"/>
          <w:sz w:val="18"/>
          <w:szCs w:val="18"/>
          <w:lang w:val="es-ES_tradnl"/>
        </w:rPr>
        <w:t xml:space="preserve">ada hacia el futuro y un compromiso con la calidad. </w:t>
      </w:r>
      <w:r w:rsidRPr="00687DED">
        <w:rPr>
          <w:rFonts w:ascii="Arial" w:hAnsi="Arial" w:cs="Arial"/>
          <w:sz w:val="18"/>
          <w:szCs w:val="18"/>
          <w:lang w:val="es-ES_tradnl"/>
        </w:rPr>
        <w:t>L</w:t>
      </w:r>
      <w:r w:rsidR="00601B29" w:rsidRPr="00687DED">
        <w:rPr>
          <w:rFonts w:ascii="Arial" w:hAnsi="Arial" w:cs="Arial"/>
          <w:sz w:val="18"/>
          <w:szCs w:val="18"/>
          <w:lang w:val="es-ES_tradnl"/>
        </w:rPr>
        <w:t>o</w:t>
      </w:r>
      <w:r w:rsidRPr="00687DED">
        <w:rPr>
          <w:rFonts w:ascii="Arial" w:hAnsi="Arial" w:cs="Arial"/>
          <w:sz w:val="18"/>
          <w:szCs w:val="18"/>
          <w:lang w:val="es-ES_tradnl"/>
        </w:rPr>
        <w:t>s val</w:t>
      </w:r>
      <w:r w:rsidR="00601B29" w:rsidRPr="00687DED">
        <w:rPr>
          <w:rFonts w:ascii="Arial" w:hAnsi="Arial" w:cs="Arial"/>
          <w:sz w:val="18"/>
          <w:szCs w:val="18"/>
          <w:lang w:val="es-ES_tradnl"/>
        </w:rPr>
        <w:t>o</w:t>
      </w:r>
      <w:r w:rsidRPr="00687DED">
        <w:rPr>
          <w:rFonts w:ascii="Arial" w:hAnsi="Arial" w:cs="Arial"/>
          <w:sz w:val="18"/>
          <w:szCs w:val="18"/>
          <w:lang w:val="es-ES_tradnl"/>
        </w:rPr>
        <w:t>r</w:t>
      </w:r>
      <w:r w:rsidR="00601B29" w:rsidRPr="00687DED">
        <w:rPr>
          <w:rFonts w:ascii="Arial" w:hAnsi="Arial" w:cs="Arial"/>
          <w:sz w:val="18"/>
          <w:szCs w:val="18"/>
          <w:lang w:val="es-ES_tradnl"/>
        </w:rPr>
        <w:t>e</w:t>
      </w:r>
      <w:r w:rsidRPr="00687DED">
        <w:rPr>
          <w:rFonts w:ascii="Arial" w:hAnsi="Arial" w:cs="Arial"/>
          <w:sz w:val="18"/>
          <w:szCs w:val="18"/>
          <w:lang w:val="es-ES_tradnl"/>
        </w:rPr>
        <w:t>s f</w:t>
      </w:r>
      <w:r w:rsidR="00601B29" w:rsidRPr="00687DED">
        <w:rPr>
          <w:rFonts w:ascii="Arial" w:hAnsi="Arial" w:cs="Arial"/>
          <w:sz w:val="18"/>
          <w:szCs w:val="18"/>
          <w:lang w:val="es-ES_tradnl"/>
        </w:rPr>
        <w:t>u</w:t>
      </w:r>
      <w:r w:rsidRPr="00687DED">
        <w:rPr>
          <w:rFonts w:ascii="Arial" w:hAnsi="Arial" w:cs="Arial"/>
          <w:sz w:val="18"/>
          <w:szCs w:val="18"/>
          <w:lang w:val="es-ES_tradnl"/>
        </w:rPr>
        <w:t>ndamentales de l</w:t>
      </w:r>
      <w:r w:rsidR="00601B29" w:rsidRPr="00687DED">
        <w:rPr>
          <w:rFonts w:ascii="Arial" w:hAnsi="Arial" w:cs="Arial"/>
          <w:sz w:val="18"/>
          <w:szCs w:val="18"/>
          <w:lang w:val="es-ES_tradnl"/>
        </w:rPr>
        <w:t>a empresa</w:t>
      </w:r>
      <w:r w:rsidRPr="00687DED">
        <w:rPr>
          <w:rFonts w:ascii="Arial" w:hAnsi="Arial" w:cs="Arial"/>
          <w:sz w:val="18"/>
          <w:szCs w:val="18"/>
          <w:lang w:val="es-ES_tradnl"/>
        </w:rPr>
        <w:t xml:space="preserve"> </w:t>
      </w:r>
      <w:r w:rsidR="00FA7EA0" w:rsidRPr="00687DED">
        <w:rPr>
          <w:rFonts w:ascii="Arial" w:hAnsi="Arial" w:cs="Arial"/>
          <w:sz w:val="18"/>
          <w:szCs w:val="18"/>
          <w:lang w:val="es-ES_tradnl"/>
        </w:rPr>
        <w:t>-</w:t>
      </w:r>
      <w:r w:rsidR="00354746" w:rsidRPr="00687DED">
        <w:rPr>
          <w:rFonts w:ascii="Arial" w:hAnsi="Arial" w:cs="Arial"/>
          <w:sz w:val="18"/>
          <w:szCs w:val="18"/>
          <w:lang w:val="es-ES_tradnl"/>
        </w:rPr>
        <w:t>colaboración</w:t>
      </w:r>
      <w:r w:rsidRPr="00687DED">
        <w:rPr>
          <w:rFonts w:ascii="Arial" w:hAnsi="Arial" w:cs="Arial"/>
          <w:sz w:val="18"/>
          <w:szCs w:val="18"/>
          <w:lang w:val="es-ES_tradnl"/>
        </w:rPr>
        <w:t>,</w:t>
      </w:r>
      <w:r w:rsidR="00FA7EA0" w:rsidRPr="00687DED">
        <w:rPr>
          <w:rFonts w:ascii="Arial" w:hAnsi="Arial" w:cs="Arial"/>
          <w:sz w:val="18"/>
          <w:szCs w:val="18"/>
          <w:lang w:val="es-ES_tradnl"/>
        </w:rPr>
        <w:t xml:space="preserve"> </w:t>
      </w:r>
      <w:r w:rsidR="006438A8" w:rsidRPr="00687DED">
        <w:rPr>
          <w:rFonts w:ascii="Arial" w:hAnsi="Arial" w:cs="Arial"/>
          <w:sz w:val="18"/>
          <w:szCs w:val="18"/>
          <w:lang w:val="es-ES_tradnl"/>
        </w:rPr>
        <w:t>d</w:t>
      </w:r>
      <w:r w:rsidR="00601B29" w:rsidRPr="00687DED">
        <w:rPr>
          <w:rFonts w:ascii="Arial" w:hAnsi="Arial" w:cs="Arial"/>
          <w:sz w:val="18"/>
          <w:szCs w:val="18"/>
          <w:lang w:val="es-ES_tradnl"/>
        </w:rPr>
        <w:t xml:space="preserve">inamismo y </w:t>
      </w:r>
      <w:r w:rsidR="00354746" w:rsidRPr="00687DED">
        <w:rPr>
          <w:rFonts w:ascii="Arial" w:hAnsi="Arial" w:cs="Arial"/>
          <w:sz w:val="18"/>
          <w:szCs w:val="18"/>
          <w:lang w:val="es-ES_tradnl"/>
        </w:rPr>
        <w:t>confianza</w:t>
      </w:r>
      <w:r w:rsidR="00FA7EA0" w:rsidRPr="00687DED">
        <w:rPr>
          <w:rFonts w:ascii="Arial" w:hAnsi="Arial" w:cs="Arial"/>
          <w:sz w:val="18"/>
          <w:szCs w:val="18"/>
          <w:lang w:val="es-ES_tradnl"/>
        </w:rPr>
        <w:t>-</w:t>
      </w:r>
      <w:r w:rsidRPr="00687DED">
        <w:rPr>
          <w:rFonts w:ascii="Arial" w:hAnsi="Arial" w:cs="Arial"/>
          <w:sz w:val="18"/>
          <w:szCs w:val="18"/>
          <w:lang w:val="es-ES_tradnl"/>
        </w:rPr>
        <w:t xml:space="preserve"> constitu</w:t>
      </w:r>
      <w:r w:rsidR="00601B29" w:rsidRPr="00687DED">
        <w:rPr>
          <w:rFonts w:ascii="Arial" w:hAnsi="Arial" w:cs="Arial"/>
          <w:sz w:val="18"/>
          <w:szCs w:val="18"/>
          <w:lang w:val="es-ES_tradnl"/>
        </w:rPr>
        <w:t>y</w:t>
      </w:r>
      <w:r w:rsidRPr="00687DED">
        <w:rPr>
          <w:rFonts w:ascii="Arial" w:hAnsi="Arial" w:cs="Arial"/>
          <w:sz w:val="18"/>
          <w:szCs w:val="18"/>
          <w:lang w:val="es-ES_tradnl"/>
        </w:rPr>
        <w:t>en l</w:t>
      </w:r>
      <w:r w:rsidR="00601B29" w:rsidRPr="00687DED">
        <w:rPr>
          <w:rFonts w:ascii="Arial" w:hAnsi="Arial" w:cs="Arial"/>
          <w:sz w:val="18"/>
          <w:szCs w:val="18"/>
          <w:lang w:val="es-ES_tradnl"/>
        </w:rPr>
        <w:t>os principio</w:t>
      </w:r>
      <w:r w:rsidRPr="00687DED">
        <w:rPr>
          <w:rFonts w:ascii="Arial" w:hAnsi="Arial" w:cs="Arial"/>
          <w:sz w:val="18"/>
          <w:szCs w:val="18"/>
          <w:lang w:val="es-ES_tradnl"/>
        </w:rPr>
        <w:t xml:space="preserve">s </w:t>
      </w:r>
      <w:r w:rsidR="00601B29" w:rsidRPr="00687DED">
        <w:rPr>
          <w:rFonts w:ascii="Arial" w:hAnsi="Arial" w:cs="Arial"/>
          <w:sz w:val="18"/>
          <w:szCs w:val="18"/>
          <w:lang w:val="es-ES_tradnl"/>
        </w:rPr>
        <w:t xml:space="preserve">rectores </w:t>
      </w:r>
      <w:r w:rsidRPr="00687DED">
        <w:rPr>
          <w:rFonts w:ascii="Arial" w:hAnsi="Arial" w:cs="Arial"/>
          <w:sz w:val="18"/>
          <w:szCs w:val="18"/>
          <w:lang w:val="es-ES_tradnl"/>
        </w:rPr>
        <w:t>de to</w:t>
      </w:r>
      <w:r w:rsidR="00601B29" w:rsidRPr="00687DED">
        <w:rPr>
          <w:rFonts w:ascii="Arial" w:hAnsi="Arial" w:cs="Arial"/>
          <w:sz w:val="18"/>
          <w:szCs w:val="18"/>
          <w:lang w:val="es-ES_tradnl"/>
        </w:rPr>
        <w:t>da</w:t>
      </w:r>
      <w:r w:rsidRPr="00687DED">
        <w:rPr>
          <w:rFonts w:ascii="Arial" w:hAnsi="Arial" w:cs="Arial"/>
          <w:sz w:val="18"/>
          <w:szCs w:val="18"/>
          <w:lang w:val="es-ES_tradnl"/>
        </w:rPr>
        <w:t>s l</w:t>
      </w:r>
      <w:r w:rsidR="00601B29" w:rsidRPr="00687DED">
        <w:rPr>
          <w:rFonts w:ascii="Arial" w:hAnsi="Arial" w:cs="Arial"/>
          <w:sz w:val="18"/>
          <w:szCs w:val="18"/>
          <w:lang w:val="es-ES_tradnl"/>
        </w:rPr>
        <w:t>a</w:t>
      </w:r>
      <w:r w:rsidRPr="00687DED">
        <w:rPr>
          <w:rFonts w:ascii="Arial" w:hAnsi="Arial" w:cs="Arial"/>
          <w:sz w:val="18"/>
          <w:szCs w:val="18"/>
          <w:lang w:val="es-ES_tradnl"/>
        </w:rPr>
        <w:t>s activi</w:t>
      </w:r>
      <w:r w:rsidR="00601B29" w:rsidRPr="00687DED">
        <w:rPr>
          <w:rFonts w:ascii="Arial" w:hAnsi="Arial" w:cs="Arial"/>
          <w:sz w:val="18"/>
          <w:szCs w:val="18"/>
          <w:lang w:val="es-ES_tradnl"/>
        </w:rPr>
        <w:t xml:space="preserve">dades </w:t>
      </w:r>
      <w:r w:rsidRPr="00687DED">
        <w:rPr>
          <w:rFonts w:ascii="Arial" w:hAnsi="Arial" w:cs="Arial"/>
          <w:sz w:val="18"/>
          <w:szCs w:val="18"/>
          <w:lang w:val="es-ES_tradnl"/>
        </w:rPr>
        <w:t xml:space="preserve">de SVZ </w:t>
      </w:r>
      <w:r w:rsidR="00601B29" w:rsidRPr="00687DED">
        <w:rPr>
          <w:rFonts w:ascii="Arial" w:hAnsi="Arial" w:cs="Arial"/>
          <w:sz w:val="18"/>
          <w:szCs w:val="18"/>
          <w:lang w:val="es-ES_tradnl"/>
        </w:rPr>
        <w:t xml:space="preserve">y </w:t>
      </w:r>
      <w:r w:rsidR="00687DED" w:rsidRPr="00687DED">
        <w:rPr>
          <w:rFonts w:ascii="Arial" w:hAnsi="Arial" w:cs="Arial"/>
          <w:sz w:val="18"/>
          <w:szCs w:val="18"/>
          <w:lang w:val="es-ES_tradnl"/>
        </w:rPr>
        <w:t>son</w:t>
      </w:r>
      <w:r w:rsidR="00601B29" w:rsidRPr="00687DED">
        <w:rPr>
          <w:rFonts w:ascii="Arial" w:hAnsi="Arial" w:cs="Arial"/>
          <w:sz w:val="18"/>
          <w:szCs w:val="18"/>
          <w:lang w:val="es-ES_tradnl"/>
        </w:rPr>
        <w:t xml:space="preserve"> el fundamento </w:t>
      </w:r>
      <w:r w:rsidR="00E9525E" w:rsidRPr="00687DED">
        <w:rPr>
          <w:rFonts w:ascii="Arial" w:hAnsi="Arial" w:cs="Arial"/>
          <w:sz w:val="18"/>
          <w:szCs w:val="18"/>
          <w:lang w:val="es-ES_tradnl"/>
        </w:rPr>
        <w:t>d</w:t>
      </w:r>
      <w:r w:rsidR="00601B29" w:rsidRPr="00687DED">
        <w:rPr>
          <w:rFonts w:ascii="Arial" w:hAnsi="Arial" w:cs="Arial"/>
          <w:sz w:val="18"/>
          <w:szCs w:val="18"/>
          <w:lang w:val="es-ES_tradnl"/>
        </w:rPr>
        <w:t xml:space="preserve">e </w:t>
      </w:r>
      <w:r w:rsidR="00E9525E" w:rsidRPr="00687DED">
        <w:rPr>
          <w:rFonts w:ascii="Arial" w:hAnsi="Arial" w:cs="Arial"/>
          <w:sz w:val="18"/>
          <w:szCs w:val="18"/>
          <w:lang w:val="es-ES_tradnl"/>
        </w:rPr>
        <w:t>un</w:t>
      </w:r>
      <w:r w:rsidR="00601B29" w:rsidRPr="00687DED">
        <w:rPr>
          <w:rFonts w:ascii="Arial" w:hAnsi="Arial" w:cs="Arial"/>
          <w:sz w:val="18"/>
          <w:szCs w:val="18"/>
          <w:lang w:val="es-ES_tradnl"/>
        </w:rPr>
        <w:t>a</w:t>
      </w:r>
      <w:r w:rsidR="00183AD9" w:rsidRPr="00687DED">
        <w:rPr>
          <w:rFonts w:ascii="Arial" w:hAnsi="Arial" w:cs="Arial"/>
          <w:sz w:val="18"/>
          <w:szCs w:val="18"/>
          <w:lang w:val="es-ES_tradnl"/>
        </w:rPr>
        <w:t xml:space="preserve"> </w:t>
      </w:r>
      <w:r w:rsidR="00354746" w:rsidRPr="00687DED">
        <w:rPr>
          <w:rFonts w:ascii="Arial" w:hAnsi="Arial" w:cs="Arial"/>
          <w:sz w:val="18"/>
          <w:szCs w:val="18"/>
          <w:lang w:val="es-ES_tradnl"/>
        </w:rPr>
        <w:t>evolución</w:t>
      </w:r>
      <w:r w:rsidR="00183AD9" w:rsidRPr="00687DED">
        <w:rPr>
          <w:rFonts w:ascii="Arial" w:hAnsi="Arial" w:cs="Arial"/>
          <w:sz w:val="18"/>
          <w:szCs w:val="18"/>
          <w:lang w:val="es-ES_tradnl"/>
        </w:rPr>
        <w:t xml:space="preserve"> constante </w:t>
      </w:r>
      <w:r w:rsidR="00601B29" w:rsidRPr="00687DED">
        <w:rPr>
          <w:rFonts w:ascii="Arial" w:hAnsi="Arial" w:cs="Arial"/>
          <w:sz w:val="18"/>
          <w:szCs w:val="18"/>
          <w:lang w:val="es-ES_tradnl"/>
        </w:rPr>
        <w:t>compartida con los clientes</w:t>
      </w:r>
      <w:r w:rsidRPr="00687DED">
        <w:rPr>
          <w:rFonts w:ascii="Arial" w:hAnsi="Arial" w:cs="Arial"/>
          <w:sz w:val="18"/>
          <w:szCs w:val="18"/>
          <w:lang w:val="es-ES_tradnl"/>
        </w:rPr>
        <w:t>. SVZ</w:t>
      </w:r>
      <w:r w:rsidR="00F0103C" w:rsidRPr="00687DED">
        <w:rPr>
          <w:rFonts w:ascii="Arial" w:hAnsi="Arial" w:cs="Arial"/>
          <w:sz w:val="18"/>
          <w:szCs w:val="18"/>
          <w:lang w:val="es-ES_tradnl"/>
        </w:rPr>
        <w:t xml:space="preserve"> </w:t>
      </w:r>
      <w:r w:rsidRPr="00687DED">
        <w:rPr>
          <w:rFonts w:ascii="Arial" w:hAnsi="Arial" w:cs="Arial"/>
          <w:sz w:val="18"/>
          <w:szCs w:val="18"/>
          <w:lang w:val="es-ES_tradnl"/>
        </w:rPr>
        <w:t>dispo</w:t>
      </w:r>
      <w:r w:rsidR="003E660A" w:rsidRPr="00687DED">
        <w:rPr>
          <w:rFonts w:ascii="Arial" w:hAnsi="Arial" w:cs="Arial"/>
          <w:sz w:val="18"/>
          <w:szCs w:val="18"/>
          <w:lang w:val="es-ES_tradnl"/>
        </w:rPr>
        <w:t>n</w:t>
      </w:r>
      <w:r w:rsidR="00F0103C" w:rsidRPr="00687DED">
        <w:rPr>
          <w:rFonts w:ascii="Arial" w:hAnsi="Arial" w:cs="Arial"/>
          <w:sz w:val="18"/>
          <w:szCs w:val="18"/>
          <w:lang w:val="es-ES_tradnl"/>
        </w:rPr>
        <w:t>e</w:t>
      </w:r>
      <w:r w:rsidRPr="00687DED">
        <w:rPr>
          <w:rFonts w:ascii="Arial" w:hAnsi="Arial" w:cs="Arial"/>
          <w:sz w:val="18"/>
          <w:szCs w:val="18"/>
          <w:lang w:val="es-ES_tradnl"/>
        </w:rPr>
        <w:t xml:space="preserve"> d</w:t>
      </w:r>
      <w:r w:rsidR="003E660A" w:rsidRPr="00687DED">
        <w:rPr>
          <w:rFonts w:ascii="Arial" w:hAnsi="Arial" w:cs="Arial"/>
          <w:sz w:val="18"/>
          <w:szCs w:val="18"/>
          <w:lang w:val="es-ES_tradnl"/>
        </w:rPr>
        <w:t xml:space="preserve">e </w:t>
      </w:r>
      <w:r w:rsidRPr="00687DED">
        <w:rPr>
          <w:rFonts w:ascii="Arial" w:hAnsi="Arial" w:cs="Arial"/>
          <w:sz w:val="18"/>
          <w:szCs w:val="18"/>
          <w:lang w:val="es-ES_tradnl"/>
        </w:rPr>
        <w:t>un</w:t>
      </w:r>
      <w:r w:rsidR="003E660A" w:rsidRPr="00687DED">
        <w:rPr>
          <w:rFonts w:ascii="Arial" w:hAnsi="Arial" w:cs="Arial"/>
          <w:sz w:val="18"/>
          <w:szCs w:val="18"/>
          <w:lang w:val="es-ES_tradnl"/>
        </w:rPr>
        <w:t>a</w:t>
      </w:r>
      <w:r w:rsidRPr="00687DED">
        <w:rPr>
          <w:rFonts w:ascii="Arial" w:hAnsi="Arial" w:cs="Arial"/>
          <w:sz w:val="18"/>
          <w:szCs w:val="18"/>
          <w:lang w:val="es-ES_tradnl"/>
        </w:rPr>
        <w:t xml:space="preserve"> </w:t>
      </w:r>
      <w:r w:rsidR="00B960E4">
        <w:rPr>
          <w:rFonts w:ascii="Arial" w:hAnsi="Arial" w:cs="Arial"/>
          <w:sz w:val="18"/>
          <w:szCs w:val="18"/>
          <w:lang w:val="es-ES_tradnl"/>
        </w:rPr>
        <w:t xml:space="preserve">extensa </w:t>
      </w:r>
      <w:r w:rsidRPr="00687DED">
        <w:rPr>
          <w:rFonts w:ascii="Arial" w:hAnsi="Arial" w:cs="Arial"/>
          <w:sz w:val="18"/>
          <w:szCs w:val="18"/>
          <w:lang w:val="es-ES_tradnl"/>
        </w:rPr>
        <w:t>r</w:t>
      </w:r>
      <w:r w:rsidR="003E660A" w:rsidRPr="00687DED">
        <w:rPr>
          <w:rFonts w:ascii="Arial" w:hAnsi="Arial" w:cs="Arial"/>
          <w:sz w:val="18"/>
          <w:szCs w:val="18"/>
          <w:lang w:val="es-ES_tradnl"/>
        </w:rPr>
        <w:t xml:space="preserve">ed </w:t>
      </w:r>
      <w:r w:rsidRPr="00687DED">
        <w:rPr>
          <w:rFonts w:ascii="Arial" w:hAnsi="Arial" w:cs="Arial"/>
          <w:sz w:val="18"/>
          <w:szCs w:val="18"/>
          <w:lang w:val="es-ES_tradnl"/>
        </w:rPr>
        <w:t xml:space="preserve">de </w:t>
      </w:r>
      <w:r w:rsidR="003E660A" w:rsidRPr="00687DED">
        <w:rPr>
          <w:rFonts w:ascii="Arial" w:hAnsi="Arial" w:cs="Arial"/>
          <w:sz w:val="18"/>
          <w:szCs w:val="18"/>
          <w:lang w:val="es-ES_tradnl"/>
        </w:rPr>
        <w:t xml:space="preserve">socios </w:t>
      </w:r>
      <w:r w:rsidR="00357D93">
        <w:rPr>
          <w:rFonts w:ascii="Arial" w:hAnsi="Arial" w:cs="Arial"/>
          <w:sz w:val="18"/>
          <w:szCs w:val="18"/>
          <w:lang w:val="es-ES_tradnl"/>
        </w:rPr>
        <w:t>en los</w:t>
      </w:r>
      <w:r w:rsidR="003E660A" w:rsidRPr="00687DED">
        <w:rPr>
          <w:rFonts w:ascii="Arial" w:hAnsi="Arial" w:cs="Arial"/>
          <w:sz w:val="18"/>
          <w:szCs w:val="18"/>
          <w:lang w:val="es-ES_tradnl"/>
        </w:rPr>
        <w:t xml:space="preserve"> </w:t>
      </w:r>
      <w:r w:rsidR="007579D6" w:rsidRPr="00687DED">
        <w:rPr>
          <w:rFonts w:ascii="Arial" w:hAnsi="Arial" w:cs="Arial"/>
          <w:sz w:val="18"/>
          <w:szCs w:val="18"/>
          <w:lang w:val="es-ES_tradnl"/>
        </w:rPr>
        <w:t>Países Bajos</w:t>
      </w:r>
      <w:r w:rsidR="00892506" w:rsidRPr="00687DED">
        <w:rPr>
          <w:rFonts w:ascii="Arial" w:hAnsi="Arial" w:cs="Arial"/>
          <w:sz w:val="18"/>
          <w:szCs w:val="18"/>
          <w:lang w:val="es-ES_tradnl"/>
        </w:rPr>
        <w:t xml:space="preserve"> </w:t>
      </w:r>
      <w:r w:rsidR="003E660A" w:rsidRPr="00687DED">
        <w:rPr>
          <w:rFonts w:ascii="Arial" w:hAnsi="Arial" w:cs="Arial"/>
          <w:sz w:val="18"/>
          <w:szCs w:val="18"/>
          <w:lang w:val="es-ES_tradnl"/>
        </w:rPr>
        <w:t xml:space="preserve">y es uno de los principales protagonistas del </w:t>
      </w:r>
      <w:r w:rsidR="00354746" w:rsidRPr="00687DED">
        <w:rPr>
          <w:rFonts w:ascii="Arial" w:hAnsi="Arial" w:cs="Arial"/>
          <w:sz w:val="18"/>
          <w:szCs w:val="18"/>
          <w:lang w:val="es-ES_tradnl"/>
        </w:rPr>
        <w:t>sector</w:t>
      </w:r>
      <w:r w:rsidR="003E660A" w:rsidRPr="00687DED">
        <w:rPr>
          <w:rFonts w:ascii="Arial" w:hAnsi="Arial" w:cs="Arial"/>
          <w:sz w:val="18"/>
          <w:szCs w:val="18"/>
          <w:lang w:val="es-ES_tradnl"/>
        </w:rPr>
        <w:t xml:space="preserve"> en </w:t>
      </w:r>
      <w:r w:rsidRPr="00687DED">
        <w:rPr>
          <w:rFonts w:ascii="Arial" w:hAnsi="Arial" w:cs="Arial"/>
          <w:sz w:val="18"/>
          <w:szCs w:val="18"/>
          <w:lang w:val="es-ES_tradnl"/>
        </w:rPr>
        <w:t xml:space="preserve">Benelux, </w:t>
      </w:r>
      <w:r w:rsidR="00965F4A" w:rsidRPr="00687DED">
        <w:rPr>
          <w:rFonts w:ascii="Arial" w:hAnsi="Arial" w:cs="Arial"/>
          <w:sz w:val="18"/>
          <w:szCs w:val="18"/>
          <w:lang w:val="es-ES_tradnl"/>
        </w:rPr>
        <w:t>Francia</w:t>
      </w:r>
      <w:r w:rsidRPr="00687DED">
        <w:rPr>
          <w:rFonts w:ascii="Arial" w:hAnsi="Arial" w:cs="Arial"/>
          <w:sz w:val="18"/>
          <w:szCs w:val="18"/>
          <w:lang w:val="es-ES_tradnl"/>
        </w:rPr>
        <w:t xml:space="preserve"> </w:t>
      </w:r>
      <w:r w:rsidR="00283A53">
        <w:rPr>
          <w:rFonts w:ascii="Arial" w:hAnsi="Arial" w:cs="Arial"/>
          <w:sz w:val="18"/>
          <w:szCs w:val="18"/>
          <w:lang w:val="es-ES_tradnl"/>
        </w:rPr>
        <w:t xml:space="preserve">septentrional </w:t>
      </w:r>
      <w:r w:rsidR="00965F4A" w:rsidRPr="00687DED">
        <w:rPr>
          <w:rFonts w:ascii="Arial" w:hAnsi="Arial" w:cs="Arial"/>
          <w:sz w:val="18"/>
          <w:szCs w:val="18"/>
          <w:lang w:val="es-ES_tradnl"/>
        </w:rPr>
        <w:t xml:space="preserve">y </w:t>
      </w:r>
      <w:r w:rsidRPr="00687DED">
        <w:rPr>
          <w:rFonts w:ascii="Arial" w:hAnsi="Arial" w:cs="Arial"/>
          <w:sz w:val="18"/>
          <w:szCs w:val="18"/>
          <w:lang w:val="es-ES_tradnl"/>
        </w:rPr>
        <w:t>Al</w:t>
      </w:r>
      <w:r w:rsidR="00965F4A" w:rsidRPr="00687DED">
        <w:rPr>
          <w:rFonts w:ascii="Arial" w:hAnsi="Arial" w:cs="Arial"/>
          <w:sz w:val="18"/>
          <w:szCs w:val="18"/>
          <w:lang w:val="es-ES_tradnl"/>
        </w:rPr>
        <w:t>emania occidental</w:t>
      </w:r>
      <w:r w:rsidRPr="00687DED">
        <w:rPr>
          <w:rFonts w:ascii="Arial" w:hAnsi="Arial" w:cs="Arial"/>
          <w:sz w:val="18"/>
          <w:szCs w:val="18"/>
          <w:lang w:val="es-ES_tradnl"/>
        </w:rPr>
        <w:t xml:space="preserve">. </w:t>
      </w:r>
      <w:r w:rsidR="00965F4A" w:rsidRPr="00687DED">
        <w:rPr>
          <w:rFonts w:ascii="Arial" w:hAnsi="Arial" w:cs="Arial"/>
          <w:sz w:val="18"/>
          <w:szCs w:val="18"/>
          <w:lang w:val="es-ES_tradnl"/>
        </w:rPr>
        <w:t xml:space="preserve">Con una flota </w:t>
      </w:r>
      <w:r w:rsidRPr="00687DED">
        <w:rPr>
          <w:rFonts w:ascii="Arial" w:hAnsi="Arial" w:cs="Arial"/>
          <w:sz w:val="18"/>
          <w:szCs w:val="18"/>
          <w:lang w:val="es-ES_tradnl"/>
        </w:rPr>
        <w:t>de 1</w:t>
      </w:r>
      <w:r w:rsidR="00965F4A" w:rsidRPr="00687DED">
        <w:rPr>
          <w:rFonts w:ascii="Arial" w:hAnsi="Arial" w:cs="Arial"/>
          <w:sz w:val="18"/>
          <w:szCs w:val="18"/>
          <w:lang w:val="es-ES_tradnl"/>
        </w:rPr>
        <w:t>100 unidades tractoras</w:t>
      </w:r>
      <w:r w:rsidRPr="00687DED">
        <w:rPr>
          <w:rFonts w:ascii="Arial" w:hAnsi="Arial" w:cs="Arial"/>
          <w:sz w:val="18"/>
          <w:szCs w:val="18"/>
          <w:lang w:val="es-ES_tradnl"/>
        </w:rPr>
        <w:t xml:space="preserve">, </w:t>
      </w:r>
      <w:r w:rsidR="00965F4A" w:rsidRPr="00687DED">
        <w:rPr>
          <w:rFonts w:ascii="Arial" w:hAnsi="Arial" w:cs="Arial"/>
          <w:sz w:val="18"/>
          <w:szCs w:val="18"/>
          <w:lang w:val="es-ES_tradnl"/>
        </w:rPr>
        <w:t>más de 1800 </w:t>
      </w:r>
      <w:r w:rsidRPr="00687DED">
        <w:rPr>
          <w:rFonts w:ascii="Arial" w:hAnsi="Arial" w:cs="Arial"/>
          <w:sz w:val="18"/>
          <w:szCs w:val="18"/>
          <w:lang w:val="es-ES_tradnl"/>
        </w:rPr>
        <w:t>remo</w:t>
      </w:r>
      <w:r w:rsidR="00965F4A" w:rsidRPr="00687DED">
        <w:rPr>
          <w:rFonts w:ascii="Arial" w:hAnsi="Arial" w:cs="Arial"/>
          <w:sz w:val="18"/>
          <w:szCs w:val="18"/>
          <w:lang w:val="es-ES_tradnl"/>
        </w:rPr>
        <w:t>l</w:t>
      </w:r>
      <w:r w:rsidRPr="00687DED">
        <w:rPr>
          <w:rFonts w:ascii="Arial" w:hAnsi="Arial" w:cs="Arial"/>
          <w:sz w:val="18"/>
          <w:szCs w:val="18"/>
          <w:lang w:val="es-ES_tradnl"/>
        </w:rPr>
        <w:t xml:space="preserve">ques </w:t>
      </w:r>
      <w:r w:rsidR="00965F4A" w:rsidRPr="00687DED">
        <w:rPr>
          <w:rFonts w:ascii="Arial" w:hAnsi="Arial" w:cs="Arial"/>
          <w:sz w:val="18"/>
          <w:szCs w:val="18"/>
          <w:lang w:val="es-ES_tradnl"/>
        </w:rPr>
        <w:t>y semir</w:t>
      </w:r>
      <w:r w:rsidRPr="00687DED">
        <w:rPr>
          <w:rFonts w:ascii="Arial" w:hAnsi="Arial" w:cs="Arial"/>
          <w:sz w:val="18"/>
          <w:szCs w:val="18"/>
          <w:lang w:val="es-ES_tradnl"/>
        </w:rPr>
        <w:t>remo</w:t>
      </w:r>
      <w:r w:rsidR="00965F4A" w:rsidRPr="00687DED">
        <w:rPr>
          <w:rFonts w:ascii="Arial" w:hAnsi="Arial" w:cs="Arial"/>
          <w:sz w:val="18"/>
          <w:szCs w:val="18"/>
          <w:lang w:val="es-ES_tradnl"/>
        </w:rPr>
        <w:t>l</w:t>
      </w:r>
      <w:r w:rsidRPr="00687DED">
        <w:rPr>
          <w:rFonts w:ascii="Arial" w:hAnsi="Arial" w:cs="Arial"/>
          <w:sz w:val="18"/>
          <w:szCs w:val="18"/>
          <w:lang w:val="es-ES_tradnl"/>
        </w:rPr>
        <w:t>qu</w:t>
      </w:r>
      <w:r w:rsidR="00965F4A" w:rsidRPr="00687DED">
        <w:rPr>
          <w:rFonts w:ascii="Arial" w:hAnsi="Arial" w:cs="Arial"/>
          <w:sz w:val="18"/>
          <w:szCs w:val="18"/>
          <w:lang w:val="es-ES_tradnl"/>
        </w:rPr>
        <w:t>es, 100 000 </w:t>
      </w:r>
      <w:r w:rsidRPr="00687DED">
        <w:rPr>
          <w:rFonts w:ascii="Arial" w:hAnsi="Arial" w:cs="Arial"/>
          <w:sz w:val="18"/>
          <w:szCs w:val="18"/>
          <w:lang w:val="es-ES_tradnl"/>
        </w:rPr>
        <w:t>m</w:t>
      </w:r>
      <w:r w:rsidRPr="00687DED">
        <w:rPr>
          <w:rFonts w:ascii="Arial" w:hAnsi="Arial" w:cs="Arial"/>
          <w:sz w:val="18"/>
          <w:szCs w:val="18"/>
          <w:vertAlign w:val="superscript"/>
          <w:lang w:val="es-ES_tradnl"/>
        </w:rPr>
        <w:t>2</w:t>
      </w:r>
      <w:r w:rsidRPr="00687DED">
        <w:rPr>
          <w:rFonts w:ascii="Arial" w:hAnsi="Arial" w:cs="Arial"/>
          <w:sz w:val="18"/>
          <w:szCs w:val="18"/>
          <w:lang w:val="es-ES_tradnl"/>
        </w:rPr>
        <w:t xml:space="preserve"> d</w:t>
      </w:r>
      <w:r w:rsidR="00965F4A" w:rsidRPr="00687DED">
        <w:rPr>
          <w:rFonts w:ascii="Arial" w:hAnsi="Arial" w:cs="Arial"/>
          <w:sz w:val="18"/>
          <w:szCs w:val="18"/>
          <w:lang w:val="es-ES_tradnl"/>
        </w:rPr>
        <w:t>e espacio de almacenamiento</w:t>
      </w:r>
      <w:r w:rsidR="00354746" w:rsidRPr="00687DED">
        <w:rPr>
          <w:rFonts w:ascii="Arial" w:hAnsi="Arial" w:cs="Arial"/>
          <w:sz w:val="18"/>
          <w:szCs w:val="18"/>
          <w:lang w:val="es-ES_tradnl"/>
        </w:rPr>
        <w:t>,</w:t>
      </w:r>
      <w:r w:rsidR="00965F4A" w:rsidRPr="00687DED">
        <w:rPr>
          <w:rFonts w:ascii="Arial" w:hAnsi="Arial" w:cs="Arial"/>
          <w:sz w:val="18"/>
          <w:szCs w:val="18"/>
          <w:lang w:val="es-ES_tradnl"/>
        </w:rPr>
        <w:t xml:space="preserve"> </w:t>
      </w:r>
      <w:r w:rsidRPr="00687DED">
        <w:rPr>
          <w:rFonts w:ascii="Arial" w:hAnsi="Arial" w:cs="Arial"/>
          <w:sz w:val="18"/>
          <w:szCs w:val="18"/>
          <w:lang w:val="es-ES_tradnl"/>
        </w:rPr>
        <w:t xml:space="preserve">un </w:t>
      </w:r>
      <w:r w:rsidR="00965F4A" w:rsidRPr="00687DED">
        <w:rPr>
          <w:rFonts w:ascii="Arial" w:hAnsi="Arial" w:cs="Arial"/>
          <w:sz w:val="18"/>
          <w:szCs w:val="18"/>
          <w:lang w:val="es-ES_tradnl"/>
        </w:rPr>
        <w:t>equipo</w:t>
      </w:r>
      <w:r w:rsidRPr="00687DED">
        <w:rPr>
          <w:rFonts w:ascii="Arial" w:hAnsi="Arial" w:cs="Arial"/>
          <w:sz w:val="18"/>
          <w:szCs w:val="18"/>
          <w:lang w:val="es-ES_tradnl"/>
        </w:rPr>
        <w:t xml:space="preserve"> de </w:t>
      </w:r>
      <w:r w:rsidR="00965F4A" w:rsidRPr="00687DED">
        <w:rPr>
          <w:rFonts w:ascii="Arial" w:hAnsi="Arial" w:cs="Arial"/>
          <w:sz w:val="18"/>
          <w:szCs w:val="18"/>
          <w:lang w:val="es-ES_tradnl"/>
        </w:rPr>
        <w:t>más de 1500 </w:t>
      </w:r>
      <w:r w:rsidRPr="00687DED">
        <w:rPr>
          <w:rFonts w:ascii="Arial" w:hAnsi="Arial" w:cs="Arial"/>
          <w:sz w:val="18"/>
          <w:szCs w:val="18"/>
          <w:lang w:val="es-ES_tradnl"/>
        </w:rPr>
        <w:t>empl</w:t>
      </w:r>
      <w:r w:rsidR="00965F4A" w:rsidRPr="00687DED">
        <w:rPr>
          <w:rFonts w:ascii="Arial" w:hAnsi="Arial" w:cs="Arial"/>
          <w:sz w:val="18"/>
          <w:szCs w:val="18"/>
          <w:lang w:val="es-ES_tradnl"/>
        </w:rPr>
        <w:t xml:space="preserve">eados </w:t>
      </w:r>
      <w:r w:rsidR="00354746" w:rsidRPr="00687DED">
        <w:rPr>
          <w:rFonts w:ascii="Arial" w:hAnsi="Arial" w:cs="Arial"/>
          <w:sz w:val="18"/>
          <w:szCs w:val="18"/>
          <w:lang w:val="es-ES_tradnl"/>
        </w:rPr>
        <w:t>comprometidos</w:t>
      </w:r>
      <w:r w:rsidRPr="00687DED">
        <w:rPr>
          <w:rFonts w:ascii="Arial" w:hAnsi="Arial" w:cs="Arial"/>
          <w:sz w:val="18"/>
          <w:szCs w:val="18"/>
          <w:lang w:val="es-ES_tradnl"/>
        </w:rPr>
        <w:t xml:space="preserve">, </w:t>
      </w:r>
      <w:r w:rsidR="00354746" w:rsidRPr="00687DED">
        <w:rPr>
          <w:rFonts w:ascii="Arial" w:hAnsi="Arial" w:cs="Arial"/>
          <w:sz w:val="18"/>
          <w:szCs w:val="18"/>
          <w:lang w:val="es-ES_tradnl"/>
        </w:rPr>
        <w:t xml:space="preserve">sus amplios conocimientos y una </w:t>
      </w:r>
      <w:r w:rsidR="00687DED" w:rsidRPr="00687DED">
        <w:rPr>
          <w:rFonts w:ascii="Arial" w:hAnsi="Arial" w:cs="Arial"/>
          <w:sz w:val="18"/>
          <w:szCs w:val="18"/>
          <w:lang w:val="es-ES_tradnl"/>
        </w:rPr>
        <w:t xml:space="preserve">particular </w:t>
      </w:r>
      <w:r w:rsidR="00354746" w:rsidRPr="00687DED">
        <w:rPr>
          <w:rFonts w:ascii="Arial" w:hAnsi="Arial" w:cs="Arial"/>
          <w:sz w:val="18"/>
          <w:szCs w:val="18"/>
          <w:lang w:val="es-ES_tradnl"/>
        </w:rPr>
        <w:t>atención a la calidad</w:t>
      </w:r>
      <w:r w:rsidRPr="00687DED">
        <w:rPr>
          <w:rFonts w:ascii="Arial" w:hAnsi="Arial" w:cs="Arial"/>
          <w:sz w:val="18"/>
          <w:szCs w:val="18"/>
          <w:lang w:val="es-ES_tradnl"/>
        </w:rPr>
        <w:t>,</w:t>
      </w:r>
      <w:r w:rsidR="009E3AA1" w:rsidRPr="00687DED">
        <w:rPr>
          <w:rFonts w:ascii="Arial" w:hAnsi="Arial" w:cs="Arial"/>
          <w:sz w:val="18"/>
          <w:szCs w:val="18"/>
          <w:lang w:val="es-ES_tradnl"/>
        </w:rPr>
        <w:t xml:space="preserve"> SVZ p</w:t>
      </w:r>
      <w:r w:rsidR="00354746" w:rsidRPr="00687DED">
        <w:rPr>
          <w:rFonts w:ascii="Arial" w:hAnsi="Arial" w:cs="Arial"/>
          <w:sz w:val="18"/>
          <w:szCs w:val="18"/>
          <w:lang w:val="es-ES_tradnl"/>
        </w:rPr>
        <w:t>uede satisfacer las necesidades de sus clientes actuales y futuros</w:t>
      </w:r>
      <w:r w:rsidRPr="00687DED">
        <w:rPr>
          <w:rFonts w:ascii="Arial" w:hAnsi="Arial" w:cs="Arial"/>
          <w:sz w:val="18"/>
          <w:szCs w:val="18"/>
          <w:lang w:val="es-ES_tradnl"/>
        </w:rPr>
        <w:t>.</w:t>
      </w:r>
    </w:p>
    <w:p w14:paraId="77175E1A" w14:textId="77777777" w:rsidR="00A816AE" w:rsidRPr="00687DED" w:rsidRDefault="00A816AE" w:rsidP="004C3220">
      <w:pPr>
        <w:rPr>
          <w:rFonts w:ascii="Arial" w:hAnsi="Arial" w:cs="Arial"/>
          <w:sz w:val="18"/>
          <w:szCs w:val="18"/>
          <w:lang w:val="es-ES_tradnl"/>
        </w:rPr>
      </w:pPr>
    </w:p>
    <w:p w14:paraId="19BDAA9A" w14:textId="77777777" w:rsidR="00A816AE" w:rsidRPr="00687DED" w:rsidRDefault="00A816AE" w:rsidP="004C3220">
      <w:pPr>
        <w:rPr>
          <w:b/>
          <w:bCs/>
          <w:i/>
          <w:iCs/>
          <w:sz w:val="18"/>
          <w:szCs w:val="18"/>
          <w:lang w:val="es-ES_tradnl"/>
        </w:rPr>
      </w:pPr>
    </w:p>
    <w:p w14:paraId="2B37E50E" w14:textId="77777777" w:rsidR="00354746" w:rsidRPr="003063F9" w:rsidRDefault="00354746" w:rsidP="00354746">
      <w:pPr>
        <w:rPr>
          <w:b/>
          <w:bCs/>
          <w:i/>
          <w:iCs/>
          <w:sz w:val="18"/>
          <w:szCs w:val="18"/>
          <w:lang w:val="fr-FR"/>
        </w:rPr>
      </w:pPr>
      <w:r w:rsidRPr="003063F9">
        <w:rPr>
          <w:b/>
          <w:bCs/>
          <w:i/>
          <w:iCs/>
          <w:sz w:val="18"/>
          <w:szCs w:val="18"/>
          <w:lang w:val="fr-FR"/>
        </w:rPr>
        <w:t>À propos de Renault Trucks</w:t>
      </w:r>
    </w:p>
    <w:p w14:paraId="1A5B1EC2" w14:textId="77777777" w:rsidR="00354746" w:rsidRPr="003063F9" w:rsidRDefault="00354746" w:rsidP="00354746">
      <w:pPr>
        <w:rPr>
          <w:sz w:val="18"/>
          <w:szCs w:val="18"/>
          <w:lang w:val="fr-FR"/>
        </w:rPr>
      </w:pPr>
    </w:p>
    <w:p w14:paraId="34B7B5B2" w14:textId="77777777" w:rsidR="00354746" w:rsidRPr="003063F9" w:rsidRDefault="00354746" w:rsidP="00354746">
      <w:pPr>
        <w:rPr>
          <w:sz w:val="18"/>
          <w:szCs w:val="18"/>
          <w:lang w:val="fr-FR"/>
        </w:rPr>
      </w:pPr>
      <w:r w:rsidRPr="003063F9">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06C23081" w14:textId="77777777" w:rsidR="00354746" w:rsidRPr="003063F9" w:rsidRDefault="00354746" w:rsidP="00354746">
      <w:pPr>
        <w:rPr>
          <w:sz w:val="18"/>
          <w:szCs w:val="18"/>
          <w:lang w:val="fr-FR"/>
        </w:rPr>
      </w:pPr>
      <w:r w:rsidRPr="003063F9">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3063F9" w:rsidRDefault="004C3220" w:rsidP="004C3220">
      <w:pPr>
        <w:rPr>
          <w:sz w:val="18"/>
          <w:szCs w:val="18"/>
          <w:lang w:val="fr-FR"/>
        </w:rPr>
      </w:pPr>
    </w:p>
    <w:p w14:paraId="3489C173" w14:textId="314E87C3" w:rsidR="004C3220" w:rsidRPr="003063F9" w:rsidRDefault="004C3220" w:rsidP="004C3220">
      <w:pPr>
        <w:rPr>
          <w:b/>
          <w:bCs/>
          <w:i/>
          <w:iCs/>
          <w:sz w:val="18"/>
          <w:szCs w:val="18"/>
          <w:lang w:val="es-ES_tradnl"/>
        </w:rPr>
      </w:pPr>
      <w:r w:rsidRPr="003063F9">
        <w:rPr>
          <w:b/>
          <w:bCs/>
          <w:i/>
          <w:iCs/>
          <w:sz w:val="18"/>
          <w:szCs w:val="18"/>
          <w:lang w:val="es-ES_tradnl"/>
        </w:rPr>
        <w:t>C</w:t>
      </w:r>
      <w:r w:rsidR="00673B09" w:rsidRPr="003063F9">
        <w:rPr>
          <w:b/>
          <w:bCs/>
          <w:i/>
          <w:iCs/>
          <w:sz w:val="18"/>
          <w:szCs w:val="18"/>
          <w:lang w:val="es-ES_tradnl"/>
        </w:rPr>
        <w:t>ifras clave</w:t>
      </w:r>
      <w:r w:rsidRPr="003063F9">
        <w:rPr>
          <w:b/>
          <w:bCs/>
          <w:i/>
          <w:iCs/>
          <w:sz w:val="18"/>
          <w:szCs w:val="18"/>
          <w:lang w:val="es-ES_tradnl"/>
        </w:rPr>
        <w:t>:</w:t>
      </w:r>
    </w:p>
    <w:p w14:paraId="23CF2236" w14:textId="21D6AF84" w:rsidR="004C3220" w:rsidRPr="003063F9" w:rsidRDefault="00884209" w:rsidP="004C3220">
      <w:pPr>
        <w:rPr>
          <w:i/>
          <w:iCs/>
          <w:sz w:val="18"/>
          <w:szCs w:val="18"/>
          <w:lang w:val="es-ES_tradnl"/>
        </w:rPr>
      </w:pPr>
      <w:r w:rsidRPr="003063F9">
        <w:rPr>
          <w:i/>
          <w:iCs/>
          <w:sz w:val="18"/>
          <w:szCs w:val="18"/>
          <w:lang w:val="es-ES_tradnl"/>
        </w:rPr>
        <w:t>9</w:t>
      </w:r>
      <w:r w:rsidR="004C3220" w:rsidRPr="003063F9">
        <w:rPr>
          <w:i/>
          <w:iCs/>
          <w:sz w:val="18"/>
          <w:szCs w:val="18"/>
          <w:lang w:val="es-ES_tradnl"/>
        </w:rPr>
        <w:t>4</w:t>
      </w:r>
      <w:r w:rsidR="00E75E98" w:rsidRPr="003063F9">
        <w:rPr>
          <w:i/>
          <w:iCs/>
          <w:sz w:val="18"/>
          <w:szCs w:val="18"/>
          <w:lang w:val="es-ES_tradnl"/>
        </w:rPr>
        <w:t>0</w:t>
      </w:r>
      <w:r w:rsidR="004C3220" w:rsidRPr="003063F9">
        <w:rPr>
          <w:i/>
          <w:iCs/>
          <w:sz w:val="18"/>
          <w:szCs w:val="18"/>
          <w:lang w:val="es-ES_tradnl"/>
        </w:rPr>
        <w:t xml:space="preserve">0 </w:t>
      </w:r>
      <w:r w:rsidRPr="003063F9">
        <w:rPr>
          <w:i/>
          <w:iCs/>
          <w:sz w:val="18"/>
          <w:szCs w:val="18"/>
          <w:lang w:val="es-ES_tradnl"/>
        </w:rPr>
        <w:t>empleados en el mundo</w:t>
      </w:r>
    </w:p>
    <w:p w14:paraId="5C602564" w14:textId="255A3BF9" w:rsidR="004C3220" w:rsidRPr="003063F9" w:rsidRDefault="004C3220" w:rsidP="004C3220">
      <w:pPr>
        <w:rPr>
          <w:i/>
          <w:iCs/>
          <w:sz w:val="18"/>
          <w:szCs w:val="18"/>
          <w:lang w:val="es-ES_tradnl"/>
        </w:rPr>
      </w:pPr>
      <w:r w:rsidRPr="003063F9">
        <w:rPr>
          <w:i/>
          <w:iCs/>
          <w:sz w:val="18"/>
          <w:szCs w:val="18"/>
          <w:lang w:val="es-ES_tradnl"/>
        </w:rPr>
        <w:t xml:space="preserve">4 </w:t>
      </w:r>
      <w:r w:rsidR="00884209" w:rsidRPr="003063F9">
        <w:rPr>
          <w:i/>
          <w:iCs/>
          <w:sz w:val="18"/>
          <w:szCs w:val="18"/>
          <w:lang w:val="es-ES_tradnl"/>
        </w:rPr>
        <w:t xml:space="preserve">centros </w:t>
      </w:r>
      <w:r w:rsidRPr="003063F9">
        <w:rPr>
          <w:i/>
          <w:iCs/>
          <w:sz w:val="18"/>
          <w:szCs w:val="18"/>
          <w:lang w:val="es-ES_tradnl"/>
        </w:rPr>
        <w:t xml:space="preserve">de </w:t>
      </w:r>
      <w:r w:rsidR="00354746" w:rsidRPr="003063F9">
        <w:rPr>
          <w:i/>
          <w:iCs/>
          <w:sz w:val="18"/>
          <w:szCs w:val="18"/>
          <w:lang w:val="es-ES_tradnl"/>
        </w:rPr>
        <w:t>producción</w:t>
      </w:r>
      <w:r w:rsidRPr="003063F9">
        <w:rPr>
          <w:i/>
          <w:iCs/>
          <w:sz w:val="18"/>
          <w:szCs w:val="18"/>
          <w:lang w:val="es-ES_tradnl"/>
        </w:rPr>
        <w:t xml:space="preserve"> en Franc</w:t>
      </w:r>
      <w:r w:rsidR="00884209" w:rsidRPr="003063F9">
        <w:rPr>
          <w:i/>
          <w:iCs/>
          <w:sz w:val="18"/>
          <w:szCs w:val="18"/>
          <w:lang w:val="es-ES_tradnl"/>
        </w:rPr>
        <w:t>ia</w:t>
      </w:r>
    </w:p>
    <w:p w14:paraId="6F875ADF" w14:textId="773B17D3" w:rsidR="004C3220" w:rsidRPr="003063F9" w:rsidRDefault="004C3220" w:rsidP="004C3220">
      <w:pPr>
        <w:rPr>
          <w:i/>
          <w:iCs/>
          <w:sz w:val="18"/>
          <w:szCs w:val="18"/>
          <w:lang w:val="es-ES_tradnl"/>
        </w:rPr>
      </w:pPr>
      <w:r w:rsidRPr="003063F9">
        <w:rPr>
          <w:i/>
          <w:iCs/>
          <w:sz w:val="18"/>
          <w:szCs w:val="18"/>
          <w:lang w:val="es-ES_tradnl"/>
        </w:rPr>
        <w:t>1</w:t>
      </w:r>
      <w:r w:rsidR="00E75E98" w:rsidRPr="003063F9">
        <w:rPr>
          <w:i/>
          <w:iCs/>
          <w:sz w:val="18"/>
          <w:szCs w:val="18"/>
          <w:lang w:val="es-ES_tradnl"/>
        </w:rPr>
        <w:t>5</w:t>
      </w:r>
      <w:r w:rsidRPr="003063F9">
        <w:rPr>
          <w:i/>
          <w:iCs/>
          <w:sz w:val="18"/>
          <w:szCs w:val="18"/>
          <w:lang w:val="es-ES_tradnl"/>
        </w:rPr>
        <w:t xml:space="preserve">00 </w:t>
      </w:r>
      <w:r w:rsidR="00884209" w:rsidRPr="003063F9">
        <w:rPr>
          <w:i/>
          <w:iCs/>
          <w:sz w:val="18"/>
          <w:szCs w:val="18"/>
          <w:lang w:val="es-ES_tradnl"/>
        </w:rPr>
        <w:t xml:space="preserve">puntos de venta y </w:t>
      </w:r>
      <w:r w:rsidRPr="003063F9">
        <w:rPr>
          <w:i/>
          <w:iCs/>
          <w:sz w:val="18"/>
          <w:szCs w:val="18"/>
          <w:lang w:val="es-ES_tradnl"/>
        </w:rPr>
        <w:t>de servic</w:t>
      </w:r>
      <w:r w:rsidR="00884209" w:rsidRPr="003063F9">
        <w:rPr>
          <w:i/>
          <w:iCs/>
          <w:sz w:val="18"/>
          <w:szCs w:val="18"/>
          <w:lang w:val="es-ES_tradnl"/>
        </w:rPr>
        <w:t>io</w:t>
      </w:r>
    </w:p>
    <w:p w14:paraId="33B8E76E" w14:textId="4641DF2B" w:rsidR="00D97469" w:rsidRPr="003063F9" w:rsidRDefault="00884209" w:rsidP="004C3220">
      <w:pPr>
        <w:rPr>
          <w:i/>
          <w:iCs/>
          <w:sz w:val="18"/>
          <w:szCs w:val="18"/>
          <w:lang w:val="es-ES_tradnl"/>
        </w:rPr>
      </w:pPr>
      <w:r w:rsidRPr="003063F9">
        <w:rPr>
          <w:i/>
          <w:iCs/>
          <w:sz w:val="18"/>
          <w:szCs w:val="18"/>
          <w:lang w:val="es-ES_tradnl"/>
        </w:rPr>
        <w:t>70 </w:t>
      </w:r>
      <w:r w:rsidR="00D97469" w:rsidRPr="003063F9">
        <w:rPr>
          <w:i/>
          <w:iCs/>
          <w:sz w:val="18"/>
          <w:szCs w:val="18"/>
          <w:lang w:val="es-ES_tradnl"/>
        </w:rPr>
        <w:t xml:space="preserve">000 </w:t>
      </w:r>
      <w:r w:rsidR="00B34870" w:rsidRPr="003063F9">
        <w:rPr>
          <w:i/>
          <w:iCs/>
          <w:sz w:val="18"/>
          <w:szCs w:val="18"/>
          <w:lang w:val="es-ES_tradnl"/>
        </w:rPr>
        <w:t>vehículo</w:t>
      </w:r>
      <w:r w:rsidRPr="003063F9">
        <w:rPr>
          <w:i/>
          <w:iCs/>
          <w:sz w:val="18"/>
          <w:szCs w:val="18"/>
          <w:lang w:val="es-ES_tradnl"/>
        </w:rPr>
        <w:t>s vendido</w:t>
      </w:r>
      <w:r w:rsidR="00D97469" w:rsidRPr="003063F9">
        <w:rPr>
          <w:i/>
          <w:iCs/>
          <w:sz w:val="18"/>
          <w:szCs w:val="18"/>
          <w:lang w:val="es-ES_tradnl"/>
        </w:rPr>
        <w:t>s en 202</w:t>
      </w:r>
      <w:r w:rsidR="00AF45AB" w:rsidRPr="003063F9">
        <w:rPr>
          <w:i/>
          <w:iCs/>
          <w:sz w:val="18"/>
          <w:szCs w:val="18"/>
          <w:lang w:val="es-ES_tradnl"/>
        </w:rPr>
        <w:t>3</w:t>
      </w:r>
    </w:p>
    <w:p w14:paraId="660E9B10" w14:textId="78E11411" w:rsidR="00B16A44" w:rsidRPr="00687DED" w:rsidRDefault="00B16A44" w:rsidP="004C3220">
      <w:pPr>
        <w:rPr>
          <w:i/>
          <w:iCs/>
          <w:sz w:val="18"/>
          <w:szCs w:val="18"/>
          <w:lang w:val="es-ES_tradnl"/>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687DED" w14:paraId="05157BE4" w14:textId="77777777">
        <w:tc>
          <w:tcPr>
            <w:tcW w:w="4678" w:type="dxa"/>
          </w:tcPr>
          <w:p w14:paraId="0101F5F6" w14:textId="3994FD09" w:rsidR="004C3220" w:rsidRPr="00687DED" w:rsidRDefault="00884209">
            <w:pPr>
              <w:rPr>
                <w:b/>
                <w:bCs/>
                <w:color w:val="E3021B" w:themeColor="text2"/>
                <w:lang w:val="es-ES_tradnl"/>
              </w:rPr>
            </w:pPr>
            <w:r w:rsidRPr="00687DED">
              <w:rPr>
                <w:b/>
                <w:bCs/>
                <w:color w:val="E3021B" w:themeColor="text2"/>
                <w:lang w:val="es-ES_tradnl"/>
              </w:rPr>
              <w:t>Más información en</w:t>
            </w:r>
            <w:r w:rsidR="004C3220" w:rsidRPr="00687DED">
              <w:rPr>
                <w:b/>
                <w:bCs/>
                <w:color w:val="E3021B" w:themeColor="text2"/>
                <w:lang w:val="es-ES_tradnl"/>
              </w:rPr>
              <w:t>:</w:t>
            </w:r>
          </w:p>
          <w:p w14:paraId="43457CA3" w14:textId="4B8350B6" w:rsidR="004C3220" w:rsidRPr="00687DED" w:rsidRDefault="004C3220">
            <w:pPr>
              <w:rPr>
                <w:b/>
                <w:bCs/>
                <w:color w:val="E3021B" w:themeColor="text2"/>
                <w:lang w:val="es-ES_tradnl"/>
              </w:rPr>
            </w:pPr>
            <w:r w:rsidRPr="00687DED">
              <w:rPr>
                <w:b/>
                <w:bCs/>
                <w:color w:val="E3021B" w:themeColor="text2"/>
                <w:lang w:val="es-ES_tradnl"/>
              </w:rPr>
              <w:t xml:space="preserve"> </w:t>
            </w:r>
          </w:p>
        </w:tc>
        <w:tc>
          <w:tcPr>
            <w:tcW w:w="3815" w:type="dxa"/>
          </w:tcPr>
          <w:p w14:paraId="5BCB61BD" w14:textId="77777777" w:rsidR="004C3220" w:rsidRPr="003063F9" w:rsidRDefault="004C3220">
            <w:pPr>
              <w:rPr>
                <w:b/>
                <w:bCs/>
                <w:color w:val="494949" w:themeColor="accent4"/>
                <w:lang w:val="en-US"/>
              </w:rPr>
            </w:pPr>
            <w:r w:rsidRPr="003063F9">
              <w:rPr>
                <w:b/>
                <w:bCs/>
                <w:color w:val="494949" w:themeColor="accent4"/>
                <w:lang w:val="en-US"/>
              </w:rPr>
              <w:t>Séveryne Molard</w:t>
            </w:r>
          </w:p>
          <w:p w14:paraId="247183E0" w14:textId="77777777" w:rsidR="004C3220" w:rsidRPr="003063F9" w:rsidRDefault="004C3220">
            <w:pPr>
              <w:rPr>
                <w:color w:val="494949" w:themeColor="accent4"/>
                <w:lang w:val="en-US"/>
              </w:rPr>
            </w:pPr>
            <w:r w:rsidRPr="003063F9">
              <w:rPr>
                <w:color w:val="494949" w:themeColor="accent4"/>
                <w:lang w:val="en-US"/>
              </w:rPr>
              <w:t>Tel. +33 (0)4 81 93 09 52</w:t>
            </w:r>
          </w:p>
          <w:p w14:paraId="31DCF7A6" w14:textId="77777777" w:rsidR="004C3220" w:rsidRPr="003063F9" w:rsidRDefault="00365BB5">
            <w:pPr>
              <w:rPr>
                <w:color w:val="494949" w:themeColor="accent4"/>
                <w:lang w:val="en-US"/>
              </w:rPr>
            </w:pPr>
            <w:hyperlink r:id="rId13" w:history="1">
              <w:r w:rsidR="004C3220" w:rsidRPr="003063F9">
                <w:rPr>
                  <w:rStyle w:val="Hyperlink"/>
                  <w:color w:val="494949" w:themeColor="accent4"/>
                  <w:lang w:val="en-US"/>
                </w:rPr>
                <w:t>severyne.molard@renault-trucks.com</w:t>
              </w:r>
            </w:hyperlink>
            <w:r w:rsidR="004C3220" w:rsidRPr="003063F9">
              <w:rPr>
                <w:color w:val="494949" w:themeColor="accent4"/>
                <w:lang w:val="en-US"/>
              </w:rPr>
              <w:t xml:space="preserve"> </w:t>
            </w:r>
          </w:p>
        </w:tc>
      </w:tr>
    </w:tbl>
    <w:p w14:paraId="4C15D841" w14:textId="77777777" w:rsidR="00FB0FB4" w:rsidRPr="003063F9" w:rsidRDefault="00FB0FB4" w:rsidP="00215BC6">
      <w:pPr>
        <w:spacing w:line="276" w:lineRule="auto"/>
        <w:rPr>
          <w:sz w:val="22"/>
          <w:szCs w:val="22"/>
          <w:lang w:val="en-US"/>
        </w:rPr>
      </w:pPr>
    </w:p>
    <w:sectPr w:rsidR="00FB0FB4" w:rsidRPr="003063F9" w:rsidSect="00AD2B7D">
      <w:footerReference w:type="default" r:id="rId14"/>
      <w:footerReference w:type="first" r:id="rId15"/>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312E9" w14:textId="77777777" w:rsidR="00810BAE" w:rsidRDefault="00810BAE" w:rsidP="00D41A34">
      <w:r>
        <w:separator/>
      </w:r>
    </w:p>
  </w:endnote>
  <w:endnote w:type="continuationSeparator" w:id="0">
    <w:p w14:paraId="606450E4" w14:textId="77777777" w:rsidR="00810BAE" w:rsidRDefault="00810BAE" w:rsidP="00D41A34">
      <w:r>
        <w:continuationSeparator/>
      </w:r>
    </w:p>
  </w:endnote>
  <w:endnote w:type="continuationNotice" w:id="1">
    <w:p w14:paraId="67EFC463" w14:textId="77777777" w:rsidR="00810BAE" w:rsidRDefault="00810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40267EF0"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365BB5">
      <w:rPr>
        <w:bCs/>
        <w:noProof/>
      </w:rPr>
      <w:instrText>1</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365BB5">
      <w:rPr>
        <w:bCs/>
        <w:noProof/>
      </w:rPr>
      <w:instrText>4</w:instrText>
    </w:r>
    <w:r>
      <w:rPr>
        <w:bCs/>
      </w:rPr>
      <w:fldChar w:fldCharType="end"/>
    </w:r>
    <w:r>
      <w:rPr>
        <w:bCs/>
      </w:rPr>
      <w:instrText>"</w:instrText>
    </w:r>
    <w:r w:rsidRPr="00D41A34">
      <w:rPr>
        <w:bCs/>
      </w:rPr>
      <w:instrText>renault-trucks.com</w:instrText>
    </w:r>
    <w:r>
      <w:rPr>
        <w:bCs/>
      </w:rPr>
      <w:instrText xml:space="preserve">" "" </w:instrTex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895C0" w14:textId="77777777" w:rsidR="00810BAE" w:rsidRPr="00F00D7B" w:rsidRDefault="00810BAE" w:rsidP="00D41A34">
      <w:pPr>
        <w:rPr>
          <w:sz w:val="14"/>
          <w:szCs w:val="14"/>
        </w:rPr>
      </w:pPr>
    </w:p>
  </w:footnote>
  <w:footnote w:type="continuationSeparator" w:id="0">
    <w:p w14:paraId="4634C3A8" w14:textId="77777777" w:rsidR="00810BAE" w:rsidRDefault="00810BAE" w:rsidP="00D41A34">
      <w:r>
        <w:continuationSeparator/>
      </w:r>
    </w:p>
  </w:footnote>
  <w:footnote w:type="continuationNotice" w:id="1">
    <w:p w14:paraId="2B2CFDDE" w14:textId="77777777" w:rsidR="00810BAE" w:rsidRDefault="00810B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21B41F7"/>
    <w:multiLevelType w:val="hybridMultilevel"/>
    <w:tmpl w:val="2B54A652"/>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E37C6B"/>
    <w:multiLevelType w:val="hybridMultilevel"/>
    <w:tmpl w:val="E06ABC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55A1AC5"/>
    <w:multiLevelType w:val="hybridMultilevel"/>
    <w:tmpl w:val="45A8D07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A785F"/>
    <w:multiLevelType w:val="hybridMultilevel"/>
    <w:tmpl w:val="A792214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6702533">
    <w:abstractNumId w:val="8"/>
  </w:num>
  <w:num w:numId="2" w16cid:durableId="1513181508">
    <w:abstractNumId w:val="3"/>
  </w:num>
  <w:num w:numId="3" w16cid:durableId="1323701255">
    <w:abstractNumId w:val="2"/>
  </w:num>
  <w:num w:numId="4" w16cid:durableId="1560436345">
    <w:abstractNumId w:val="1"/>
  </w:num>
  <w:num w:numId="5" w16cid:durableId="1516575869">
    <w:abstractNumId w:val="0"/>
  </w:num>
  <w:num w:numId="6" w16cid:durableId="360589579">
    <w:abstractNumId w:val="9"/>
  </w:num>
  <w:num w:numId="7" w16cid:durableId="1896967962">
    <w:abstractNumId w:val="7"/>
  </w:num>
  <w:num w:numId="8" w16cid:durableId="1105727678">
    <w:abstractNumId w:val="6"/>
  </w:num>
  <w:num w:numId="9" w16cid:durableId="1609584330">
    <w:abstractNumId w:val="5"/>
  </w:num>
  <w:num w:numId="10" w16cid:durableId="168642183">
    <w:abstractNumId w:val="4"/>
  </w:num>
  <w:num w:numId="11" w16cid:durableId="2145343442">
    <w:abstractNumId w:val="11"/>
  </w:num>
  <w:num w:numId="12" w16cid:durableId="355279431">
    <w:abstractNumId w:val="20"/>
  </w:num>
  <w:num w:numId="13" w16cid:durableId="1574581294">
    <w:abstractNumId w:val="21"/>
  </w:num>
  <w:num w:numId="14" w16cid:durableId="1192259455">
    <w:abstractNumId w:val="10"/>
  </w:num>
  <w:num w:numId="15" w16cid:durableId="761221743">
    <w:abstractNumId w:val="13"/>
  </w:num>
  <w:num w:numId="16" w16cid:durableId="939944726">
    <w:abstractNumId w:val="23"/>
  </w:num>
  <w:num w:numId="17" w16cid:durableId="866872175">
    <w:abstractNumId w:val="19"/>
  </w:num>
  <w:num w:numId="18" w16cid:durableId="564873455">
    <w:abstractNumId w:val="18"/>
  </w:num>
  <w:num w:numId="19" w16cid:durableId="511380255">
    <w:abstractNumId w:val="22"/>
  </w:num>
  <w:num w:numId="20" w16cid:durableId="740295304">
    <w:abstractNumId w:val="16"/>
  </w:num>
  <w:num w:numId="21" w16cid:durableId="671642147">
    <w:abstractNumId w:val="14"/>
  </w:num>
  <w:num w:numId="22" w16cid:durableId="2121023883">
    <w:abstractNumId w:val="15"/>
  </w:num>
  <w:num w:numId="23" w16cid:durableId="1063529891">
    <w:abstractNumId w:val="17"/>
  </w:num>
  <w:num w:numId="24" w16cid:durableId="14379484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D0"/>
    <w:rsid w:val="000011BD"/>
    <w:rsid w:val="00001243"/>
    <w:rsid w:val="000012E3"/>
    <w:rsid w:val="00001726"/>
    <w:rsid w:val="00002603"/>
    <w:rsid w:val="000041DA"/>
    <w:rsid w:val="00004CD6"/>
    <w:rsid w:val="00005B89"/>
    <w:rsid w:val="00005FD7"/>
    <w:rsid w:val="00011777"/>
    <w:rsid w:val="00011B7A"/>
    <w:rsid w:val="00011B8E"/>
    <w:rsid w:val="00014458"/>
    <w:rsid w:val="000170A5"/>
    <w:rsid w:val="000178D2"/>
    <w:rsid w:val="00022E9E"/>
    <w:rsid w:val="00023EE8"/>
    <w:rsid w:val="00024657"/>
    <w:rsid w:val="00024FB6"/>
    <w:rsid w:val="00027394"/>
    <w:rsid w:val="0002742F"/>
    <w:rsid w:val="00027C0A"/>
    <w:rsid w:val="00030667"/>
    <w:rsid w:val="000316ED"/>
    <w:rsid w:val="00031AF0"/>
    <w:rsid w:val="00033941"/>
    <w:rsid w:val="00034630"/>
    <w:rsid w:val="0003530C"/>
    <w:rsid w:val="000363E4"/>
    <w:rsid w:val="00036875"/>
    <w:rsid w:val="000373EC"/>
    <w:rsid w:val="000375A3"/>
    <w:rsid w:val="000407A4"/>
    <w:rsid w:val="0004126A"/>
    <w:rsid w:val="0004349B"/>
    <w:rsid w:val="0004381B"/>
    <w:rsid w:val="00045B37"/>
    <w:rsid w:val="0004637F"/>
    <w:rsid w:val="00047A9E"/>
    <w:rsid w:val="000552BE"/>
    <w:rsid w:val="00055B04"/>
    <w:rsid w:val="00056F3D"/>
    <w:rsid w:val="000570F3"/>
    <w:rsid w:val="000607AE"/>
    <w:rsid w:val="00062244"/>
    <w:rsid w:val="0006369F"/>
    <w:rsid w:val="00063F9C"/>
    <w:rsid w:val="00065655"/>
    <w:rsid w:val="00067DF5"/>
    <w:rsid w:val="00067FE8"/>
    <w:rsid w:val="00071668"/>
    <w:rsid w:val="00072603"/>
    <w:rsid w:val="000726BC"/>
    <w:rsid w:val="00076624"/>
    <w:rsid w:val="00080AD2"/>
    <w:rsid w:val="000847FD"/>
    <w:rsid w:val="00085C57"/>
    <w:rsid w:val="0008634F"/>
    <w:rsid w:val="00086726"/>
    <w:rsid w:val="00087566"/>
    <w:rsid w:val="000907AF"/>
    <w:rsid w:val="00090B26"/>
    <w:rsid w:val="000920DD"/>
    <w:rsid w:val="00094099"/>
    <w:rsid w:val="000953C9"/>
    <w:rsid w:val="0009693C"/>
    <w:rsid w:val="000973D7"/>
    <w:rsid w:val="000977EC"/>
    <w:rsid w:val="000A0F0A"/>
    <w:rsid w:val="000A2843"/>
    <w:rsid w:val="000A3709"/>
    <w:rsid w:val="000A47E1"/>
    <w:rsid w:val="000A6E10"/>
    <w:rsid w:val="000B170C"/>
    <w:rsid w:val="000B3B17"/>
    <w:rsid w:val="000B50A5"/>
    <w:rsid w:val="000B52BE"/>
    <w:rsid w:val="000B60D8"/>
    <w:rsid w:val="000B69E3"/>
    <w:rsid w:val="000B6FAE"/>
    <w:rsid w:val="000C2B84"/>
    <w:rsid w:val="000C3792"/>
    <w:rsid w:val="000C58FE"/>
    <w:rsid w:val="000C6999"/>
    <w:rsid w:val="000C762C"/>
    <w:rsid w:val="000D0895"/>
    <w:rsid w:val="000D27C3"/>
    <w:rsid w:val="000D321D"/>
    <w:rsid w:val="000D3247"/>
    <w:rsid w:val="000D3F9E"/>
    <w:rsid w:val="000D411C"/>
    <w:rsid w:val="000D5550"/>
    <w:rsid w:val="000D5695"/>
    <w:rsid w:val="000D5BB0"/>
    <w:rsid w:val="000D787F"/>
    <w:rsid w:val="000D7F1D"/>
    <w:rsid w:val="000E1699"/>
    <w:rsid w:val="000E17F8"/>
    <w:rsid w:val="000E24B0"/>
    <w:rsid w:val="000E277B"/>
    <w:rsid w:val="000E3745"/>
    <w:rsid w:val="000E4DA4"/>
    <w:rsid w:val="000E53FD"/>
    <w:rsid w:val="000E585C"/>
    <w:rsid w:val="000E6609"/>
    <w:rsid w:val="000E7F03"/>
    <w:rsid w:val="000F0087"/>
    <w:rsid w:val="000F45B5"/>
    <w:rsid w:val="000F4786"/>
    <w:rsid w:val="000F50B0"/>
    <w:rsid w:val="000F5B97"/>
    <w:rsid w:val="000F6108"/>
    <w:rsid w:val="001009A4"/>
    <w:rsid w:val="0010259D"/>
    <w:rsid w:val="00103853"/>
    <w:rsid w:val="00103FA5"/>
    <w:rsid w:val="0010457A"/>
    <w:rsid w:val="0010545F"/>
    <w:rsid w:val="00105A10"/>
    <w:rsid w:val="00106A37"/>
    <w:rsid w:val="0011024E"/>
    <w:rsid w:val="00110417"/>
    <w:rsid w:val="0011066B"/>
    <w:rsid w:val="00112238"/>
    <w:rsid w:val="0011798D"/>
    <w:rsid w:val="00120199"/>
    <w:rsid w:val="00120274"/>
    <w:rsid w:val="0012037B"/>
    <w:rsid w:val="001223DA"/>
    <w:rsid w:val="0012255D"/>
    <w:rsid w:val="00123FAF"/>
    <w:rsid w:val="00124797"/>
    <w:rsid w:val="00126772"/>
    <w:rsid w:val="00131851"/>
    <w:rsid w:val="00131B0E"/>
    <w:rsid w:val="00132512"/>
    <w:rsid w:val="001336B4"/>
    <w:rsid w:val="0013444C"/>
    <w:rsid w:val="00134E0B"/>
    <w:rsid w:val="00135266"/>
    <w:rsid w:val="001376BB"/>
    <w:rsid w:val="001413FE"/>
    <w:rsid w:val="00145AF0"/>
    <w:rsid w:val="00145C3D"/>
    <w:rsid w:val="00147184"/>
    <w:rsid w:val="001501B9"/>
    <w:rsid w:val="00151643"/>
    <w:rsid w:val="00154AB1"/>
    <w:rsid w:val="00157452"/>
    <w:rsid w:val="00160347"/>
    <w:rsid w:val="0016263B"/>
    <w:rsid w:val="00162730"/>
    <w:rsid w:val="00162F78"/>
    <w:rsid w:val="0016413D"/>
    <w:rsid w:val="00165050"/>
    <w:rsid w:val="00165EA1"/>
    <w:rsid w:val="00165EA8"/>
    <w:rsid w:val="00165F3F"/>
    <w:rsid w:val="00166AB8"/>
    <w:rsid w:val="00170F27"/>
    <w:rsid w:val="0017103E"/>
    <w:rsid w:val="00171B62"/>
    <w:rsid w:val="001727F6"/>
    <w:rsid w:val="00173F45"/>
    <w:rsid w:val="001744C0"/>
    <w:rsid w:val="001747D0"/>
    <w:rsid w:val="001764A0"/>
    <w:rsid w:val="001805A1"/>
    <w:rsid w:val="00180E97"/>
    <w:rsid w:val="00181976"/>
    <w:rsid w:val="0018337F"/>
    <w:rsid w:val="00183AD9"/>
    <w:rsid w:val="00184A25"/>
    <w:rsid w:val="00184DA0"/>
    <w:rsid w:val="0018623B"/>
    <w:rsid w:val="00191612"/>
    <w:rsid w:val="0019176B"/>
    <w:rsid w:val="00193DC6"/>
    <w:rsid w:val="00196C91"/>
    <w:rsid w:val="001A19B6"/>
    <w:rsid w:val="001A2FCE"/>
    <w:rsid w:val="001A3CE1"/>
    <w:rsid w:val="001A3E59"/>
    <w:rsid w:val="001A6FD4"/>
    <w:rsid w:val="001A7E3A"/>
    <w:rsid w:val="001B0B48"/>
    <w:rsid w:val="001B110E"/>
    <w:rsid w:val="001B186C"/>
    <w:rsid w:val="001B4DDE"/>
    <w:rsid w:val="001B591C"/>
    <w:rsid w:val="001B65FB"/>
    <w:rsid w:val="001C06EE"/>
    <w:rsid w:val="001C1CC4"/>
    <w:rsid w:val="001C4096"/>
    <w:rsid w:val="001C52BE"/>
    <w:rsid w:val="001C60C2"/>
    <w:rsid w:val="001D0C31"/>
    <w:rsid w:val="001D16D0"/>
    <w:rsid w:val="001D1EA3"/>
    <w:rsid w:val="001D3395"/>
    <w:rsid w:val="001D4B36"/>
    <w:rsid w:val="001D552B"/>
    <w:rsid w:val="001D6D48"/>
    <w:rsid w:val="001D7A4C"/>
    <w:rsid w:val="001E5E44"/>
    <w:rsid w:val="001E6522"/>
    <w:rsid w:val="001E7292"/>
    <w:rsid w:val="001F344D"/>
    <w:rsid w:val="001F3EA2"/>
    <w:rsid w:val="001F5541"/>
    <w:rsid w:val="001F730B"/>
    <w:rsid w:val="001F7791"/>
    <w:rsid w:val="001F79EE"/>
    <w:rsid w:val="002002D3"/>
    <w:rsid w:val="00200D3B"/>
    <w:rsid w:val="00201097"/>
    <w:rsid w:val="00201A9F"/>
    <w:rsid w:val="00203326"/>
    <w:rsid w:val="00203A31"/>
    <w:rsid w:val="002044F5"/>
    <w:rsid w:val="00206DE3"/>
    <w:rsid w:val="00206F1D"/>
    <w:rsid w:val="00207986"/>
    <w:rsid w:val="00210FA7"/>
    <w:rsid w:val="00213741"/>
    <w:rsid w:val="00214DFB"/>
    <w:rsid w:val="00215BC6"/>
    <w:rsid w:val="002213BA"/>
    <w:rsid w:val="002216B4"/>
    <w:rsid w:val="002218F6"/>
    <w:rsid w:val="002242E6"/>
    <w:rsid w:val="00224A30"/>
    <w:rsid w:val="00226812"/>
    <w:rsid w:val="002308D8"/>
    <w:rsid w:val="002317CC"/>
    <w:rsid w:val="002363AC"/>
    <w:rsid w:val="002368F4"/>
    <w:rsid w:val="002433A5"/>
    <w:rsid w:val="00244A24"/>
    <w:rsid w:val="00245491"/>
    <w:rsid w:val="00246005"/>
    <w:rsid w:val="00246736"/>
    <w:rsid w:val="002529AD"/>
    <w:rsid w:val="00252AFE"/>
    <w:rsid w:val="00252B15"/>
    <w:rsid w:val="00252EF9"/>
    <w:rsid w:val="00253784"/>
    <w:rsid w:val="0025397B"/>
    <w:rsid w:val="002545BF"/>
    <w:rsid w:val="002552BD"/>
    <w:rsid w:val="0025561A"/>
    <w:rsid w:val="00257CA0"/>
    <w:rsid w:val="002621B6"/>
    <w:rsid w:val="00262AAA"/>
    <w:rsid w:val="002655A0"/>
    <w:rsid w:val="002655EE"/>
    <w:rsid w:val="00267BCD"/>
    <w:rsid w:val="00271E70"/>
    <w:rsid w:val="00274C4F"/>
    <w:rsid w:val="00275431"/>
    <w:rsid w:val="00276491"/>
    <w:rsid w:val="002779DB"/>
    <w:rsid w:val="00280828"/>
    <w:rsid w:val="002815BA"/>
    <w:rsid w:val="002836DD"/>
    <w:rsid w:val="00283A08"/>
    <w:rsid w:val="00283A53"/>
    <w:rsid w:val="00284F02"/>
    <w:rsid w:val="00286091"/>
    <w:rsid w:val="00286193"/>
    <w:rsid w:val="00286285"/>
    <w:rsid w:val="00291A8C"/>
    <w:rsid w:val="002921E1"/>
    <w:rsid w:val="002922A5"/>
    <w:rsid w:val="00293B15"/>
    <w:rsid w:val="00293E0C"/>
    <w:rsid w:val="002A1A37"/>
    <w:rsid w:val="002A1A8E"/>
    <w:rsid w:val="002A2C5B"/>
    <w:rsid w:val="002A2EE7"/>
    <w:rsid w:val="002A329A"/>
    <w:rsid w:val="002A3446"/>
    <w:rsid w:val="002A5C16"/>
    <w:rsid w:val="002B1E75"/>
    <w:rsid w:val="002B3705"/>
    <w:rsid w:val="002B4539"/>
    <w:rsid w:val="002C04F4"/>
    <w:rsid w:val="002C0DF3"/>
    <w:rsid w:val="002C0F00"/>
    <w:rsid w:val="002C3A45"/>
    <w:rsid w:val="002C4133"/>
    <w:rsid w:val="002C508D"/>
    <w:rsid w:val="002C5428"/>
    <w:rsid w:val="002C587E"/>
    <w:rsid w:val="002D1185"/>
    <w:rsid w:val="002D14B4"/>
    <w:rsid w:val="002D1A3B"/>
    <w:rsid w:val="002D2DE5"/>
    <w:rsid w:val="002D4A03"/>
    <w:rsid w:val="002D53A1"/>
    <w:rsid w:val="002D5D56"/>
    <w:rsid w:val="002D5EB6"/>
    <w:rsid w:val="002D678C"/>
    <w:rsid w:val="002D6F81"/>
    <w:rsid w:val="002D7681"/>
    <w:rsid w:val="002D76FB"/>
    <w:rsid w:val="002E025C"/>
    <w:rsid w:val="002E2325"/>
    <w:rsid w:val="002E29FE"/>
    <w:rsid w:val="002E602F"/>
    <w:rsid w:val="002F0704"/>
    <w:rsid w:val="002F1BA7"/>
    <w:rsid w:val="002F2A64"/>
    <w:rsid w:val="002F2F64"/>
    <w:rsid w:val="002F4326"/>
    <w:rsid w:val="002F5DE8"/>
    <w:rsid w:val="002F744A"/>
    <w:rsid w:val="0030127D"/>
    <w:rsid w:val="00301402"/>
    <w:rsid w:val="00302323"/>
    <w:rsid w:val="003042E9"/>
    <w:rsid w:val="00305268"/>
    <w:rsid w:val="003063F9"/>
    <w:rsid w:val="003106C6"/>
    <w:rsid w:val="00311513"/>
    <w:rsid w:val="0031195B"/>
    <w:rsid w:val="00314057"/>
    <w:rsid w:val="003151F9"/>
    <w:rsid w:val="003152B6"/>
    <w:rsid w:val="003157B9"/>
    <w:rsid w:val="0031790C"/>
    <w:rsid w:val="003211CF"/>
    <w:rsid w:val="003218CA"/>
    <w:rsid w:val="00322369"/>
    <w:rsid w:val="003250AF"/>
    <w:rsid w:val="00325C15"/>
    <w:rsid w:val="00326451"/>
    <w:rsid w:val="003273F4"/>
    <w:rsid w:val="003312FF"/>
    <w:rsid w:val="003318B1"/>
    <w:rsid w:val="00331B86"/>
    <w:rsid w:val="00337986"/>
    <w:rsid w:val="00337C83"/>
    <w:rsid w:val="00340DB4"/>
    <w:rsid w:val="00342D33"/>
    <w:rsid w:val="00343486"/>
    <w:rsid w:val="00343DCF"/>
    <w:rsid w:val="00344EEE"/>
    <w:rsid w:val="003451E6"/>
    <w:rsid w:val="0034558A"/>
    <w:rsid w:val="003456DB"/>
    <w:rsid w:val="00346E11"/>
    <w:rsid w:val="0034759A"/>
    <w:rsid w:val="00347609"/>
    <w:rsid w:val="0035007B"/>
    <w:rsid w:val="00351214"/>
    <w:rsid w:val="00351B16"/>
    <w:rsid w:val="00354746"/>
    <w:rsid w:val="00355183"/>
    <w:rsid w:val="00355473"/>
    <w:rsid w:val="003555E2"/>
    <w:rsid w:val="00355FF0"/>
    <w:rsid w:val="003565D8"/>
    <w:rsid w:val="00357D93"/>
    <w:rsid w:val="00360522"/>
    <w:rsid w:val="00360BD9"/>
    <w:rsid w:val="00360FB6"/>
    <w:rsid w:val="00361186"/>
    <w:rsid w:val="003622C0"/>
    <w:rsid w:val="00362AA8"/>
    <w:rsid w:val="00365BB5"/>
    <w:rsid w:val="00370484"/>
    <w:rsid w:val="00371B1B"/>
    <w:rsid w:val="003740A1"/>
    <w:rsid w:val="003764A7"/>
    <w:rsid w:val="00377AE0"/>
    <w:rsid w:val="003814CF"/>
    <w:rsid w:val="0038155F"/>
    <w:rsid w:val="0038206D"/>
    <w:rsid w:val="003823DB"/>
    <w:rsid w:val="00384546"/>
    <w:rsid w:val="00385B53"/>
    <w:rsid w:val="003861D3"/>
    <w:rsid w:val="00386299"/>
    <w:rsid w:val="0038642A"/>
    <w:rsid w:val="003864AD"/>
    <w:rsid w:val="00386C7D"/>
    <w:rsid w:val="0039048C"/>
    <w:rsid w:val="00390812"/>
    <w:rsid w:val="00390AF1"/>
    <w:rsid w:val="00390C79"/>
    <w:rsid w:val="00393C1C"/>
    <w:rsid w:val="00395C96"/>
    <w:rsid w:val="00396CB3"/>
    <w:rsid w:val="003974EA"/>
    <w:rsid w:val="003A006B"/>
    <w:rsid w:val="003A19F8"/>
    <w:rsid w:val="003A2300"/>
    <w:rsid w:val="003A264A"/>
    <w:rsid w:val="003A2885"/>
    <w:rsid w:val="003A2C8E"/>
    <w:rsid w:val="003A2DC9"/>
    <w:rsid w:val="003A4418"/>
    <w:rsid w:val="003A4AD9"/>
    <w:rsid w:val="003A4B9A"/>
    <w:rsid w:val="003A5FCB"/>
    <w:rsid w:val="003A7E7F"/>
    <w:rsid w:val="003B0F76"/>
    <w:rsid w:val="003B0FB1"/>
    <w:rsid w:val="003B37C2"/>
    <w:rsid w:val="003B470A"/>
    <w:rsid w:val="003B48EF"/>
    <w:rsid w:val="003B58FA"/>
    <w:rsid w:val="003B6BAE"/>
    <w:rsid w:val="003B6CB8"/>
    <w:rsid w:val="003B6E5D"/>
    <w:rsid w:val="003B7FF3"/>
    <w:rsid w:val="003C3043"/>
    <w:rsid w:val="003C4045"/>
    <w:rsid w:val="003C5878"/>
    <w:rsid w:val="003C6457"/>
    <w:rsid w:val="003C6DA4"/>
    <w:rsid w:val="003C7B40"/>
    <w:rsid w:val="003D02E6"/>
    <w:rsid w:val="003D1442"/>
    <w:rsid w:val="003D1883"/>
    <w:rsid w:val="003D1C7E"/>
    <w:rsid w:val="003D1FAC"/>
    <w:rsid w:val="003D6541"/>
    <w:rsid w:val="003D735B"/>
    <w:rsid w:val="003E1E14"/>
    <w:rsid w:val="003E2213"/>
    <w:rsid w:val="003E24EF"/>
    <w:rsid w:val="003E2A9B"/>
    <w:rsid w:val="003E2B70"/>
    <w:rsid w:val="003E3C53"/>
    <w:rsid w:val="003E660A"/>
    <w:rsid w:val="003E6792"/>
    <w:rsid w:val="003E68CC"/>
    <w:rsid w:val="003E6A2E"/>
    <w:rsid w:val="003E6B7D"/>
    <w:rsid w:val="003E78A4"/>
    <w:rsid w:val="003F4A00"/>
    <w:rsid w:val="003F63A0"/>
    <w:rsid w:val="00401530"/>
    <w:rsid w:val="004015EF"/>
    <w:rsid w:val="00401DD9"/>
    <w:rsid w:val="00401ECC"/>
    <w:rsid w:val="004022B4"/>
    <w:rsid w:val="00402B21"/>
    <w:rsid w:val="004050FE"/>
    <w:rsid w:val="004056DD"/>
    <w:rsid w:val="00405758"/>
    <w:rsid w:val="00405A30"/>
    <w:rsid w:val="00407743"/>
    <w:rsid w:val="00410BDE"/>
    <w:rsid w:val="00413B05"/>
    <w:rsid w:val="00413EAC"/>
    <w:rsid w:val="00414C94"/>
    <w:rsid w:val="00415825"/>
    <w:rsid w:val="004171A3"/>
    <w:rsid w:val="004214B5"/>
    <w:rsid w:val="00421E8E"/>
    <w:rsid w:val="00425677"/>
    <w:rsid w:val="00425AFA"/>
    <w:rsid w:val="0042661F"/>
    <w:rsid w:val="004274B0"/>
    <w:rsid w:val="004276D0"/>
    <w:rsid w:val="00430224"/>
    <w:rsid w:val="004324A8"/>
    <w:rsid w:val="00432DA9"/>
    <w:rsid w:val="004339A2"/>
    <w:rsid w:val="00433EDD"/>
    <w:rsid w:val="0043400B"/>
    <w:rsid w:val="00436AEE"/>
    <w:rsid w:val="00436E19"/>
    <w:rsid w:val="00436F5D"/>
    <w:rsid w:val="00437144"/>
    <w:rsid w:val="00440666"/>
    <w:rsid w:val="004411EF"/>
    <w:rsid w:val="0044219E"/>
    <w:rsid w:val="00443176"/>
    <w:rsid w:val="00444441"/>
    <w:rsid w:val="00450F87"/>
    <w:rsid w:val="00451080"/>
    <w:rsid w:val="0045216F"/>
    <w:rsid w:val="00452515"/>
    <w:rsid w:val="004531A3"/>
    <w:rsid w:val="00453DAA"/>
    <w:rsid w:val="004540B1"/>
    <w:rsid w:val="00454786"/>
    <w:rsid w:val="004571CE"/>
    <w:rsid w:val="00461292"/>
    <w:rsid w:val="00462066"/>
    <w:rsid w:val="00463BD6"/>
    <w:rsid w:val="00464F09"/>
    <w:rsid w:val="00466299"/>
    <w:rsid w:val="00466F90"/>
    <w:rsid w:val="004672A2"/>
    <w:rsid w:val="00467F9D"/>
    <w:rsid w:val="00470F0C"/>
    <w:rsid w:val="00471881"/>
    <w:rsid w:val="00472605"/>
    <w:rsid w:val="004728B8"/>
    <w:rsid w:val="00474D92"/>
    <w:rsid w:val="00476786"/>
    <w:rsid w:val="00476D69"/>
    <w:rsid w:val="004779C7"/>
    <w:rsid w:val="00477A62"/>
    <w:rsid w:val="00480541"/>
    <w:rsid w:val="0048244D"/>
    <w:rsid w:val="00482720"/>
    <w:rsid w:val="00482D48"/>
    <w:rsid w:val="004839C6"/>
    <w:rsid w:val="00483B73"/>
    <w:rsid w:val="0048562E"/>
    <w:rsid w:val="00485C15"/>
    <w:rsid w:val="00487FF7"/>
    <w:rsid w:val="0049298A"/>
    <w:rsid w:val="00494351"/>
    <w:rsid w:val="004943CB"/>
    <w:rsid w:val="00495024"/>
    <w:rsid w:val="00495B84"/>
    <w:rsid w:val="004960F0"/>
    <w:rsid w:val="00496925"/>
    <w:rsid w:val="00497CF9"/>
    <w:rsid w:val="004A06BF"/>
    <w:rsid w:val="004A1ABC"/>
    <w:rsid w:val="004A1B47"/>
    <w:rsid w:val="004A270A"/>
    <w:rsid w:val="004A5133"/>
    <w:rsid w:val="004A66CD"/>
    <w:rsid w:val="004A6BEF"/>
    <w:rsid w:val="004A7066"/>
    <w:rsid w:val="004B0223"/>
    <w:rsid w:val="004B0E81"/>
    <w:rsid w:val="004B1B40"/>
    <w:rsid w:val="004B4138"/>
    <w:rsid w:val="004B684D"/>
    <w:rsid w:val="004B728A"/>
    <w:rsid w:val="004C00AC"/>
    <w:rsid w:val="004C1592"/>
    <w:rsid w:val="004C3220"/>
    <w:rsid w:val="004C3998"/>
    <w:rsid w:val="004C3D7D"/>
    <w:rsid w:val="004C7DEA"/>
    <w:rsid w:val="004C7EEA"/>
    <w:rsid w:val="004D1433"/>
    <w:rsid w:val="004D187B"/>
    <w:rsid w:val="004D1DBE"/>
    <w:rsid w:val="004D5798"/>
    <w:rsid w:val="004D584E"/>
    <w:rsid w:val="004E0673"/>
    <w:rsid w:val="004E0EC4"/>
    <w:rsid w:val="004E3914"/>
    <w:rsid w:val="004E3968"/>
    <w:rsid w:val="004E3D6C"/>
    <w:rsid w:val="004E7157"/>
    <w:rsid w:val="004F0EAE"/>
    <w:rsid w:val="004F1751"/>
    <w:rsid w:val="004F3076"/>
    <w:rsid w:val="004F56DE"/>
    <w:rsid w:val="004F58E0"/>
    <w:rsid w:val="00500E28"/>
    <w:rsid w:val="005016E0"/>
    <w:rsid w:val="00504338"/>
    <w:rsid w:val="00504D56"/>
    <w:rsid w:val="00504ED4"/>
    <w:rsid w:val="005059F4"/>
    <w:rsid w:val="00505AF9"/>
    <w:rsid w:val="00507D13"/>
    <w:rsid w:val="00510E2C"/>
    <w:rsid w:val="0051124F"/>
    <w:rsid w:val="00511461"/>
    <w:rsid w:val="005119B2"/>
    <w:rsid w:val="00513204"/>
    <w:rsid w:val="005135E9"/>
    <w:rsid w:val="0051460B"/>
    <w:rsid w:val="00514EB2"/>
    <w:rsid w:val="00515BF0"/>
    <w:rsid w:val="00515C9E"/>
    <w:rsid w:val="00520C53"/>
    <w:rsid w:val="0052308B"/>
    <w:rsid w:val="00525722"/>
    <w:rsid w:val="00525C49"/>
    <w:rsid w:val="00525FD5"/>
    <w:rsid w:val="0052632C"/>
    <w:rsid w:val="00526D3F"/>
    <w:rsid w:val="00530BFC"/>
    <w:rsid w:val="00531CD1"/>
    <w:rsid w:val="00532B88"/>
    <w:rsid w:val="005349DB"/>
    <w:rsid w:val="0054010B"/>
    <w:rsid w:val="00540C16"/>
    <w:rsid w:val="005420B1"/>
    <w:rsid w:val="00542FE5"/>
    <w:rsid w:val="00544345"/>
    <w:rsid w:val="005453B5"/>
    <w:rsid w:val="00546821"/>
    <w:rsid w:val="005503E7"/>
    <w:rsid w:val="00550C37"/>
    <w:rsid w:val="00552DA1"/>
    <w:rsid w:val="005534F0"/>
    <w:rsid w:val="005547D5"/>
    <w:rsid w:val="00556BE6"/>
    <w:rsid w:val="005574C3"/>
    <w:rsid w:val="0055750A"/>
    <w:rsid w:val="00557F35"/>
    <w:rsid w:val="005607D3"/>
    <w:rsid w:val="005619CE"/>
    <w:rsid w:val="005624BE"/>
    <w:rsid w:val="00563051"/>
    <w:rsid w:val="0056369B"/>
    <w:rsid w:val="00564720"/>
    <w:rsid w:val="00566D7F"/>
    <w:rsid w:val="00566E1D"/>
    <w:rsid w:val="00567569"/>
    <w:rsid w:val="005700E1"/>
    <w:rsid w:val="00570707"/>
    <w:rsid w:val="00570FB1"/>
    <w:rsid w:val="005713A5"/>
    <w:rsid w:val="005718CA"/>
    <w:rsid w:val="00572BDA"/>
    <w:rsid w:val="005732EA"/>
    <w:rsid w:val="00581239"/>
    <w:rsid w:val="00581DB5"/>
    <w:rsid w:val="00582DA9"/>
    <w:rsid w:val="0058487D"/>
    <w:rsid w:val="005876B2"/>
    <w:rsid w:val="00593089"/>
    <w:rsid w:val="0059323C"/>
    <w:rsid w:val="00593CAF"/>
    <w:rsid w:val="00595557"/>
    <w:rsid w:val="005A0729"/>
    <w:rsid w:val="005A2E44"/>
    <w:rsid w:val="005A2E4D"/>
    <w:rsid w:val="005A3374"/>
    <w:rsid w:val="005A3C0A"/>
    <w:rsid w:val="005A651B"/>
    <w:rsid w:val="005B0070"/>
    <w:rsid w:val="005B0AE7"/>
    <w:rsid w:val="005B0D2F"/>
    <w:rsid w:val="005B10DA"/>
    <w:rsid w:val="005B710D"/>
    <w:rsid w:val="005C06B9"/>
    <w:rsid w:val="005C21A6"/>
    <w:rsid w:val="005C272D"/>
    <w:rsid w:val="005C2BD5"/>
    <w:rsid w:val="005C3C23"/>
    <w:rsid w:val="005C3CA2"/>
    <w:rsid w:val="005C7582"/>
    <w:rsid w:val="005C775F"/>
    <w:rsid w:val="005C7C5A"/>
    <w:rsid w:val="005D06FA"/>
    <w:rsid w:val="005D0CC8"/>
    <w:rsid w:val="005D2735"/>
    <w:rsid w:val="005D53EB"/>
    <w:rsid w:val="005D5500"/>
    <w:rsid w:val="005D58B4"/>
    <w:rsid w:val="005D6DE7"/>
    <w:rsid w:val="005D778B"/>
    <w:rsid w:val="005E3188"/>
    <w:rsid w:val="005E3464"/>
    <w:rsid w:val="005E3BFC"/>
    <w:rsid w:val="005E3CBA"/>
    <w:rsid w:val="005E49FB"/>
    <w:rsid w:val="005E538A"/>
    <w:rsid w:val="005E58A6"/>
    <w:rsid w:val="005E5CCD"/>
    <w:rsid w:val="005E5DA3"/>
    <w:rsid w:val="005E6182"/>
    <w:rsid w:val="005E6F1E"/>
    <w:rsid w:val="005F0DEE"/>
    <w:rsid w:val="005F1F97"/>
    <w:rsid w:val="005F3DF7"/>
    <w:rsid w:val="005F4C07"/>
    <w:rsid w:val="005F52AE"/>
    <w:rsid w:val="005F52D8"/>
    <w:rsid w:val="005F72C4"/>
    <w:rsid w:val="00601B29"/>
    <w:rsid w:val="00601F42"/>
    <w:rsid w:val="006022EC"/>
    <w:rsid w:val="006023F3"/>
    <w:rsid w:val="0060290F"/>
    <w:rsid w:val="00604612"/>
    <w:rsid w:val="006060AA"/>
    <w:rsid w:val="00606718"/>
    <w:rsid w:val="00607B56"/>
    <w:rsid w:val="00610C88"/>
    <w:rsid w:val="00610F83"/>
    <w:rsid w:val="006110A8"/>
    <w:rsid w:val="00612060"/>
    <w:rsid w:val="00612580"/>
    <w:rsid w:val="0061265C"/>
    <w:rsid w:val="0061682B"/>
    <w:rsid w:val="006174C9"/>
    <w:rsid w:val="00621D5C"/>
    <w:rsid w:val="00625621"/>
    <w:rsid w:val="0062599C"/>
    <w:rsid w:val="006261D1"/>
    <w:rsid w:val="006261D8"/>
    <w:rsid w:val="0062731C"/>
    <w:rsid w:val="00633C6E"/>
    <w:rsid w:val="00634F1E"/>
    <w:rsid w:val="00635037"/>
    <w:rsid w:val="006359E7"/>
    <w:rsid w:val="006362D6"/>
    <w:rsid w:val="00640844"/>
    <w:rsid w:val="00641324"/>
    <w:rsid w:val="0064315A"/>
    <w:rsid w:val="006438A8"/>
    <w:rsid w:val="00643F01"/>
    <w:rsid w:val="00645920"/>
    <w:rsid w:val="00645B57"/>
    <w:rsid w:val="00646166"/>
    <w:rsid w:val="006472C6"/>
    <w:rsid w:val="0065086A"/>
    <w:rsid w:val="00652260"/>
    <w:rsid w:val="006554B5"/>
    <w:rsid w:val="006554CF"/>
    <w:rsid w:val="00655A10"/>
    <w:rsid w:val="0065608F"/>
    <w:rsid w:val="00656390"/>
    <w:rsid w:val="006654B5"/>
    <w:rsid w:val="0066558E"/>
    <w:rsid w:val="00666D1A"/>
    <w:rsid w:val="00670F8D"/>
    <w:rsid w:val="00671A0E"/>
    <w:rsid w:val="00672310"/>
    <w:rsid w:val="00672C5E"/>
    <w:rsid w:val="00673B09"/>
    <w:rsid w:val="00673FAF"/>
    <w:rsid w:val="00675B14"/>
    <w:rsid w:val="006771B7"/>
    <w:rsid w:val="006805FD"/>
    <w:rsid w:val="0068069E"/>
    <w:rsid w:val="00682310"/>
    <w:rsid w:val="00682EB6"/>
    <w:rsid w:val="006839F2"/>
    <w:rsid w:val="00684160"/>
    <w:rsid w:val="00684D9E"/>
    <w:rsid w:val="006851AF"/>
    <w:rsid w:val="0068535A"/>
    <w:rsid w:val="00685989"/>
    <w:rsid w:val="0068671C"/>
    <w:rsid w:val="00687DED"/>
    <w:rsid w:val="006914FA"/>
    <w:rsid w:val="006918F5"/>
    <w:rsid w:val="006937C6"/>
    <w:rsid w:val="00693A2B"/>
    <w:rsid w:val="00694B3B"/>
    <w:rsid w:val="006967CF"/>
    <w:rsid w:val="006969D2"/>
    <w:rsid w:val="00697A34"/>
    <w:rsid w:val="006A27A0"/>
    <w:rsid w:val="006A4B56"/>
    <w:rsid w:val="006A590B"/>
    <w:rsid w:val="006A5B61"/>
    <w:rsid w:val="006A7406"/>
    <w:rsid w:val="006B455F"/>
    <w:rsid w:val="006B4D0E"/>
    <w:rsid w:val="006B4E66"/>
    <w:rsid w:val="006B5C7E"/>
    <w:rsid w:val="006B5EE6"/>
    <w:rsid w:val="006C18D6"/>
    <w:rsid w:val="006C1D51"/>
    <w:rsid w:val="006C243C"/>
    <w:rsid w:val="006C2F7C"/>
    <w:rsid w:val="006C3100"/>
    <w:rsid w:val="006C372A"/>
    <w:rsid w:val="006C4385"/>
    <w:rsid w:val="006C48A8"/>
    <w:rsid w:val="006C49BC"/>
    <w:rsid w:val="006C64AD"/>
    <w:rsid w:val="006C6CAF"/>
    <w:rsid w:val="006C72BA"/>
    <w:rsid w:val="006D2390"/>
    <w:rsid w:val="006D3F15"/>
    <w:rsid w:val="006D44A6"/>
    <w:rsid w:val="006E2764"/>
    <w:rsid w:val="006E27BF"/>
    <w:rsid w:val="006E2F3B"/>
    <w:rsid w:val="006E369B"/>
    <w:rsid w:val="006E4FEC"/>
    <w:rsid w:val="006F3E65"/>
    <w:rsid w:val="006F5433"/>
    <w:rsid w:val="006F556E"/>
    <w:rsid w:val="006F599E"/>
    <w:rsid w:val="006F5F9D"/>
    <w:rsid w:val="006F7B66"/>
    <w:rsid w:val="00701B5A"/>
    <w:rsid w:val="007029A5"/>
    <w:rsid w:val="0070354A"/>
    <w:rsid w:val="00704466"/>
    <w:rsid w:val="0070513B"/>
    <w:rsid w:val="00706CA7"/>
    <w:rsid w:val="00711159"/>
    <w:rsid w:val="00711308"/>
    <w:rsid w:val="00716C01"/>
    <w:rsid w:val="00720CE3"/>
    <w:rsid w:val="00720DAA"/>
    <w:rsid w:val="00721FBF"/>
    <w:rsid w:val="00723F01"/>
    <w:rsid w:val="00733139"/>
    <w:rsid w:val="00734E81"/>
    <w:rsid w:val="007356EC"/>
    <w:rsid w:val="0074011B"/>
    <w:rsid w:val="00740380"/>
    <w:rsid w:val="00740FB1"/>
    <w:rsid w:val="007425BB"/>
    <w:rsid w:val="00742EE3"/>
    <w:rsid w:val="007450B7"/>
    <w:rsid w:val="00745989"/>
    <w:rsid w:val="00745FCF"/>
    <w:rsid w:val="00746410"/>
    <w:rsid w:val="007516C5"/>
    <w:rsid w:val="007565BF"/>
    <w:rsid w:val="00756A7B"/>
    <w:rsid w:val="007579D6"/>
    <w:rsid w:val="00760D0B"/>
    <w:rsid w:val="00760D9F"/>
    <w:rsid w:val="00762E6E"/>
    <w:rsid w:val="00763BFD"/>
    <w:rsid w:val="00763D5E"/>
    <w:rsid w:val="00764C30"/>
    <w:rsid w:val="00765184"/>
    <w:rsid w:val="00766A85"/>
    <w:rsid w:val="00767F81"/>
    <w:rsid w:val="00771449"/>
    <w:rsid w:val="007715DF"/>
    <w:rsid w:val="00773AE7"/>
    <w:rsid w:val="007755E3"/>
    <w:rsid w:val="00775F47"/>
    <w:rsid w:val="00776EBF"/>
    <w:rsid w:val="0078007C"/>
    <w:rsid w:val="00782293"/>
    <w:rsid w:val="00782E5C"/>
    <w:rsid w:val="0078343C"/>
    <w:rsid w:val="007854FF"/>
    <w:rsid w:val="0078560C"/>
    <w:rsid w:val="0079055C"/>
    <w:rsid w:val="00791BAF"/>
    <w:rsid w:val="00793CD4"/>
    <w:rsid w:val="00793D87"/>
    <w:rsid w:val="0079586A"/>
    <w:rsid w:val="00796A55"/>
    <w:rsid w:val="00797183"/>
    <w:rsid w:val="00797F40"/>
    <w:rsid w:val="007A16AE"/>
    <w:rsid w:val="007A316D"/>
    <w:rsid w:val="007A46E2"/>
    <w:rsid w:val="007A492D"/>
    <w:rsid w:val="007A4F1D"/>
    <w:rsid w:val="007A57C4"/>
    <w:rsid w:val="007A6093"/>
    <w:rsid w:val="007A6254"/>
    <w:rsid w:val="007A7DD9"/>
    <w:rsid w:val="007B05F3"/>
    <w:rsid w:val="007B1111"/>
    <w:rsid w:val="007B188D"/>
    <w:rsid w:val="007B2739"/>
    <w:rsid w:val="007B28D4"/>
    <w:rsid w:val="007B2A6F"/>
    <w:rsid w:val="007B33D7"/>
    <w:rsid w:val="007B4DAB"/>
    <w:rsid w:val="007B5C35"/>
    <w:rsid w:val="007B604B"/>
    <w:rsid w:val="007B63C3"/>
    <w:rsid w:val="007B7C04"/>
    <w:rsid w:val="007C06C3"/>
    <w:rsid w:val="007C1F9E"/>
    <w:rsid w:val="007C205B"/>
    <w:rsid w:val="007C44F9"/>
    <w:rsid w:val="007C4870"/>
    <w:rsid w:val="007C5B8C"/>
    <w:rsid w:val="007C64BA"/>
    <w:rsid w:val="007C6926"/>
    <w:rsid w:val="007D0550"/>
    <w:rsid w:val="007D1744"/>
    <w:rsid w:val="007D4E46"/>
    <w:rsid w:val="007D5C15"/>
    <w:rsid w:val="007D736C"/>
    <w:rsid w:val="007E1257"/>
    <w:rsid w:val="007E16D8"/>
    <w:rsid w:val="007E1EFA"/>
    <w:rsid w:val="007E2D78"/>
    <w:rsid w:val="007E317D"/>
    <w:rsid w:val="007E4B52"/>
    <w:rsid w:val="007E5668"/>
    <w:rsid w:val="007E58CC"/>
    <w:rsid w:val="007F1A2B"/>
    <w:rsid w:val="007F48C1"/>
    <w:rsid w:val="007F50ED"/>
    <w:rsid w:val="007F54B0"/>
    <w:rsid w:val="007F65C1"/>
    <w:rsid w:val="008000A7"/>
    <w:rsid w:val="0080313B"/>
    <w:rsid w:val="00803D18"/>
    <w:rsid w:val="00805590"/>
    <w:rsid w:val="00805EFC"/>
    <w:rsid w:val="00805FAA"/>
    <w:rsid w:val="0081011B"/>
    <w:rsid w:val="00810BAE"/>
    <w:rsid w:val="00811905"/>
    <w:rsid w:val="008124BD"/>
    <w:rsid w:val="0081270B"/>
    <w:rsid w:val="00812A94"/>
    <w:rsid w:val="0081496D"/>
    <w:rsid w:val="00815B14"/>
    <w:rsid w:val="00816053"/>
    <w:rsid w:val="0081647B"/>
    <w:rsid w:val="0081675C"/>
    <w:rsid w:val="00816D45"/>
    <w:rsid w:val="00816E10"/>
    <w:rsid w:val="00817027"/>
    <w:rsid w:val="0082484B"/>
    <w:rsid w:val="00825392"/>
    <w:rsid w:val="008279F5"/>
    <w:rsid w:val="00830482"/>
    <w:rsid w:val="00832136"/>
    <w:rsid w:val="00832E37"/>
    <w:rsid w:val="0083496B"/>
    <w:rsid w:val="00835110"/>
    <w:rsid w:val="008351F0"/>
    <w:rsid w:val="00835CAE"/>
    <w:rsid w:val="00840688"/>
    <w:rsid w:val="0084083A"/>
    <w:rsid w:val="00843019"/>
    <w:rsid w:val="00843792"/>
    <w:rsid w:val="00843BE5"/>
    <w:rsid w:val="00844956"/>
    <w:rsid w:val="00844B99"/>
    <w:rsid w:val="00844DF4"/>
    <w:rsid w:val="008469BC"/>
    <w:rsid w:val="008519F0"/>
    <w:rsid w:val="00852535"/>
    <w:rsid w:val="00854723"/>
    <w:rsid w:val="00855524"/>
    <w:rsid w:val="0085633D"/>
    <w:rsid w:val="00857484"/>
    <w:rsid w:val="00857F81"/>
    <w:rsid w:val="008606BA"/>
    <w:rsid w:val="008621E9"/>
    <w:rsid w:val="00863217"/>
    <w:rsid w:val="008637B4"/>
    <w:rsid w:val="00864405"/>
    <w:rsid w:val="008654DE"/>
    <w:rsid w:val="00867404"/>
    <w:rsid w:val="00870FD1"/>
    <w:rsid w:val="008728A8"/>
    <w:rsid w:val="00874BD2"/>
    <w:rsid w:val="00874E4F"/>
    <w:rsid w:val="008763AE"/>
    <w:rsid w:val="00877117"/>
    <w:rsid w:val="008813AA"/>
    <w:rsid w:val="00882681"/>
    <w:rsid w:val="008839B6"/>
    <w:rsid w:val="0088404F"/>
    <w:rsid w:val="00884209"/>
    <w:rsid w:val="0088483A"/>
    <w:rsid w:val="008861EF"/>
    <w:rsid w:val="00886C2A"/>
    <w:rsid w:val="00890824"/>
    <w:rsid w:val="0089199F"/>
    <w:rsid w:val="00892506"/>
    <w:rsid w:val="00893A13"/>
    <w:rsid w:val="0089532C"/>
    <w:rsid w:val="00895D1B"/>
    <w:rsid w:val="008960D8"/>
    <w:rsid w:val="008A3073"/>
    <w:rsid w:val="008A3685"/>
    <w:rsid w:val="008A416E"/>
    <w:rsid w:val="008A4F41"/>
    <w:rsid w:val="008A54A8"/>
    <w:rsid w:val="008B263B"/>
    <w:rsid w:val="008B2808"/>
    <w:rsid w:val="008B4209"/>
    <w:rsid w:val="008B645F"/>
    <w:rsid w:val="008B6B0D"/>
    <w:rsid w:val="008B7609"/>
    <w:rsid w:val="008C0E46"/>
    <w:rsid w:val="008C181D"/>
    <w:rsid w:val="008C190E"/>
    <w:rsid w:val="008C2C04"/>
    <w:rsid w:val="008C33E4"/>
    <w:rsid w:val="008C342B"/>
    <w:rsid w:val="008C449A"/>
    <w:rsid w:val="008C4C70"/>
    <w:rsid w:val="008C65CE"/>
    <w:rsid w:val="008C6A90"/>
    <w:rsid w:val="008D101E"/>
    <w:rsid w:val="008D18F5"/>
    <w:rsid w:val="008D211F"/>
    <w:rsid w:val="008D2C72"/>
    <w:rsid w:val="008D2D32"/>
    <w:rsid w:val="008D5166"/>
    <w:rsid w:val="008D5344"/>
    <w:rsid w:val="008D5A2A"/>
    <w:rsid w:val="008D7C5E"/>
    <w:rsid w:val="008E012B"/>
    <w:rsid w:val="008E0973"/>
    <w:rsid w:val="008E351F"/>
    <w:rsid w:val="008E3B59"/>
    <w:rsid w:val="008E5662"/>
    <w:rsid w:val="008E62EE"/>
    <w:rsid w:val="008E6DDE"/>
    <w:rsid w:val="008E70B9"/>
    <w:rsid w:val="008E7E6A"/>
    <w:rsid w:val="008F0F07"/>
    <w:rsid w:val="008F2A13"/>
    <w:rsid w:val="008F2D99"/>
    <w:rsid w:val="008F3011"/>
    <w:rsid w:val="008F316B"/>
    <w:rsid w:val="008F371E"/>
    <w:rsid w:val="008F3AF5"/>
    <w:rsid w:val="008F5D13"/>
    <w:rsid w:val="008F5EC2"/>
    <w:rsid w:val="008F6696"/>
    <w:rsid w:val="008F7C7B"/>
    <w:rsid w:val="00901C02"/>
    <w:rsid w:val="00903B93"/>
    <w:rsid w:val="00906170"/>
    <w:rsid w:val="00906C5F"/>
    <w:rsid w:val="00907293"/>
    <w:rsid w:val="0090754A"/>
    <w:rsid w:val="00907AD0"/>
    <w:rsid w:val="009120B1"/>
    <w:rsid w:val="009133E4"/>
    <w:rsid w:val="0091463B"/>
    <w:rsid w:val="00915FE5"/>
    <w:rsid w:val="0091613A"/>
    <w:rsid w:val="00916872"/>
    <w:rsid w:val="0091688E"/>
    <w:rsid w:val="0092074B"/>
    <w:rsid w:val="00921115"/>
    <w:rsid w:val="009213C0"/>
    <w:rsid w:val="00921C51"/>
    <w:rsid w:val="00924FD5"/>
    <w:rsid w:val="00926633"/>
    <w:rsid w:val="0092680C"/>
    <w:rsid w:val="00931538"/>
    <w:rsid w:val="009332FD"/>
    <w:rsid w:val="00935EDE"/>
    <w:rsid w:val="00943387"/>
    <w:rsid w:val="009436E4"/>
    <w:rsid w:val="009456C2"/>
    <w:rsid w:val="009459F6"/>
    <w:rsid w:val="00945D6A"/>
    <w:rsid w:val="009529AB"/>
    <w:rsid w:val="00957454"/>
    <w:rsid w:val="00960695"/>
    <w:rsid w:val="0096115B"/>
    <w:rsid w:val="009614AE"/>
    <w:rsid w:val="00963F04"/>
    <w:rsid w:val="0096597B"/>
    <w:rsid w:val="00965C0E"/>
    <w:rsid w:val="00965D2E"/>
    <w:rsid w:val="00965F4A"/>
    <w:rsid w:val="00966D6D"/>
    <w:rsid w:val="00967658"/>
    <w:rsid w:val="009721B0"/>
    <w:rsid w:val="009749C6"/>
    <w:rsid w:val="00976CD7"/>
    <w:rsid w:val="0097706A"/>
    <w:rsid w:val="00977876"/>
    <w:rsid w:val="009779BF"/>
    <w:rsid w:val="00980898"/>
    <w:rsid w:val="009829C1"/>
    <w:rsid w:val="009848CA"/>
    <w:rsid w:val="00984E7E"/>
    <w:rsid w:val="00985561"/>
    <w:rsid w:val="00986139"/>
    <w:rsid w:val="009871B5"/>
    <w:rsid w:val="00987FE8"/>
    <w:rsid w:val="00991F9D"/>
    <w:rsid w:val="00992D1A"/>
    <w:rsid w:val="00992DD9"/>
    <w:rsid w:val="00995A5A"/>
    <w:rsid w:val="009968C5"/>
    <w:rsid w:val="009A1C29"/>
    <w:rsid w:val="009A23AB"/>
    <w:rsid w:val="009A2BD8"/>
    <w:rsid w:val="009A34B7"/>
    <w:rsid w:val="009A3870"/>
    <w:rsid w:val="009A4311"/>
    <w:rsid w:val="009A5A0A"/>
    <w:rsid w:val="009A6456"/>
    <w:rsid w:val="009A7B07"/>
    <w:rsid w:val="009B101B"/>
    <w:rsid w:val="009B1322"/>
    <w:rsid w:val="009B256F"/>
    <w:rsid w:val="009B2E07"/>
    <w:rsid w:val="009B6BEC"/>
    <w:rsid w:val="009C062E"/>
    <w:rsid w:val="009C3A24"/>
    <w:rsid w:val="009C409B"/>
    <w:rsid w:val="009C41E1"/>
    <w:rsid w:val="009C44BB"/>
    <w:rsid w:val="009C5809"/>
    <w:rsid w:val="009D081C"/>
    <w:rsid w:val="009D13CE"/>
    <w:rsid w:val="009D180E"/>
    <w:rsid w:val="009D1E9B"/>
    <w:rsid w:val="009D3382"/>
    <w:rsid w:val="009D3707"/>
    <w:rsid w:val="009D39E4"/>
    <w:rsid w:val="009D4FCE"/>
    <w:rsid w:val="009D6F6F"/>
    <w:rsid w:val="009D6FB9"/>
    <w:rsid w:val="009D70B0"/>
    <w:rsid w:val="009E013E"/>
    <w:rsid w:val="009E3225"/>
    <w:rsid w:val="009E3AA1"/>
    <w:rsid w:val="009E59F1"/>
    <w:rsid w:val="009E62CE"/>
    <w:rsid w:val="009E6888"/>
    <w:rsid w:val="009E72EA"/>
    <w:rsid w:val="009F1D3B"/>
    <w:rsid w:val="009F222B"/>
    <w:rsid w:val="009F274A"/>
    <w:rsid w:val="009F28A8"/>
    <w:rsid w:val="009F3B8D"/>
    <w:rsid w:val="009F3C5F"/>
    <w:rsid w:val="009F40E8"/>
    <w:rsid w:val="009F431A"/>
    <w:rsid w:val="009F46C7"/>
    <w:rsid w:val="009F493C"/>
    <w:rsid w:val="009F4F1A"/>
    <w:rsid w:val="009F6A39"/>
    <w:rsid w:val="009F6CF9"/>
    <w:rsid w:val="009F6E2A"/>
    <w:rsid w:val="009F7C1E"/>
    <w:rsid w:val="00A0027F"/>
    <w:rsid w:val="00A01CD8"/>
    <w:rsid w:val="00A023F3"/>
    <w:rsid w:val="00A056F1"/>
    <w:rsid w:val="00A10CE9"/>
    <w:rsid w:val="00A12A8F"/>
    <w:rsid w:val="00A13FAA"/>
    <w:rsid w:val="00A165CF"/>
    <w:rsid w:val="00A17218"/>
    <w:rsid w:val="00A17398"/>
    <w:rsid w:val="00A175A2"/>
    <w:rsid w:val="00A21A20"/>
    <w:rsid w:val="00A246CF"/>
    <w:rsid w:val="00A25D96"/>
    <w:rsid w:val="00A27708"/>
    <w:rsid w:val="00A27767"/>
    <w:rsid w:val="00A304B5"/>
    <w:rsid w:val="00A401F0"/>
    <w:rsid w:val="00A4052F"/>
    <w:rsid w:val="00A40F08"/>
    <w:rsid w:val="00A41BD8"/>
    <w:rsid w:val="00A46573"/>
    <w:rsid w:val="00A50E6F"/>
    <w:rsid w:val="00A51075"/>
    <w:rsid w:val="00A52A8F"/>
    <w:rsid w:val="00A52B84"/>
    <w:rsid w:val="00A5318D"/>
    <w:rsid w:val="00A53440"/>
    <w:rsid w:val="00A56694"/>
    <w:rsid w:val="00A60212"/>
    <w:rsid w:val="00A60B34"/>
    <w:rsid w:val="00A614F4"/>
    <w:rsid w:val="00A62EA6"/>
    <w:rsid w:val="00A650EA"/>
    <w:rsid w:val="00A67B56"/>
    <w:rsid w:val="00A67D5C"/>
    <w:rsid w:val="00A71314"/>
    <w:rsid w:val="00A72370"/>
    <w:rsid w:val="00A72D6A"/>
    <w:rsid w:val="00A72FD8"/>
    <w:rsid w:val="00A74638"/>
    <w:rsid w:val="00A74808"/>
    <w:rsid w:val="00A776CA"/>
    <w:rsid w:val="00A816AE"/>
    <w:rsid w:val="00A82A96"/>
    <w:rsid w:val="00A8319A"/>
    <w:rsid w:val="00A84072"/>
    <w:rsid w:val="00A8524E"/>
    <w:rsid w:val="00A85841"/>
    <w:rsid w:val="00A85BEE"/>
    <w:rsid w:val="00A87820"/>
    <w:rsid w:val="00A90369"/>
    <w:rsid w:val="00A95602"/>
    <w:rsid w:val="00A960CA"/>
    <w:rsid w:val="00AA0416"/>
    <w:rsid w:val="00AA07F2"/>
    <w:rsid w:val="00AA0B64"/>
    <w:rsid w:val="00AA10D5"/>
    <w:rsid w:val="00AA1284"/>
    <w:rsid w:val="00AA261C"/>
    <w:rsid w:val="00AA2A2B"/>
    <w:rsid w:val="00AA5D4D"/>
    <w:rsid w:val="00AA6E0D"/>
    <w:rsid w:val="00AA758D"/>
    <w:rsid w:val="00AB062C"/>
    <w:rsid w:val="00AB0AAA"/>
    <w:rsid w:val="00AB0BA3"/>
    <w:rsid w:val="00AB251B"/>
    <w:rsid w:val="00AB3489"/>
    <w:rsid w:val="00AB425B"/>
    <w:rsid w:val="00AB594D"/>
    <w:rsid w:val="00AB5BCC"/>
    <w:rsid w:val="00AB7621"/>
    <w:rsid w:val="00AC1480"/>
    <w:rsid w:val="00AC1F43"/>
    <w:rsid w:val="00AC2138"/>
    <w:rsid w:val="00AC2544"/>
    <w:rsid w:val="00AC3019"/>
    <w:rsid w:val="00AC31DA"/>
    <w:rsid w:val="00AC4AF5"/>
    <w:rsid w:val="00AC576B"/>
    <w:rsid w:val="00AC5927"/>
    <w:rsid w:val="00AC608E"/>
    <w:rsid w:val="00AC659A"/>
    <w:rsid w:val="00AC6EF1"/>
    <w:rsid w:val="00AC77E4"/>
    <w:rsid w:val="00AC78E1"/>
    <w:rsid w:val="00AC7AFC"/>
    <w:rsid w:val="00AC7E03"/>
    <w:rsid w:val="00AD0F6D"/>
    <w:rsid w:val="00AD2B7D"/>
    <w:rsid w:val="00AD315F"/>
    <w:rsid w:val="00AD4763"/>
    <w:rsid w:val="00AD4DBA"/>
    <w:rsid w:val="00AD5EAE"/>
    <w:rsid w:val="00AD6A9F"/>
    <w:rsid w:val="00AD7719"/>
    <w:rsid w:val="00AD7EB7"/>
    <w:rsid w:val="00AE1E5B"/>
    <w:rsid w:val="00AE28E3"/>
    <w:rsid w:val="00AE5555"/>
    <w:rsid w:val="00AE5962"/>
    <w:rsid w:val="00AE6ABB"/>
    <w:rsid w:val="00AE77BF"/>
    <w:rsid w:val="00AF13D5"/>
    <w:rsid w:val="00AF214C"/>
    <w:rsid w:val="00AF3C83"/>
    <w:rsid w:val="00AF45AB"/>
    <w:rsid w:val="00B0027C"/>
    <w:rsid w:val="00B009B3"/>
    <w:rsid w:val="00B01379"/>
    <w:rsid w:val="00B01742"/>
    <w:rsid w:val="00B02892"/>
    <w:rsid w:val="00B0593A"/>
    <w:rsid w:val="00B10484"/>
    <w:rsid w:val="00B1447E"/>
    <w:rsid w:val="00B14812"/>
    <w:rsid w:val="00B15E5B"/>
    <w:rsid w:val="00B160FA"/>
    <w:rsid w:val="00B16A44"/>
    <w:rsid w:val="00B16E64"/>
    <w:rsid w:val="00B220F5"/>
    <w:rsid w:val="00B22355"/>
    <w:rsid w:val="00B2439C"/>
    <w:rsid w:val="00B2528A"/>
    <w:rsid w:val="00B25E03"/>
    <w:rsid w:val="00B274A9"/>
    <w:rsid w:val="00B274B0"/>
    <w:rsid w:val="00B300C1"/>
    <w:rsid w:val="00B32151"/>
    <w:rsid w:val="00B32F4C"/>
    <w:rsid w:val="00B34870"/>
    <w:rsid w:val="00B373EE"/>
    <w:rsid w:val="00B37E67"/>
    <w:rsid w:val="00B42C42"/>
    <w:rsid w:val="00B46895"/>
    <w:rsid w:val="00B5099C"/>
    <w:rsid w:val="00B50F8B"/>
    <w:rsid w:val="00B51123"/>
    <w:rsid w:val="00B517E9"/>
    <w:rsid w:val="00B51E89"/>
    <w:rsid w:val="00B54CD0"/>
    <w:rsid w:val="00B569AB"/>
    <w:rsid w:val="00B56B88"/>
    <w:rsid w:val="00B5765C"/>
    <w:rsid w:val="00B57CF2"/>
    <w:rsid w:val="00B57F1B"/>
    <w:rsid w:val="00B61202"/>
    <w:rsid w:val="00B62182"/>
    <w:rsid w:val="00B62ED6"/>
    <w:rsid w:val="00B6396C"/>
    <w:rsid w:val="00B643D4"/>
    <w:rsid w:val="00B6450B"/>
    <w:rsid w:val="00B64F18"/>
    <w:rsid w:val="00B66A38"/>
    <w:rsid w:val="00B70970"/>
    <w:rsid w:val="00B70973"/>
    <w:rsid w:val="00B7161B"/>
    <w:rsid w:val="00B74B2C"/>
    <w:rsid w:val="00B74D67"/>
    <w:rsid w:val="00B75416"/>
    <w:rsid w:val="00B803BC"/>
    <w:rsid w:val="00B82419"/>
    <w:rsid w:val="00B82EAF"/>
    <w:rsid w:val="00B847F3"/>
    <w:rsid w:val="00B873B9"/>
    <w:rsid w:val="00B8742D"/>
    <w:rsid w:val="00B87B50"/>
    <w:rsid w:val="00B90B8E"/>
    <w:rsid w:val="00B90E38"/>
    <w:rsid w:val="00B90FD0"/>
    <w:rsid w:val="00B92FB1"/>
    <w:rsid w:val="00B934FD"/>
    <w:rsid w:val="00B9478D"/>
    <w:rsid w:val="00B9510A"/>
    <w:rsid w:val="00B960E4"/>
    <w:rsid w:val="00B978B9"/>
    <w:rsid w:val="00BA00C9"/>
    <w:rsid w:val="00BA4567"/>
    <w:rsid w:val="00BA67C8"/>
    <w:rsid w:val="00BA76BD"/>
    <w:rsid w:val="00BA7BF9"/>
    <w:rsid w:val="00BB016A"/>
    <w:rsid w:val="00BB1883"/>
    <w:rsid w:val="00BB2282"/>
    <w:rsid w:val="00BB2DCC"/>
    <w:rsid w:val="00BB2F74"/>
    <w:rsid w:val="00BB39DF"/>
    <w:rsid w:val="00BB545F"/>
    <w:rsid w:val="00BB5F9E"/>
    <w:rsid w:val="00BC08D2"/>
    <w:rsid w:val="00BC1608"/>
    <w:rsid w:val="00BC1CF8"/>
    <w:rsid w:val="00BC27DD"/>
    <w:rsid w:val="00BC2914"/>
    <w:rsid w:val="00BC3A33"/>
    <w:rsid w:val="00BD17C0"/>
    <w:rsid w:val="00BD2D85"/>
    <w:rsid w:val="00BD375D"/>
    <w:rsid w:val="00BD500E"/>
    <w:rsid w:val="00BD68F1"/>
    <w:rsid w:val="00BD7818"/>
    <w:rsid w:val="00BD7FDA"/>
    <w:rsid w:val="00BE2CAD"/>
    <w:rsid w:val="00BE2CCB"/>
    <w:rsid w:val="00BE3113"/>
    <w:rsid w:val="00BE5C12"/>
    <w:rsid w:val="00BF08E5"/>
    <w:rsid w:val="00BF0D4A"/>
    <w:rsid w:val="00BF1D75"/>
    <w:rsid w:val="00BF4238"/>
    <w:rsid w:val="00BF4818"/>
    <w:rsid w:val="00BF572C"/>
    <w:rsid w:val="00BF5977"/>
    <w:rsid w:val="00BF6944"/>
    <w:rsid w:val="00BF72A5"/>
    <w:rsid w:val="00C00505"/>
    <w:rsid w:val="00C02982"/>
    <w:rsid w:val="00C03438"/>
    <w:rsid w:val="00C03F57"/>
    <w:rsid w:val="00C0704B"/>
    <w:rsid w:val="00C07CA1"/>
    <w:rsid w:val="00C10E75"/>
    <w:rsid w:val="00C13452"/>
    <w:rsid w:val="00C1434C"/>
    <w:rsid w:val="00C151BE"/>
    <w:rsid w:val="00C151EE"/>
    <w:rsid w:val="00C15667"/>
    <w:rsid w:val="00C159CF"/>
    <w:rsid w:val="00C20990"/>
    <w:rsid w:val="00C21B90"/>
    <w:rsid w:val="00C21E6F"/>
    <w:rsid w:val="00C22E05"/>
    <w:rsid w:val="00C23C45"/>
    <w:rsid w:val="00C247EB"/>
    <w:rsid w:val="00C263E2"/>
    <w:rsid w:val="00C2668A"/>
    <w:rsid w:val="00C31F14"/>
    <w:rsid w:val="00C33262"/>
    <w:rsid w:val="00C35228"/>
    <w:rsid w:val="00C35A18"/>
    <w:rsid w:val="00C35B3F"/>
    <w:rsid w:val="00C37F94"/>
    <w:rsid w:val="00C40013"/>
    <w:rsid w:val="00C402AC"/>
    <w:rsid w:val="00C402DC"/>
    <w:rsid w:val="00C46BCE"/>
    <w:rsid w:val="00C506C0"/>
    <w:rsid w:val="00C521D2"/>
    <w:rsid w:val="00C5227B"/>
    <w:rsid w:val="00C53DF8"/>
    <w:rsid w:val="00C54181"/>
    <w:rsid w:val="00C54A21"/>
    <w:rsid w:val="00C54D43"/>
    <w:rsid w:val="00C54E2F"/>
    <w:rsid w:val="00C55888"/>
    <w:rsid w:val="00C57CE9"/>
    <w:rsid w:val="00C57EC4"/>
    <w:rsid w:val="00C60CA1"/>
    <w:rsid w:val="00C65C48"/>
    <w:rsid w:val="00C66EF0"/>
    <w:rsid w:val="00C705EA"/>
    <w:rsid w:val="00C714B3"/>
    <w:rsid w:val="00C718AA"/>
    <w:rsid w:val="00C723CE"/>
    <w:rsid w:val="00C723DC"/>
    <w:rsid w:val="00C72703"/>
    <w:rsid w:val="00C72BDD"/>
    <w:rsid w:val="00C7505D"/>
    <w:rsid w:val="00C75632"/>
    <w:rsid w:val="00C756DE"/>
    <w:rsid w:val="00C75EC4"/>
    <w:rsid w:val="00C77946"/>
    <w:rsid w:val="00C77D05"/>
    <w:rsid w:val="00C80A7F"/>
    <w:rsid w:val="00C80BDE"/>
    <w:rsid w:val="00C810B1"/>
    <w:rsid w:val="00C82DE1"/>
    <w:rsid w:val="00C83C9E"/>
    <w:rsid w:val="00C84142"/>
    <w:rsid w:val="00C848B0"/>
    <w:rsid w:val="00C86AB1"/>
    <w:rsid w:val="00C901D8"/>
    <w:rsid w:val="00C91042"/>
    <w:rsid w:val="00C915F6"/>
    <w:rsid w:val="00C96CC7"/>
    <w:rsid w:val="00CA292A"/>
    <w:rsid w:val="00CA2B55"/>
    <w:rsid w:val="00CA3756"/>
    <w:rsid w:val="00CA4122"/>
    <w:rsid w:val="00CA4485"/>
    <w:rsid w:val="00CA75D3"/>
    <w:rsid w:val="00CA7A88"/>
    <w:rsid w:val="00CB1478"/>
    <w:rsid w:val="00CB488A"/>
    <w:rsid w:val="00CB4A5E"/>
    <w:rsid w:val="00CB5406"/>
    <w:rsid w:val="00CB5E83"/>
    <w:rsid w:val="00CB748B"/>
    <w:rsid w:val="00CB74FB"/>
    <w:rsid w:val="00CB7EC5"/>
    <w:rsid w:val="00CC0CE6"/>
    <w:rsid w:val="00CC13D6"/>
    <w:rsid w:val="00CC167F"/>
    <w:rsid w:val="00CC1B51"/>
    <w:rsid w:val="00CC3723"/>
    <w:rsid w:val="00CC4CE1"/>
    <w:rsid w:val="00CC643B"/>
    <w:rsid w:val="00CC69E2"/>
    <w:rsid w:val="00CC777C"/>
    <w:rsid w:val="00CD15F7"/>
    <w:rsid w:val="00CD166E"/>
    <w:rsid w:val="00CD4A8B"/>
    <w:rsid w:val="00CD5356"/>
    <w:rsid w:val="00CD5A8F"/>
    <w:rsid w:val="00CD5DBF"/>
    <w:rsid w:val="00CD6910"/>
    <w:rsid w:val="00CD791D"/>
    <w:rsid w:val="00CE0260"/>
    <w:rsid w:val="00CE0771"/>
    <w:rsid w:val="00CE178E"/>
    <w:rsid w:val="00CE35A3"/>
    <w:rsid w:val="00CE39FD"/>
    <w:rsid w:val="00CE4139"/>
    <w:rsid w:val="00CE5FED"/>
    <w:rsid w:val="00CF0662"/>
    <w:rsid w:val="00CF0CBC"/>
    <w:rsid w:val="00CF19E1"/>
    <w:rsid w:val="00CF260D"/>
    <w:rsid w:val="00CF293A"/>
    <w:rsid w:val="00CF2B1C"/>
    <w:rsid w:val="00CF3B5E"/>
    <w:rsid w:val="00CF4853"/>
    <w:rsid w:val="00CF594B"/>
    <w:rsid w:val="00CF6F3F"/>
    <w:rsid w:val="00CF798C"/>
    <w:rsid w:val="00D02227"/>
    <w:rsid w:val="00D02C5D"/>
    <w:rsid w:val="00D03CC0"/>
    <w:rsid w:val="00D07D44"/>
    <w:rsid w:val="00D10E1B"/>
    <w:rsid w:val="00D1278C"/>
    <w:rsid w:val="00D1321F"/>
    <w:rsid w:val="00D13BDE"/>
    <w:rsid w:val="00D144A9"/>
    <w:rsid w:val="00D1732B"/>
    <w:rsid w:val="00D17346"/>
    <w:rsid w:val="00D174FB"/>
    <w:rsid w:val="00D205CD"/>
    <w:rsid w:val="00D23957"/>
    <w:rsid w:val="00D248CC"/>
    <w:rsid w:val="00D2510E"/>
    <w:rsid w:val="00D25F24"/>
    <w:rsid w:val="00D25F95"/>
    <w:rsid w:val="00D265D9"/>
    <w:rsid w:val="00D3156C"/>
    <w:rsid w:val="00D326BA"/>
    <w:rsid w:val="00D34AD3"/>
    <w:rsid w:val="00D35396"/>
    <w:rsid w:val="00D37F01"/>
    <w:rsid w:val="00D412C5"/>
    <w:rsid w:val="00D41A34"/>
    <w:rsid w:val="00D44A28"/>
    <w:rsid w:val="00D44D33"/>
    <w:rsid w:val="00D45362"/>
    <w:rsid w:val="00D46DE8"/>
    <w:rsid w:val="00D47A75"/>
    <w:rsid w:val="00D50ADC"/>
    <w:rsid w:val="00D51AA7"/>
    <w:rsid w:val="00D5226F"/>
    <w:rsid w:val="00D533D7"/>
    <w:rsid w:val="00D54C2A"/>
    <w:rsid w:val="00D55A61"/>
    <w:rsid w:val="00D56081"/>
    <w:rsid w:val="00D57225"/>
    <w:rsid w:val="00D57C65"/>
    <w:rsid w:val="00D617EC"/>
    <w:rsid w:val="00D6464F"/>
    <w:rsid w:val="00D646DC"/>
    <w:rsid w:val="00D661FA"/>
    <w:rsid w:val="00D6653B"/>
    <w:rsid w:val="00D7018E"/>
    <w:rsid w:val="00D7084D"/>
    <w:rsid w:val="00D711DE"/>
    <w:rsid w:val="00D71E58"/>
    <w:rsid w:val="00D735B6"/>
    <w:rsid w:val="00D73A5C"/>
    <w:rsid w:val="00D75ADE"/>
    <w:rsid w:val="00D76014"/>
    <w:rsid w:val="00D76298"/>
    <w:rsid w:val="00D779B6"/>
    <w:rsid w:val="00D80B6E"/>
    <w:rsid w:val="00D8161E"/>
    <w:rsid w:val="00D8161F"/>
    <w:rsid w:val="00D81F9F"/>
    <w:rsid w:val="00D8217D"/>
    <w:rsid w:val="00D85EAB"/>
    <w:rsid w:val="00D8687C"/>
    <w:rsid w:val="00D9178C"/>
    <w:rsid w:val="00D94D55"/>
    <w:rsid w:val="00D96299"/>
    <w:rsid w:val="00D97469"/>
    <w:rsid w:val="00D97AE9"/>
    <w:rsid w:val="00DA0A5E"/>
    <w:rsid w:val="00DA27E1"/>
    <w:rsid w:val="00DA3126"/>
    <w:rsid w:val="00DA3E9A"/>
    <w:rsid w:val="00DA53E4"/>
    <w:rsid w:val="00DB0165"/>
    <w:rsid w:val="00DB0691"/>
    <w:rsid w:val="00DB0E0C"/>
    <w:rsid w:val="00DB141A"/>
    <w:rsid w:val="00DB1EC5"/>
    <w:rsid w:val="00DB1FFD"/>
    <w:rsid w:val="00DB5599"/>
    <w:rsid w:val="00DC1255"/>
    <w:rsid w:val="00DC2276"/>
    <w:rsid w:val="00DC2873"/>
    <w:rsid w:val="00DC31E1"/>
    <w:rsid w:val="00DC4224"/>
    <w:rsid w:val="00DC4B91"/>
    <w:rsid w:val="00DC59BF"/>
    <w:rsid w:val="00DC7837"/>
    <w:rsid w:val="00DD170B"/>
    <w:rsid w:val="00DD1A17"/>
    <w:rsid w:val="00DD2DFF"/>
    <w:rsid w:val="00DE3594"/>
    <w:rsid w:val="00DE6041"/>
    <w:rsid w:val="00DE72B9"/>
    <w:rsid w:val="00DE73E1"/>
    <w:rsid w:val="00DE7DC3"/>
    <w:rsid w:val="00DF09F6"/>
    <w:rsid w:val="00DF0A64"/>
    <w:rsid w:val="00DF196D"/>
    <w:rsid w:val="00DF2DCB"/>
    <w:rsid w:val="00DF3F91"/>
    <w:rsid w:val="00DF44E5"/>
    <w:rsid w:val="00DF544C"/>
    <w:rsid w:val="00DF6F2F"/>
    <w:rsid w:val="00DF7285"/>
    <w:rsid w:val="00E01532"/>
    <w:rsid w:val="00E02028"/>
    <w:rsid w:val="00E02186"/>
    <w:rsid w:val="00E02A07"/>
    <w:rsid w:val="00E03741"/>
    <w:rsid w:val="00E03B53"/>
    <w:rsid w:val="00E05653"/>
    <w:rsid w:val="00E06668"/>
    <w:rsid w:val="00E0703B"/>
    <w:rsid w:val="00E11991"/>
    <w:rsid w:val="00E14BD4"/>
    <w:rsid w:val="00E22988"/>
    <w:rsid w:val="00E23363"/>
    <w:rsid w:val="00E23DC1"/>
    <w:rsid w:val="00E254B3"/>
    <w:rsid w:val="00E258F1"/>
    <w:rsid w:val="00E2734E"/>
    <w:rsid w:val="00E279CC"/>
    <w:rsid w:val="00E27DE3"/>
    <w:rsid w:val="00E300D0"/>
    <w:rsid w:val="00E30459"/>
    <w:rsid w:val="00E30A1C"/>
    <w:rsid w:val="00E30CEC"/>
    <w:rsid w:val="00E31AE0"/>
    <w:rsid w:val="00E32294"/>
    <w:rsid w:val="00E334C6"/>
    <w:rsid w:val="00E34243"/>
    <w:rsid w:val="00E346C1"/>
    <w:rsid w:val="00E34FE5"/>
    <w:rsid w:val="00E403B5"/>
    <w:rsid w:val="00E42BD3"/>
    <w:rsid w:val="00E4318C"/>
    <w:rsid w:val="00E43ACC"/>
    <w:rsid w:val="00E44C3D"/>
    <w:rsid w:val="00E4539A"/>
    <w:rsid w:val="00E45C6B"/>
    <w:rsid w:val="00E46855"/>
    <w:rsid w:val="00E50825"/>
    <w:rsid w:val="00E536BD"/>
    <w:rsid w:val="00E53DEB"/>
    <w:rsid w:val="00E55DD8"/>
    <w:rsid w:val="00E61600"/>
    <w:rsid w:val="00E6237C"/>
    <w:rsid w:val="00E63C35"/>
    <w:rsid w:val="00E6759A"/>
    <w:rsid w:val="00E70BEC"/>
    <w:rsid w:val="00E74025"/>
    <w:rsid w:val="00E74507"/>
    <w:rsid w:val="00E75060"/>
    <w:rsid w:val="00E75E98"/>
    <w:rsid w:val="00E7653C"/>
    <w:rsid w:val="00E77A98"/>
    <w:rsid w:val="00E8012B"/>
    <w:rsid w:val="00E8057A"/>
    <w:rsid w:val="00E80E6B"/>
    <w:rsid w:val="00E81B8F"/>
    <w:rsid w:val="00E82456"/>
    <w:rsid w:val="00E8260C"/>
    <w:rsid w:val="00E82CBB"/>
    <w:rsid w:val="00E82DA0"/>
    <w:rsid w:val="00E853F2"/>
    <w:rsid w:val="00E86966"/>
    <w:rsid w:val="00E86A1E"/>
    <w:rsid w:val="00E87790"/>
    <w:rsid w:val="00E90124"/>
    <w:rsid w:val="00E91DFD"/>
    <w:rsid w:val="00E9351B"/>
    <w:rsid w:val="00E94C0A"/>
    <w:rsid w:val="00E9525E"/>
    <w:rsid w:val="00E954C8"/>
    <w:rsid w:val="00E9652E"/>
    <w:rsid w:val="00E97594"/>
    <w:rsid w:val="00EA1C32"/>
    <w:rsid w:val="00EA1DA2"/>
    <w:rsid w:val="00EA4E2A"/>
    <w:rsid w:val="00EA4FA8"/>
    <w:rsid w:val="00EA596C"/>
    <w:rsid w:val="00EA5E35"/>
    <w:rsid w:val="00EA648F"/>
    <w:rsid w:val="00EB1769"/>
    <w:rsid w:val="00EB4747"/>
    <w:rsid w:val="00EB50C6"/>
    <w:rsid w:val="00EB641B"/>
    <w:rsid w:val="00EB65E9"/>
    <w:rsid w:val="00EC103E"/>
    <w:rsid w:val="00EC12D4"/>
    <w:rsid w:val="00EC4202"/>
    <w:rsid w:val="00EC53EC"/>
    <w:rsid w:val="00EC5D1A"/>
    <w:rsid w:val="00EC5F81"/>
    <w:rsid w:val="00EC7624"/>
    <w:rsid w:val="00ED0747"/>
    <w:rsid w:val="00ED17C7"/>
    <w:rsid w:val="00ED2149"/>
    <w:rsid w:val="00ED2E90"/>
    <w:rsid w:val="00ED491B"/>
    <w:rsid w:val="00ED51B0"/>
    <w:rsid w:val="00ED7B7B"/>
    <w:rsid w:val="00EE18BD"/>
    <w:rsid w:val="00EE30E8"/>
    <w:rsid w:val="00EE5D08"/>
    <w:rsid w:val="00EF05BA"/>
    <w:rsid w:val="00EF209B"/>
    <w:rsid w:val="00EF258F"/>
    <w:rsid w:val="00F00B4C"/>
    <w:rsid w:val="00F00D7B"/>
    <w:rsid w:val="00F00FA3"/>
    <w:rsid w:val="00F0103C"/>
    <w:rsid w:val="00F0107B"/>
    <w:rsid w:val="00F020C6"/>
    <w:rsid w:val="00F05FAB"/>
    <w:rsid w:val="00F06582"/>
    <w:rsid w:val="00F078AD"/>
    <w:rsid w:val="00F11DE4"/>
    <w:rsid w:val="00F12F7E"/>
    <w:rsid w:val="00F168B9"/>
    <w:rsid w:val="00F17A4A"/>
    <w:rsid w:val="00F2055B"/>
    <w:rsid w:val="00F240A7"/>
    <w:rsid w:val="00F2494F"/>
    <w:rsid w:val="00F2569C"/>
    <w:rsid w:val="00F25D18"/>
    <w:rsid w:val="00F26194"/>
    <w:rsid w:val="00F31698"/>
    <w:rsid w:val="00F3304C"/>
    <w:rsid w:val="00F33155"/>
    <w:rsid w:val="00F37CA2"/>
    <w:rsid w:val="00F4315C"/>
    <w:rsid w:val="00F44D26"/>
    <w:rsid w:val="00F45521"/>
    <w:rsid w:val="00F469D5"/>
    <w:rsid w:val="00F46D19"/>
    <w:rsid w:val="00F50970"/>
    <w:rsid w:val="00F5284E"/>
    <w:rsid w:val="00F54F62"/>
    <w:rsid w:val="00F55804"/>
    <w:rsid w:val="00F600AA"/>
    <w:rsid w:val="00F60321"/>
    <w:rsid w:val="00F60704"/>
    <w:rsid w:val="00F6227D"/>
    <w:rsid w:val="00F62C30"/>
    <w:rsid w:val="00F630CE"/>
    <w:rsid w:val="00F63273"/>
    <w:rsid w:val="00F70191"/>
    <w:rsid w:val="00F7057F"/>
    <w:rsid w:val="00F70BBD"/>
    <w:rsid w:val="00F74D2C"/>
    <w:rsid w:val="00F76DB8"/>
    <w:rsid w:val="00F82881"/>
    <w:rsid w:val="00F84DDD"/>
    <w:rsid w:val="00F85FC8"/>
    <w:rsid w:val="00F861ED"/>
    <w:rsid w:val="00F90C0B"/>
    <w:rsid w:val="00F93AEF"/>
    <w:rsid w:val="00F9434D"/>
    <w:rsid w:val="00F95998"/>
    <w:rsid w:val="00F95AB5"/>
    <w:rsid w:val="00F95D7F"/>
    <w:rsid w:val="00F96273"/>
    <w:rsid w:val="00F97621"/>
    <w:rsid w:val="00F9770A"/>
    <w:rsid w:val="00FA062C"/>
    <w:rsid w:val="00FA0940"/>
    <w:rsid w:val="00FA098B"/>
    <w:rsid w:val="00FA290A"/>
    <w:rsid w:val="00FA3D4E"/>
    <w:rsid w:val="00FA529B"/>
    <w:rsid w:val="00FA7EA0"/>
    <w:rsid w:val="00FB005A"/>
    <w:rsid w:val="00FB0577"/>
    <w:rsid w:val="00FB0FB4"/>
    <w:rsid w:val="00FB1852"/>
    <w:rsid w:val="00FB33E9"/>
    <w:rsid w:val="00FB4C1D"/>
    <w:rsid w:val="00FB50D3"/>
    <w:rsid w:val="00FB60E4"/>
    <w:rsid w:val="00FB618D"/>
    <w:rsid w:val="00FB61AB"/>
    <w:rsid w:val="00FB61E0"/>
    <w:rsid w:val="00FB6E71"/>
    <w:rsid w:val="00FB7946"/>
    <w:rsid w:val="00FC03FC"/>
    <w:rsid w:val="00FC050B"/>
    <w:rsid w:val="00FC09A9"/>
    <w:rsid w:val="00FC1B4F"/>
    <w:rsid w:val="00FC367D"/>
    <w:rsid w:val="00FC52DC"/>
    <w:rsid w:val="00FC66E8"/>
    <w:rsid w:val="00FD0D4E"/>
    <w:rsid w:val="00FD156D"/>
    <w:rsid w:val="00FD1AF5"/>
    <w:rsid w:val="00FD2215"/>
    <w:rsid w:val="00FD3777"/>
    <w:rsid w:val="00FD5BBD"/>
    <w:rsid w:val="00FD6CFC"/>
    <w:rsid w:val="00FD7C79"/>
    <w:rsid w:val="00FE0BAE"/>
    <w:rsid w:val="00FE12C7"/>
    <w:rsid w:val="00FE1C2A"/>
    <w:rsid w:val="00FE2A23"/>
    <w:rsid w:val="00FE2ADC"/>
    <w:rsid w:val="00FE2E71"/>
    <w:rsid w:val="00FE38FD"/>
    <w:rsid w:val="00FE5098"/>
    <w:rsid w:val="00FE5E2E"/>
    <w:rsid w:val="00FF20C7"/>
    <w:rsid w:val="00FF3DAF"/>
    <w:rsid w:val="00FF4036"/>
    <w:rsid w:val="00FF50B9"/>
    <w:rsid w:val="00FF56B7"/>
    <w:rsid w:val="00FF56E2"/>
    <w:rsid w:val="00FF5A55"/>
    <w:rsid w:val="021CDCB4"/>
    <w:rsid w:val="03D3BF1C"/>
    <w:rsid w:val="0446E13E"/>
    <w:rsid w:val="04AC9A9E"/>
    <w:rsid w:val="07C910A1"/>
    <w:rsid w:val="08ADE5D2"/>
    <w:rsid w:val="08CB4198"/>
    <w:rsid w:val="0CC2A938"/>
    <w:rsid w:val="0F21A64C"/>
    <w:rsid w:val="1049274C"/>
    <w:rsid w:val="1198868F"/>
    <w:rsid w:val="1797F2E5"/>
    <w:rsid w:val="17BF0B22"/>
    <w:rsid w:val="18C55BB2"/>
    <w:rsid w:val="18C81F02"/>
    <w:rsid w:val="1A0A36A0"/>
    <w:rsid w:val="1C147E47"/>
    <w:rsid w:val="1E1BA523"/>
    <w:rsid w:val="2189B3D6"/>
    <w:rsid w:val="23DEF949"/>
    <w:rsid w:val="243E241E"/>
    <w:rsid w:val="26B3A811"/>
    <w:rsid w:val="272A9BB1"/>
    <w:rsid w:val="2756E8EB"/>
    <w:rsid w:val="2EC2DEBD"/>
    <w:rsid w:val="2F850B72"/>
    <w:rsid w:val="32294557"/>
    <w:rsid w:val="3261A02B"/>
    <w:rsid w:val="34236F76"/>
    <w:rsid w:val="36129528"/>
    <w:rsid w:val="365FF5D4"/>
    <w:rsid w:val="37ABCAF7"/>
    <w:rsid w:val="3813AE57"/>
    <w:rsid w:val="381921B0"/>
    <w:rsid w:val="3A9A0D03"/>
    <w:rsid w:val="3F364C5B"/>
    <w:rsid w:val="3FB72CB4"/>
    <w:rsid w:val="41056846"/>
    <w:rsid w:val="413AB12F"/>
    <w:rsid w:val="41C8D24B"/>
    <w:rsid w:val="425D4574"/>
    <w:rsid w:val="455BF3CF"/>
    <w:rsid w:val="4569A11D"/>
    <w:rsid w:val="4615931F"/>
    <w:rsid w:val="49F727BE"/>
    <w:rsid w:val="4A8F4774"/>
    <w:rsid w:val="4AA5A056"/>
    <w:rsid w:val="4D222B9D"/>
    <w:rsid w:val="4DEB783C"/>
    <w:rsid w:val="50AD3E95"/>
    <w:rsid w:val="5259986A"/>
    <w:rsid w:val="55AFA982"/>
    <w:rsid w:val="58588960"/>
    <w:rsid w:val="58A745AF"/>
    <w:rsid w:val="5B49CF36"/>
    <w:rsid w:val="5BCFF317"/>
    <w:rsid w:val="5D31AF56"/>
    <w:rsid w:val="5D59C3EC"/>
    <w:rsid w:val="5D734D8E"/>
    <w:rsid w:val="60480ED4"/>
    <w:rsid w:val="64521581"/>
    <w:rsid w:val="647C4D92"/>
    <w:rsid w:val="65DD838C"/>
    <w:rsid w:val="68F1AC3A"/>
    <w:rsid w:val="69DBC81C"/>
    <w:rsid w:val="6A196A38"/>
    <w:rsid w:val="70251909"/>
    <w:rsid w:val="708B4BB0"/>
    <w:rsid w:val="70AFA437"/>
    <w:rsid w:val="70C97CD0"/>
    <w:rsid w:val="72E2EC81"/>
    <w:rsid w:val="75220E51"/>
    <w:rsid w:val="774891CC"/>
    <w:rsid w:val="77C59C0C"/>
    <w:rsid w:val="77EABEE2"/>
    <w:rsid w:val="7B9C8E28"/>
    <w:rsid w:val="7CD81C42"/>
    <w:rsid w:val="7D05EFC6"/>
    <w:rsid w:val="7F73AF57"/>
    <w:rsid w:val="7FB718BB"/>
    <w:rsid w:val="7FF0FEA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67504FBD-AA85-4009-87BB-7DA1E38A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customStyle="1" w:styleId="Mentionnonrsolue1">
    <w:name w:val="Mention non résolue1"/>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semiHidden/>
    <w:unhideWhenUsed/>
    <w:rsid w:val="00245491"/>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152843328">
      <w:bodyDiv w:val="1"/>
      <w:marLeft w:val="0"/>
      <w:marRight w:val="0"/>
      <w:marTop w:val="0"/>
      <w:marBottom w:val="0"/>
      <w:divBdr>
        <w:top w:val="none" w:sz="0" w:space="0" w:color="auto"/>
        <w:left w:val="none" w:sz="0" w:space="0" w:color="auto"/>
        <w:bottom w:val="none" w:sz="0" w:space="0" w:color="auto"/>
        <w:right w:val="none" w:sz="0" w:space="0" w:color="auto"/>
      </w:divBdr>
    </w:div>
    <w:div w:id="274217564">
      <w:bodyDiv w:val="1"/>
      <w:marLeft w:val="0"/>
      <w:marRight w:val="0"/>
      <w:marTop w:val="0"/>
      <w:marBottom w:val="0"/>
      <w:divBdr>
        <w:top w:val="none" w:sz="0" w:space="0" w:color="auto"/>
        <w:left w:val="none" w:sz="0" w:space="0" w:color="auto"/>
        <w:bottom w:val="none" w:sz="0" w:space="0" w:color="auto"/>
        <w:right w:val="none" w:sz="0" w:space="0" w:color="auto"/>
      </w:divBdr>
      <w:divsChild>
        <w:div w:id="2076080163">
          <w:marLeft w:val="0"/>
          <w:marRight w:val="0"/>
          <w:marTop w:val="0"/>
          <w:marBottom w:val="0"/>
          <w:divBdr>
            <w:top w:val="none" w:sz="0" w:space="0" w:color="auto"/>
            <w:left w:val="none" w:sz="0" w:space="0" w:color="auto"/>
            <w:bottom w:val="none" w:sz="0" w:space="0" w:color="auto"/>
            <w:right w:val="none" w:sz="0" w:space="0" w:color="auto"/>
          </w:divBdr>
          <w:divsChild>
            <w:div w:id="1585188411">
              <w:marLeft w:val="0"/>
              <w:marRight w:val="0"/>
              <w:marTop w:val="0"/>
              <w:marBottom w:val="0"/>
              <w:divBdr>
                <w:top w:val="none" w:sz="0" w:space="0" w:color="auto"/>
                <w:left w:val="none" w:sz="0" w:space="0" w:color="auto"/>
                <w:bottom w:val="none" w:sz="0" w:space="0" w:color="auto"/>
                <w:right w:val="none" w:sz="0" w:space="0" w:color="auto"/>
              </w:divBdr>
              <w:divsChild>
                <w:div w:id="1002199536">
                  <w:marLeft w:val="0"/>
                  <w:marRight w:val="0"/>
                  <w:marTop w:val="0"/>
                  <w:marBottom w:val="0"/>
                  <w:divBdr>
                    <w:top w:val="none" w:sz="0" w:space="0" w:color="auto"/>
                    <w:left w:val="none" w:sz="0" w:space="0" w:color="auto"/>
                    <w:bottom w:val="none" w:sz="0" w:space="0" w:color="auto"/>
                    <w:right w:val="none" w:sz="0" w:space="0" w:color="auto"/>
                  </w:divBdr>
                  <w:divsChild>
                    <w:div w:id="195849732">
                      <w:marLeft w:val="0"/>
                      <w:marRight w:val="0"/>
                      <w:marTop w:val="0"/>
                      <w:marBottom w:val="0"/>
                      <w:divBdr>
                        <w:top w:val="none" w:sz="0" w:space="0" w:color="auto"/>
                        <w:left w:val="none" w:sz="0" w:space="0" w:color="auto"/>
                        <w:bottom w:val="none" w:sz="0" w:space="0" w:color="auto"/>
                        <w:right w:val="none" w:sz="0" w:space="0" w:color="auto"/>
                      </w:divBdr>
                      <w:divsChild>
                        <w:div w:id="1276907555">
                          <w:marLeft w:val="0"/>
                          <w:marRight w:val="0"/>
                          <w:marTop w:val="0"/>
                          <w:marBottom w:val="0"/>
                          <w:divBdr>
                            <w:top w:val="none" w:sz="0" w:space="0" w:color="auto"/>
                            <w:left w:val="none" w:sz="0" w:space="0" w:color="auto"/>
                            <w:bottom w:val="none" w:sz="0" w:space="0" w:color="auto"/>
                            <w:right w:val="none" w:sz="0" w:space="0" w:color="auto"/>
                          </w:divBdr>
                          <w:divsChild>
                            <w:div w:id="90225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072777786">
      <w:bodyDiv w:val="1"/>
      <w:marLeft w:val="0"/>
      <w:marRight w:val="0"/>
      <w:marTop w:val="0"/>
      <w:marBottom w:val="0"/>
      <w:divBdr>
        <w:top w:val="none" w:sz="0" w:space="0" w:color="auto"/>
        <w:left w:val="none" w:sz="0" w:space="0" w:color="auto"/>
        <w:bottom w:val="none" w:sz="0" w:space="0" w:color="auto"/>
        <w:right w:val="none" w:sz="0" w:space="0" w:color="auto"/>
      </w:divBdr>
    </w:div>
    <w:div w:id="1350719121">
      <w:bodyDiv w:val="1"/>
      <w:marLeft w:val="0"/>
      <w:marRight w:val="0"/>
      <w:marTop w:val="0"/>
      <w:marBottom w:val="0"/>
      <w:divBdr>
        <w:top w:val="none" w:sz="0" w:space="0" w:color="auto"/>
        <w:left w:val="none" w:sz="0" w:space="0" w:color="auto"/>
        <w:bottom w:val="none" w:sz="0" w:space="0" w:color="auto"/>
        <w:right w:val="none" w:sz="0" w:space="0" w:color="auto"/>
      </w:divBdr>
    </w:div>
    <w:div w:id="1533228794">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veryne.molard@renault-truck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af3b793-b434-4d1f-abd1-55ce4b5242b1"/>
    <lcf76f155ced4ddcb4097134ff3c332f xmlns="6b747f2e-b5ec-430c-a242-ab9a37deeb7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ollaboration Document" ma:contentTypeID="0x0101007A60771C5753A247A9E629B69FD0F51E080072DFD3B54DAA564AA38E27AC9CDFCE58" ma:contentTypeVersion="20" ma:contentTypeDescription="Create a new document." ma:contentTypeScope="" ma:versionID="f804d2eaf7cffa4cd2514d5265f8d0e6">
  <xsd:schema xmlns:xsd="http://www.w3.org/2001/XMLSchema" xmlns:xs="http://www.w3.org/2001/XMLSchema" xmlns:p="http://schemas.microsoft.com/office/2006/metadata/properties" xmlns:ns2="6b747f2e-b5ec-430c-a242-ab9a37deeb7e" xmlns:ns3="4f073b8c-e262-45a0-8b55-cd6962816508" xmlns:ns4="2af3b793-b434-4d1f-abd1-55ce4b5242b1" targetNamespace="http://schemas.microsoft.com/office/2006/metadata/properties" ma:root="true" ma:fieldsID="1c918d7f8b56db1833ddf08b3fe77b8a" ns2:_="" ns3:_="" ns4:_="">
    <xsd:import namespace="6b747f2e-b5ec-430c-a242-ab9a37deeb7e"/>
    <xsd:import namespace="4f073b8c-e262-45a0-8b55-cd6962816508"/>
    <xsd:import namespace="2af3b793-b434-4d1f-abd1-55ce4b5242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47f2e-b5ec-430c-a242-ab9a37deeb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bda035-400f-4ee0-8922-1075bdfe8b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073b8c-e262-45a0-8b55-cd69628165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f3b793-b434-4d1f-abd1-55ce4b5242b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649b034-afaa-4f6c-8704-a441d7036826}" ma:internalName="TaxCatchAll" ma:showField="CatchAllData" ma:web="4f073b8c-e262-45a0-8b55-cd69628165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2AC779-856E-42E4-8FA3-1B1B07AC64C3}">
  <ds:schemaRefs>
    <ds:schemaRef ds:uri="http://schemas.openxmlformats.org/officeDocument/2006/bibliography"/>
  </ds:schemaRefs>
</ds:datastoreItem>
</file>

<file path=customXml/itemProps2.xml><?xml version="1.0" encoding="utf-8"?>
<ds:datastoreItem xmlns:ds="http://schemas.openxmlformats.org/officeDocument/2006/customXml" ds:itemID="{00BA2C54-DFDC-4F98-A67B-58343400B191}">
  <ds:schemaRefs>
    <ds:schemaRef ds:uri="http://schemas.microsoft.com/office/2006/metadata/properties"/>
    <ds:schemaRef ds:uri="http://schemas.microsoft.com/office/infopath/2007/PartnerControls"/>
    <ds:schemaRef ds:uri="2af3b793-b434-4d1f-abd1-55ce4b5242b1"/>
    <ds:schemaRef ds:uri="6b747f2e-b5ec-430c-a242-ab9a37deeb7e"/>
  </ds:schemaRefs>
</ds:datastoreItem>
</file>

<file path=customXml/itemProps3.xml><?xml version="1.0" encoding="utf-8"?>
<ds:datastoreItem xmlns:ds="http://schemas.openxmlformats.org/officeDocument/2006/customXml" ds:itemID="{4333E2ED-2F5F-4C3E-B8EC-53E3909B412E}">
  <ds:schemaRefs>
    <ds:schemaRef ds:uri="http://schemas.microsoft.com/sharepoint/v3/contenttype/forms"/>
  </ds:schemaRefs>
</ds:datastoreItem>
</file>

<file path=customXml/itemProps4.xml><?xml version="1.0" encoding="utf-8"?>
<ds:datastoreItem xmlns:ds="http://schemas.openxmlformats.org/officeDocument/2006/customXml" ds:itemID="{8F6E3DF6-322B-4681-A6F7-577F9D849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47f2e-b5ec-430c-a242-ab9a37deeb7e"/>
    <ds:schemaRef ds:uri="4f073b8c-e262-45a0-8b55-cd6962816508"/>
    <ds:schemaRef ds:uri="2af3b793-b434-4d1f-abd1-55ce4b524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CP.dotx</Template>
  <TotalTime>317</TotalTime>
  <Pages>4</Pages>
  <Words>1452</Words>
  <Characters>7987</Characters>
  <Application>Microsoft Office Word</Application>
  <DocSecurity>0</DocSecurity>
  <Lines>66</Lines>
  <Paragraphs>18</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Renault Trucks</Company>
  <LinksUpToDate>false</LinksUpToDate>
  <CharactersWithSpaces>9421</CharactersWithSpaces>
  <SharedDoc>false</SharedDoc>
  <HLinks>
    <vt:vector size="6" baseType="variant">
      <vt:variant>
        <vt:i4>589857</vt:i4>
      </vt:variant>
      <vt:variant>
        <vt:i4>0</vt:i4>
      </vt:variant>
      <vt:variant>
        <vt:i4>0</vt:i4>
      </vt:variant>
      <vt:variant>
        <vt:i4>5</vt:i4>
      </vt:variant>
      <vt:variant>
        <vt:lpwstr>mailto:severyne.molard@renault-trucks.com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Audiot Cassandre</cp:lastModifiedBy>
  <cp:revision>66</cp:revision>
  <dcterms:created xsi:type="dcterms:W3CDTF">2024-07-01T13:06:00Z</dcterms:created>
  <dcterms:modified xsi:type="dcterms:W3CDTF">2024-07-04T16:21:00Z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0x0101007A60771C5753A247A9E629B69FD0F51E080072DFD3B54DAA564AA38E27AC9CDFCE58</vt:lpwstr>
  </property>
  <property fmtid="{D5CDD505-2E9C-101B-9397-08002B2CF9AE}" pid="10" name="MediaServiceImageTags">
    <vt:lpwstr/>
  </property>
</Properties>
</file>